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1A141" w14:textId="5B592AA0" w:rsidR="00E107CB" w:rsidRPr="00E6158F" w:rsidRDefault="00E107CB" w:rsidP="00303B4B">
      <w:pPr>
        <w:pStyle w:val="BodyText22"/>
        <w:spacing w:after="240"/>
        <w:contextualSpacing/>
        <w:jc w:val="right"/>
        <w:rPr>
          <w:rFonts w:ascii="Verdana" w:hAnsi="Verdana" w:cs="Calibri"/>
          <w:b/>
          <w:sz w:val="20"/>
        </w:rPr>
      </w:pPr>
      <w:r w:rsidRPr="00E6158F">
        <w:rPr>
          <w:rFonts w:ascii="Verdana" w:hAnsi="Verdana" w:cs="Calibri"/>
          <w:b/>
          <w:sz w:val="20"/>
        </w:rPr>
        <w:t>Załącznik Nr 1</w:t>
      </w:r>
    </w:p>
    <w:p w14:paraId="7CA425E8" w14:textId="37BEA982" w:rsidR="003A328B" w:rsidRDefault="003A328B" w:rsidP="00E6158F">
      <w:pPr>
        <w:spacing w:after="240"/>
        <w:contextualSpacing/>
        <w:rPr>
          <w:rFonts w:ascii="Verdana" w:hAnsi="Verdana" w:cs="Calibri"/>
        </w:rPr>
      </w:pPr>
    </w:p>
    <w:p w14:paraId="2879BB1E" w14:textId="77777777" w:rsidR="005827C7" w:rsidRPr="00E6158F" w:rsidRDefault="005827C7" w:rsidP="00E6158F">
      <w:pPr>
        <w:spacing w:after="240"/>
        <w:contextualSpacing/>
        <w:rPr>
          <w:rFonts w:ascii="Verdana" w:hAnsi="Verdana" w:cs="Calibri"/>
        </w:rPr>
      </w:pPr>
    </w:p>
    <w:p w14:paraId="404F39AE" w14:textId="77777777" w:rsidR="00E107CB" w:rsidRPr="00E6158F" w:rsidRDefault="00B91D56" w:rsidP="00E6158F">
      <w:pPr>
        <w:spacing w:after="240"/>
        <w:contextualSpacing/>
        <w:rPr>
          <w:rFonts w:ascii="Verdana" w:hAnsi="Verdana" w:cs="Calibri"/>
        </w:rPr>
      </w:pPr>
      <w:r>
        <w:rPr>
          <w:rFonts w:ascii="Verdana" w:hAnsi="Verdana" w:cs="Calibri"/>
        </w:rPr>
        <w:t>_____________________</w:t>
      </w:r>
    </w:p>
    <w:p w14:paraId="3A64A08D" w14:textId="03909A48" w:rsidR="00E107CB" w:rsidRPr="00A21881" w:rsidRDefault="0028409B" w:rsidP="00A26421">
      <w:pPr>
        <w:spacing w:after="240"/>
        <w:rPr>
          <w:rFonts w:ascii="Verdana" w:hAnsi="Verdana" w:cs="Arial"/>
          <w:color w:val="191919"/>
          <w:sz w:val="16"/>
          <w:szCs w:val="16"/>
        </w:rPr>
      </w:pPr>
      <w:r w:rsidRPr="008D0F0C">
        <w:rPr>
          <w:rFonts w:ascii="Verdana" w:hAnsi="Verdana" w:cs="Calibri"/>
          <w:color w:val="191919"/>
          <w:sz w:val="16"/>
          <w:szCs w:val="16"/>
        </w:rPr>
        <w:t xml:space="preserve">(pieczątka firmowa Wykonawcy, lub </w:t>
      </w:r>
      <w:r w:rsidRPr="008D0F0C">
        <w:rPr>
          <w:rFonts w:ascii="Verdana" w:hAnsi="Verdana" w:cs="Calibri"/>
          <w:color w:val="191919"/>
          <w:sz w:val="16"/>
          <w:szCs w:val="16"/>
        </w:rPr>
        <w:br/>
      </w:r>
      <w:r w:rsidRPr="008D0F0C">
        <w:rPr>
          <w:rFonts w:ascii="Verdana" w:hAnsi="Verdana" w:cs="Arial"/>
          <w:color w:val="191919"/>
          <w:sz w:val="16"/>
          <w:szCs w:val="16"/>
        </w:rPr>
        <w:t xml:space="preserve">pełna nazwa/firma, adres, </w:t>
      </w:r>
      <w:r w:rsidR="000B4817" w:rsidRPr="008D0F0C">
        <w:rPr>
          <w:rFonts w:ascii="Verdana" w:hAnsi="Verdana" w:cs="Arial"/>
          <w:color w:val="191919"/>
          <w:sz w:val="16"/>
          <w:szCs w:val="16"/>
        </w:rPr>
        <w:t>w zależności od podmiotu: NIP/PESEL, KRS/</w:t>
      </w:r>
      <w:proofErr w:type="spellStart"/>
      <w:r w:rsidR="000B4817" w:rsidRPr="008D0F0C">
        <w:rPr>
          <w:rFonts w:ascii="Verdana" w:hAnsi="Verdana" w:cs="Arial"/>
          <w:color w:val="191919"/>
          <w:sz w:val="16"/>
          <w:szCs w:val="16"/>
        </w:rPr>
        <w:t>CEiDG</w:t>
      </w:r>
      <w:proofErr w:type="spellEnd"/>
      <w:r>
        <w:rPr>
          <w:rFonts w:ascii="Verdana" w:hAnsi="Verdana" w:cs="Arial"/>
          <w:color w:val="191919"/>
          <w:sz w:val="16"/>
          <w:szCs w:val="16"/>
        </w:rPr>
        <w:t>)</w:t>
      </w:r>
    </w:p>
    <w:p w14:paraId="4098AFCF" w14:textId="67933365" w:rsidR="005827C7" w:rsidRPr="00A21881" w:rsidRDefault="005827C7" w:rsidP="00A21881">
      <w:pPr>
        <w:spacing w:after="60"/>
        <w:rPr>
          <w:rFonts w:ascii="Verdana" w:hAnsi="Verdana" w:cs="Calibri"/>
          <w:sz w:val="18"/>
          <w:szCs w:val="18"/>
        </w:rPr>
      </w:pPr>
      <w:r w:rsidRPr="00A21881">
        <w:rPr>
          <w:rFonts w:ascii="Verdana" w:hAnsi="Verdana" w:cs="Calibri"/>
          <w:sz w:val="18"/>
          <w:szCs w:val="18"/>
        </w:rPr>
        <w:t xml:space="preserve">Osoba uprawniona do kontaktów z Zamawiającym (w sprawie niniejszej oferty) </w:t>
      </w:r>
    </w:p>
    <w:p w14:paraId="1527991D" w14:textId="3DAD30EA" w:rsidR="005827C7" w:rsidRPr="00A21881" w:rsidRDefault="005827C7" w:rsidP="00A21881">
      <w:pPr>
        <w:spacing w:after="60"/>
        <w:rPr>
          <w:rFonts w:ascii="Verdana" w:hAnsi="Verdana" w:cs="Calibri"/>
          <w:sz w:val="18"/>
          <w:szCs w:val="18"/>
        </w:rPr>
      </w:pPr>
      <w:r w:rsidRPr="00A21881">
        <w:rPr>
          <w:rFonts w:ascii="Verdana" w:hAnsi="Verdana" w:cs="Calibri"/>
          <w:sz w:val="18"/>
          <w:szCs w:val="18"/>
        </w:rPr>
        <w:t>Imię i nazwisko: ……………………………..</w:t>
      </w:r>
    </w:p>
    <w:p w14:paraId="417020FB" w14:textId="13D9E584" w:rsidR="00E107CB" w:rsidRPr="00A21881" w:rsidRDefault="00E107CB" w:rsidP="00A21881">
      <w:pPr>
        <w:spacing w:after="60"/>
        <w:rPr>
          <w:rFonts w:ascii="Verdana" w:hAnsi="Verdana" w:cs="Calibri"/>
          <w:sz w:val="18"/>
          <w:szCs w:val="18"/>
        </w:rPr>
      </w:pPr>
      <w:r w:rsidRPr="00A21881">
        <w:rPr>
          <w:rFonts w:ascii="Verdana" w:hAnsi="Verdana" w:cs="Calibri"/>
          <w:sz w:val="18"/>
          <w:szCs w:val="18"/>
        </w:rPr>
        <w:t>Tel.</w:t>
      </w:r>
      <w:r w:rsidR="005827C7" w:rsidRPr="00A21881">
        <w:rPr>
          <w:rFonts w:ascii="Verdana" w:hAnsi="Verdana" w:cs="Calibri"/>
          <w:sz w:val="18"/>
          <w:szCs w:val="18"/>
        </w:rPr>
        <w:t>:</w:t>
      </w:r>
      <w:r w:rsidRPr="00A21881">
        <w:rPr>
          <w:rFonts w:ascii="Verdana" w:hAnsi="Verdana" w:cs="Calibri"/>
          <w:sz w:val="18"/>
          <w:szCs w:val="18"/>
        </w:rPr>
        <w:t xml:space="preserve"> …………………………………</w:t>
      </w:r>
      <w:r w:rsidR="005827C7" w:rsidRPr="00A21881">
        <w:rPr>
          <w:rFonts w:ascii="Verdana" w:hAnsi="Verdana" w:cs="Calibri"/>
          <w:sz w:val="18"/>
          <w:szCs w:val="18"/>
        </w:rPr>
        <w:t>………………</w:t>
      </w:r>
    </w:p>
    <w:p w14:paraId="037F49CE" w14:textId="6D3E844E" w:rsidR="00E107CB" w:rsidRPr="00A21881" w:rsidRDefault="00E107CB" w:rsidP="00A21881">
      <w:pPr>
        <w:spacing w:after="60"/>
        <w:rPr>
          <w:rFonts w:ascii="Verdana" w:hAnsi="Verdana" w:cs="Calibri"/>
          <w:sz w:val="18"/>
          <w:szCs w:val="18"/>
        </w:rPr>
      </w:pPr>
      <w:r w:rsidRPr="00A21881">
        <w:rPr>
          <w:rFonts w:ascii="Verdana" w:hAnsi="Verdana" w:cs="Calibri"/>
          <w:sz w:val="18"/>
          <w:szCs w:val="18"/>
        </w:rPr>
        <w:t>E</w:t>
      </w:r>
      <w:r w:rsidR="00561DBD" w:rsidRPr="00A21881">
        <w:rPr>
          <w:rFonts w:ascii="Verdana" w:hAnsi="Verdana" w:cs="Calibri"/>
          <w:sz w:val="18"/>
          <w:szCs w:val="18"/>
        </w:rPr>
        <w:t>-</w:t>
      </w:r>
      <w:r w:rsidRPr="00A21881">
        <w:rPr>
          <w:rFonts w:ascii="Verdana" w:hAnsi="Verdana" w:cs="Calibri"/>
          <w:sz w:val="18"/>
          <w:szCs w:val="18"/>
        </w:rPr>
        <w:t>mail</w:t>
      </w:r>
      <w:r w:rsidR="005827C7" w:rsidRPr="00A21881">
        <w:rPr>
          <w:rFonts w:ascii="Verdana" w:hAnsi="Verdana" w:cs="Calibri"/>
          <w:sz w:val="18"/>
          <w:szCs w:val="18"/>
        </w:rPr>
        <w:t>:</w:t>
      </w:r>
      <w:r w:rsidR="00561DBD" w:rsidRPr="00A21881">
        <w:rPr>
          <w:rFonts w:ascii="Verdana" w:hAnsi="Verdana" w:cs="Calibri"/>
          <w:sz w:val="18"/>
          <w:szCs w:val="18"/>
        </w:rPr>
        <w:t xml:space="preserve"> </w:t>
      </w:r>
      <w:r w:rsidRPr="00A21881">
        <w:rPr>
          <w:rFonts w:ascii="Verdana" w:hAnsi="Verdana" w:cs="Calibri"/>
          <w:sz w:val="18"/>
          <w:szCs w:val="18"/>
        </w:rPr>
        <w:t>…………………………………</w:t>
      </w:r>
      <w:r w:rsidR="005827C7" w:rsidRPr="00A21881">
        <w:rPr>
          <w:rFonts w:ascii="Verdana" w:hAnsi="Verdana" w:cs="Calibri"/>
          <w:sz w:val="18"/>
          <w:szCs w:val="18"/>
        </w:rPr>
        <w:t>………….</w:t>
      </w:r>
    </w:p>
    <w:p w14:paraId="453F02EE" w14:textId="7BDC96B0" w:rsidR="00561DBD" w:rsidRDefault="00561DBD" w:rsidP="00E6158F">
      <w:pPr>
        <w:spacing w:after="240"/>
        <w:contextualSpacing/>
        <w:rPr>
          <w:rFonts w:ascii="Verdana" w:hAnsi="Verdana" w:cs="Calibri"/>
          <w:b/>
        </w:rPr>
      </w:pPr>
    </w:p>
    <w:p w14:paraId="722666D7" w14:textId="77777777" w:rsidR="005827C7" w:rsidRPr="00E6158F" w:rsidRDefault="005827C7" w:rsidP="00E6158F">
      <w:pPr>
        <w:spacing w:after="240"/>
        <w:contextualSpacing/>
        <w:rPr>
          <w:rFonts w:ascii="Verdana" w:hAnsi="Verdana" w:cs="Calibri"/>
          <w:b/>
        </w:rPr>
      </w:pPr>
    </w:p>
    <w:p w14:paraId="1D604CEA" w14:textId="77777777" w:rsidR="00E107CB" w:rsidRPr="00E6158F" w:rsidRDefault="00E107CB" w:rsidP="00303B4B">
      <w:pPr>
        <w:spacing w:after="240"/>
        <w:jc w:val="center"/>
        <w:rPr>
          <w:rFonts w:ascii="Verdana" w:hAnsi="Verdana" w:cs="Calibri"/>
          <w:b/>
        </w:rPr>
      </w:pPr>
      <w:r w:rsidRPr="00E6158F">
        <w:rPr>
          <w:rFonts w:ascii="Verdana" w:hAnsi="Verdana" w:cs="Calibri"/>
          <w:b/>
        </w:rPr>
        <w:t>FORMULARZ OFERTOWY</w:t>
      </w:r>
    </w:p>
    <w:p w14:paraId="1273686E" w14:textId="1E6403FB" w:rsidR="009F78E0" w:rsidRPr="00E6158F" w:rsidRDefault="009F78E0" w:rsidP="009F78E0">
      <w:pPr>
        <w:pStyle w:val="Tekstpodstawowy"/>
        <w:numPr>
          <w:ilvl w:val="12"/>
          <w:numId w:val="5"/>
        </w:numPr>
        <w:spacing w:after="240" w:line="240" w:lineRule="auto"/>
        <w:contextualSpacing/>
        <w:jc w:val="center"/>
        <w:rPr>
          <w:rFonts w:ascii="Verdana" w:hAnsi="Verdana" w:cs="Calibri"/>
          <w:sz w:val="20"/>
        </w:rPr>
      </w:pPr>
      <w:r w:rsidRPr="00E6158F">
        <w:rPr>
          <w:rFonts w:ascii="Verdana" w:hAnsi="Verdana" w:cs="Calibri"/>
          <w:snapToGrid w:val="0"/>
          <w:sz w:val="20"/>
        </w:rPr>
        <w:t xml:space="preserve">Przystępując do postępowania zakupowego </w:t>
      </w:r>
      <w:r>
        <w:rPr>
          <w:rFonts w:ascii="Verdana" w:hAnsi="Verdana" w:cs="Calibri"/>
          <w:snapToGrid w:val="0"/>
          <w:sz w:val="20"/>
        </w:rPr>
        <w:br/>
      </w:r>
      <w:r w:rsidRPr="00E6158F">
        <w:rPr>
          <w:rFonts w:ascii="Verdana" w:hAnsi="Verdana" w:cs="Calibri"/>
          <w:snapToGrid w:val="0"/>
          <w:sz w:val="20"/>
        </w:rPr>
        <w:t xml:space="preserve">pn.: </w:t>
      </w:r>
      <w:r w:rsidRPr="00E6158F">
        <w:rPr>
          <w:rFonts w:ascii="Verdana" w:hAnsi="Verdana" w:cs="Calibri"/>
          <w:i/>
          <w:snapToGrid w:val="0"/>
          <w:sz w:val="20"/>
        </w:rPr>
        <w:t>„</w:t>
      </w:r>
      <w:r w:rsidR="006D0CF5" w:rsidRPr="006D0CF5">
        <w:rPr>
          <w:rFonts w:ascii="Verdana" w:hAnsi="Verdana" w:cs="Calibri"/>
          <w:i/>
          <w:sz w:val="20"/>
        </w:rPr>
        <w:t>System do wycen</w:t>
      </w:r>
      <w:r w:rsidRPr="00E6158F">
        <w:rPr>
          <w:rFonts w:ascii="Verdana" w:hAnsi="Verdana" w:cs="Calibri"/>
          <w:sz w:val="20"/>
        </w:rPr>
        <w:t xml:space="preserve">” </w:t>
      </w:r>
      <w:r>
        <w:rPr>
          <w:rFonts w:ascii="Verdana" w:hAnsi="Verdana" w:cs="Calibri"/>
          <w:sz w:val="20"/>
        </w:rPr>
        <w:br/>
      </w:r>
      <w:r w:rsidRPr="00E6158F">
        <w:rPr>
          <w:rFonts w:ascii="Verdana" w:hAnsi="Verdana" w:cs="Calibri"/>
          <w:sz w:val="20"/>
        </w:rPr>
        <w:t xml:space="preserve">nr </w:t>
      </w:r>
      <w:r w:rsidR="00713A81" w:rsidRPr="00713A81">
        <w:rPr>
          <w:rFonts w:ascii="Verdana" w:hAnsi="Verdana" w:cs="Calibri"/>
          <w:sz w:val="20"/>
        </w:rPr>
        <w:t>POST/OBR/OBR/DZZ/00065/2025</w:t>
      </w:r>
    </w:p>
    <w:p w14:paraId="7079F902" w14:textId="3BE93B04" w:rsidR="00E107CB" w:rsidRPr="00E6158F" w:rsidRDefault="00E107CB" w:rsidP="00374099">
      <w:pPr>
        <w:numPr>
          <w:ilvl w:val="2"/>
          <w:numId w:val="5"/>
        </w:numPr>
        <w:tabs>
          <w:tab w:val="clear" w:pos="0"/>
          <w:tab w:val="num" w:pos="-1800"/>
        </w:tabs>
        <w:spacing w:after="240"/>
        <w:ind w:left="357" w:hanging="357"/>
        <w:contextualSpacing/>
        <w:jc w:val="both"/>
        <w:rPr>
          <w:rFonts w:ascii="Verdana" w:hAnsi="Verdana" w:cs="Calibri"/>
        </w:rPr>
      </w:pPr>
      <w:r w:rsidRPr="00E6158F">
        <w:rPr>
          <w:rFonts w:ascii="Verdana" w:hAnsi="Verdana" w:cs="Calibri"/>
        </w:rPr>
        <w:t>Oferujemy wykonanie przedmiotu za</w:t>
      </w:r>
      <w:r w:rsidR="004C7D46" w:rsidRPr="00E6158F">
        <w:rPr>
          <w:rFonts w:ascii="Verdana" w:hAnsi="Verdana" w:cs="Calibri"/>
        </w:rPr>
        <w:t>kupu</w:t>
      </w:r>
      <w:r w:rsidRPr="00E6158F">
        <w:rPr>
          <w:rFonts w:ascii="Verdana" w:hAnsi="Verdana" w:cs="Calibri"/>
        </w:rPr>
        <w:t xml:space="preserve"> zgodnie z warunkami określonymi w Specyfikacji Warunków </w:t>
      </w:r>
      <w:r w:rsidR="00C00DD9">
        <w:rPr>
          <w:rFonts w:ascii="Verdana" w:hAnsi="Verdana" w:cs="Calibri"/>
        </w:rPr>
        <w:t>Zamówienia</w:t>
      </w:r>
      <w:r w:rsidR="00C00DD9" w:rsidRPr="00E6158F">
        <w:rPr>
          <w:rFonts w:ascii="Verdana" w:hAnsi="Verdana" w:cs="Calibri"/>
        </w:rPr>
        <w:t xml:space="preserve"> </w:t>
      </w:r>
      <w:r w:rsidRPr="00E6158F">
        <w:rPr>
          <w:rFonts w:ascii="Verdana" w:hAnsi="Verdana" w:cs="Calibri"/>
        </w:rPr>
        <w:t>za cenę nett</w:t>
      </w:r>
      <w:r w:rsidR="00E556B7" w:rsidRPr="00E6158F">
        <w:rPr>
          <w:rFonts w:ascii="Verdana" w:hAnsi="Verdana" w:cs="Calibri"/>
        </w:rPr>
        <w:t>o</w:t>
      </w:r>
      <w:r w:rsidRPr="00E6158F">
        <w:rPr>
          <w:rFonts w:ascii="Verdana" w:hAnsi="Verdana" w:cs="Calibri"/>
        </w:rPr>
        <w:t>, która wynosi:</w:t>
      </w:r>
      <w:r w:rsidR="00701C3A" w:rsidRPr="00E6158F">
        <w:rPr>
          <w:rFonts w:ascii="Verdana" w:hAnsi="Verdana" w:cs="Calibri"/>
        </w:rPr>
        <w:t xml:space="preserve"> </w:t>
      </w:r>
      <w:r w:rsidR="00742D67">
        <w:rPr>
          <w:rFonts w:ascii="Verdana" w:hAnsi="Verdana" w:cs="Calibri"/>
        </w:rPr>
        <w:t>………………………………</w:t>
      </w:r>
      <w:r w:rsidRPr="00E6158F">
        <w:rPr>
          <w:rFonts w:ascii="Verdana" w:hAnsi="Verdana" w:cs="Calibri"/>
        </w:rPr>
        <w:t xml:space="preserve"> </w:t>
      </w:r>
      <w:r w:rsidR="001158B4">
        <w:rPr>
          <w:rFonts w:ascii="Verdana" w:hAnsi="Verdana" w:cs="Calibri"/>
        </w:rPr>
        <w:t>PLN</w:t>
      </w:r>
      <w:r w:rsidRPr="00E6158F">
        <w:rPr>
          <w:rFonts w:ascii="Verdana" w:hAnsi="Verdana" w:cs="Calibri"/>
        </w:rPr>
        <w:t xml:space="preserve">, słownie: </w:t>
      </w:r>
      <w:r w:rsidR="00742D67">
        <w:rPr>
          <w:rFonts w:ascii="Verdana" w:hAnsi="Verdana" w:cs="Calibri"/>
        </w:rPr>
        <w:t>………………………………………………………………………………………………………</w:t>
      </w:r>
      <w:r w:rsidR="0028409B">
        <w:rPr>
          <w:rFonts w:ascii="Verdana" w:hAnsi="Verdana" w:cs="Calibri"/>
        </w:rPr>
        <w:t>…………………………………………………..</w:t>
      </w:r>
    </w:p>
    <w:p w14:paraId="1252B2A6" w14:textId="77777777" w:rsidR="00E107CB" w:rsidRPr="00E6158F" w:rsidRDefault="00E107CB" w:rsidP="00374099">
      <w:pPr>
        <w:tabs>
          <w:tab w:val="right" w:leader="dot" w:pos="9356"/>
        </w:tabs>
        <w:spacing w:after="240"/>
        <w:ind w:left="357"/>
        <w:contextualSpacing/>
        <w:jc w:val="both"/>
        <w:rPr>
          <w:rFonts w:ascii="Verdana" w:hAnsi="Verdana" w:cs="Calibri"/>
        </w:rPr>
      </w:pPr>
      <w:r w:rsidRPr="00E6158F">
        <w:rPr>
          <w:rFonts w:ascii="Verdana" w:hAnsi="Verdana" w:cs="Calibri"/>
        </w:rPr>
        <w:t xml:space="preserve">podatek VAT </w:t>
      </w:r>
      <w:r w:rsidR="00742D67">
        <w:rPr>
          <w:rFonts w:ascii="Verdana" w:hAnsi="Verdana" w:cs="Calibri"/>
        </w:rPr>
        <w:t>………</w:t>
      </w:r>
      <w:r w:rsidRPr="00E6158F">
        <w:rPr>
          <w:rFonts w:ascii="Verdana" w:hAnsi="Verdana" w:cs="Calibri"/>
        </w:rPr>
        <w:t xml:space="preserve">%, kwota: </w:t>
      </w:r>
      <w:r w:rsidR="00742D67">
        <w:rPr>
          <w:rFonts w:ascii="Verdana" w:hAnsi="Verdana" w:cs="Calibri"/>
        </w:rPr>
        <w:t>……………………</w:t>
      </w:r>
      <w:r w:rsidRPr="00E6158F">
        <w:rPr>
          <w:rFonts w:ascii="Verdana" w:hAnsi="Verdana" w:cs="Calibri"/>
        </w:rPr>
        <w:t xml:space="preserve">, słownie: </w:t>
      </w:r>
      <w:r w:rsidR="00742D67">
        <w:rPr>
          <w:rFonts w:ascii="Verdana" w:hAnsi="Verdana" w:cs="Calibri"/>
        </w:rPr>
        <w:t>…………………………………………………………………….</w:t>
      </w:r>
    </w:p>
    <w:p w14:paraId="099C3398" w14:textId="77777777" w:rsidR="00E107CB" w:rsidRPr="00E6158F" w:rsidRDefault="00E107CB" w:rsidP="00374099">
      <w:pPr>
        <w:tabs>
          <w:tab w:val="right" w:leader="dot" w:pos="9356"/>
        </w:tabs>
        <w:spacing w:after="240"/>
        <w:ind w:left="357"/>
        <w:contextualSpacing/>
        <w:jc w:val="both"/>
        <w:rPr>
          <w:rFonts w:ascii="Verdana" w:hAnsi="Verdana" w:cs="Calibri"/>
        </w:rPr>
      </w:pPr>
      <w:r w:rsidRPr="00E6158F">
        <w:rPr>
          <w:rFonts w:ascii="Verdana" w:hAnsi="Verdana" w:cs="Calibri"/>
        </w:rPr>
        <w:t>………………………………………………………………………………………………………</w:t>
      </w:r>
      <w:r w:rsidR="00561DBD" w:rsidRPr="00E6158F">
        <w:rPr>
          <w:rFonts w:ascii="Verdana" w:hAnsi="Verdana" w:cs="Calibri"/>
        </w:rPr>
        <w:t>…</w:t>
      </w:r>
      <w:r w:rsidR="00742D67">
        <w:rPr>
          <w:rFonts w:ascii="Verdana" w:hAnsi="Verdana" w:cs="Calibri"/>
        </w:rPr>
        <w:t>…………………………………………………</w:t>
      </w:r>
    </w:p>
    <w:p w14:paraId="487404EB" w14:textId="1C94E24B" w:rsidR="00E107CB" w:rsidRPr="00E6158F" w:rsidRDefault="00E107CB" w:rsidP="00374099">
      <w:pPr>
        <w:tabs>
          <w:tab w:val="right" w:leader="dot" w:pos="9356"/>
        </w:tabs>
        <w:spacing w:after="240"/>
        <w:ind w:left="357"/>
        <w:contextualSpacing/>
        <w:jc w:val="both"/>
        <w:rPr>
          <w:rFonts w:ascii="Verdana" w:hAnsi="Verdana" w:cs="Calibri"/>
        </w:rPr>
      </w:pPr>
      <w:r w:rsidRPr="00E6158F">
        <w:rPr>
          <w:rFonts w:ascii="Verdana" w:hAnsi="Verdana" w:cs="Calibri"/>
        </w:rPr>
        <w:t xml:space="preserve">cena brutto: </w:t>
      </w:r>
      <w:r w:rsidR="00742D67">
        <w:rPr>
          <w:rFonts w:ascii="Verdana" w:hAnsi="Verdana" w:cs="Calibri"/>
        </w:rPr>
        <w:t xml:space="preserve">……………………… </w:t>
      </w:r>
      <w:r w:rsidR="001158B4">
        <w:rPr>
          <w:rFonts w:ascii="Verdana" w:hAnsi="Verdana" w:cs="Calibri"/>
        </w:rPr>
        <w:t>PLN</w:t>
      </w:r>
      <w:r w:rsidRPr="00E6158F">
        <w:rPr>
          <w:rFonts w:ascii="Verdana" w:hAnsi="Verdana" w:cs="Calibri"/>
        </w:rPr>
        <w:t xml:space="preserve">, słownie: </w:t>
      </w:r>
      <w:r w:rsidR="00742D67">
        <w:rPr>
          <w:rFonts w:ascii="Verdana" w:hAnsi="Verdana" w:cs="Calibri"/>
        </w:rPr>
        <w:t>………………………………………………………………………………………</w:t>
      </w:r>
    </w:p>
    <w:p w14:paraId="25ED75C7" w14:textId="77777777" w:rsidR="00E107CB" w:rsidRDefault="00E107CB" w:rsidP="00374099">
      <w:pPr>
        <w:tabs>
          <w:tab w:val="right" w:leader="dot" w:pos="9356"/>
        </w:tabs>
        <w:spacing w:after="240"/>
        <w:ind w:left="357"/>
        <w:jc w:val="both"/>
        <w:rPr>
          <w:rFonts w:ascii="Verdana" w:hAnsi="Verdana" w:cs="Calibri"/>
        </w:rPr>
      </w:pPr>
      <w:r w:rsidRPr="00E6158F">
        <w:rPr>
          <w:rFonts w:ascii="Verdana" w:hAnsi="Verdana" w:cs="Calibri"/>
        </w:rPr>
        <w:t>………………………………………………………………………………………………………</w:t>
      </w:r>
      <w:r w:rsidR="00742D67">
        <w:rPr>
          <w:rFonts w:ascii="Verdana" w:hAnsi="Verdana" w:cs="Calibri"/>
        </w:rPr>
        <w:t>……………………………………………………</w:t>
      </w:r>
    </w:p>
    <w:p w14:paraId="2B884EF9" w14:textId="1741673E" w:rsidR="00107B0E" w:rsidRDefault="00107B0E" w:rsidP="00374099">
      <w:pPr>
        <w:tabs>
          <w:tab w:val="right" w:leader="dot" w:pos="9356"/>
        </w:tabs>
        <w:spacing w:after="240"/>
        <w:ind w:left="357"/>
        <w:jc w:val="both"/>
        <w:rPr>
          <w:rFonts w:ascii="Verdana" w:hAnsi="Verdana" w:cs="Calibri"/>
        </w:rPr>
      </w:pPr>
      <w:r>
        <w:rPr>
          <w:rFonts w:ascii="Verdana" w:hAnsi="Verdana" w:cs="Calibri"/>
        </w:rPr>
        <w:t>W tym:</w:t>
      </w:r>
    </w:p>
    <w:tbl>
      <w:tblPr>
        <w:tblStyle w:val="Tabela-Siatka"/>
        <w:tblW w:w="0" w:type="auto"/>
        <w:tblInd w:w="357" w:type="dxa"/>
        <w:tblLayout w:type="fixed"/>
        <w:tblLook w:val="04A0" w:firstRow="1" w:lastRow="0" w:firstColumn="1" w:lastColumn="0" w:noHBand="0" w:noVBand="1"/>
      </w:tblPr>
      <w:tblGrid>
        <w:gridCol w:w="2036"/>
        <w:gridCol w:w="1300"/>
        <w:gridCol w:w="1301"/>
        <w:gridCol w:w="1300"/>
        <w:gridCol w:w="1301"/>
        <w:gridCol w:w="1300"/>
        <w:gridCol w:w="1301"/>
      </w:tblGrid>
      <w:tr w:rsidR="00CB39F3" w14:paraId="6531DF09" w14:textId="77777777" w:rsidTr="005E47A4">
        <w:tc>
          <w:tcPr>
            <w:tcW w:w="2036" w:type="dxa"/>
            <w:vAlign w:val="center"/>
          </w:tcPr>
          <w:p w14:paraId="682D62FF" w14:textId="76A46E82" w:rsidR="00CB39F3" w:rsidRPr="00CB39F3" w:rsidRDefault="00CB39F3" w:rsidP="00CB39F3">
            <w:pPr>
              <w:spacing w:before="60" w:after="60"/>
              <w:rPr>
                <w:rFonts w:ascii="Verdana" w:hAnsi="Verdana" w:cs="Calibri"/>
                <w:b/>
                <w:bCs/>
              </w:rPr>
            </w:pPr>
            <w:r w:rsidRPr="00CB39F3">
              <w:rPr>
                <w:rFonts w:ascii="Verdana" w:hAnsi="Verdana" w:cs="Calibri"/>
                <w:b/>
                <w:bCs/>
              </w:rPr>
              <w:t>Opis</w:t>
            </w:r>
          </w:p>
        </w:tc>
        <w:tc>
          <w:tcPr>
            <w:tcW w:w="1300" w:type="dxa"/>
            <w:tcBorders>
              <w:bottom w:val="single" w:sz="4" w:space="0" w:color="auto"/>
            </w:tcBorders>
            <w:vAlign w:val="center"/>
          </w:tcPr>
          <w:p w14:paraId="303BB3D8" w14:textId="66DFA956" w:rsidR="00CB39F3" w:rsidRPr="00CB39F3" w:rsidRDefault="00CB39F3" w:rsidP="00CB39F3">
            <w:pPr>
              <w:spacing w:before="60" w:after="60"/>
              <w:rPr>
                <w:rFonts w:ascii="Verdana" w:hAnsi="Verdana" w:cs="Calibri"/>
                <w:b/>
                <w:bCs/>
              </w:rPr>
            </w:pPr>
            <w:r>
              <w:rPr>
                <w:rFonts w:ascii="Verdana" w:hAnsi="Verdana" w:cs="Calibri"/>
                <w:b/>
                <w:bCs/>
              </w:rPr>
              <w:t>Koszt miesięczny netto PLN</w:t>
            </w:r>
          </w:p>
        </w:tc>
        <w:tc>
          <w:tcPr>
            <w:tcW w:w="1301" w:type="dxa"/>
            <w:tcBorders>
              <w:bottom w:val="single" w:sz="4" w:space="0" w:color="auto"/>
            </w:tcBorders>
            <w:vAlign w:val="center"/>
          </w:tcPr>
          <w:p w14:paraId="7D6F2BD3" w14:textId="1BAD96D0" w:rsidR="00CB39F3" w:rsidRPr="00CB39F3" w:rsidRDefault="00CB39F3" w:rsidP="00CB39F3">
            <w:pPr>
              <w:spacing w:before="60" w:after="60"/>
              <w:rPr>
                <w:rFonts w:ascii="Verdana" w:hAnsi="Verdana" w:cs="Calibri"/>
                <w:b/>
                <w:bCs/>
              </w:rPr>
            </w:pPr>
            <w:r>
              <w:rPr>
                <w:rFonts w:ascii="Verdana" w:hAnsi="Verdana" w:cs="Calibri"/>
                <w:b/>
                <w:bCs/>
              </w:rPr>
              <w:t>Ilość mies.</w:t>
            </w:r>
          </w:p>
        </w:tc>
        <w:tc>
          <w:tcPr>
            <w:tcW w:w="1300" w:type="dxa"/>
            <w:vAlign w:val="center"/>
          </w:tcPr>
          <w:p w14:paraId="2CF12CFF" w14:textId="4472E08F" w:rsidR="00CB39F3" w:rsidRPr="00CB39F3" w:rsidRDefault="00107B0E" w:rsidP="00CB39F3">
            <w:pPr>
              <w:spacing w:before="60" w:after="60"/>
              <w:rPr>
                <w:rFonts w:ascii="Verdana" w:hAnsi="Verdana" w:cs="Calibri"/>
                <w:b/>
                <w:bCs/>
              </w:rPr>
            </w:pPr>
            <w:r>
              <w:rPr>
                <w:rFonts w:ascii="Verdana" w:hAnsi="Verdana" w:cs="Calibri"/>
                <w:b/>
                <w:bCs/>
              </w:rPr>
              <w:t>Wartość</w:t>
            </w:r>
            <w:r w:rsidR="00CB39F3">
              <w:rPr>
                <w:rFonts w:ascii="Verdana" w:hAnsi="Verdana" w:cs="Calibri"/>
                <w:b/>
                <w:bCs/>
              </w:rPr>
              <w:t xml:space="preserve"> netto PLN</w:t>
            </w:r>
          </w:p>
        </w:tc>
        <w:tc>
          <w:tcPr>
            <w:tcW w:w="1301" w:type="dxa"/>
            <w:vAlign w:val="center"/>
          </w:tcPr>
          <w:p w14:paraId="176201B6" w14:textId="675463E2" w:rsidR="00CB39F3" w:rsidRPr="00CB39F3" w:rsidRDefault="00CB39F3" w:rsidP="005E47A4">
            <w:pPr>
              <w:spacing w:before="60" w:after="60"/>
              <w:rPr>
                <w:rFonts w:ascii="Verdana" w:hAnsi="Verdana" w:cs="Calibri"/>
                <w:b/>
                <w:bCs/>
              </w:rPr>
            </w:pPr>
            <w:r>
              <w:rPr>
                <w:rFonts w:ascii="Verdana" w:hAnsi="Verdana" w:cs="Calibri"/>
                <w:b/>
                <w:bCs/>
              </w:rPr>
              <w:t>Stawka VAT [%]</w:t>
            </w:r>
          </w:p>
        </w:tc>
        <w:tc>
          <w:tcPr>
            <w:tcW w:w="1300" w:type="dxa"/>
            <w:vAlign w:val="center"/>
          </w:tcPr>
          <w:p w14:paraId="3B58097B" w14:textId="0FCED3C0" w:rsidR="00CB39F3" w:rsidRPr="00CB39F3" w:rsidRDefault="00CB39F3" w:rsidP="00CB39F3">
            <w:pPr>
              <w:spacing w:before="60" w:after="60"/>
              <w:rPr>
                <w:rFonts w:ascii="Verdana" w:hAnsi="Verdana" w:cs="Calibri"/>
                <w:b/>
                <w:bCs/>
              </w:rPr>
            </w:pPr>
            <w:r>
              <w:rPr>
                <w:rFonts w:ascii="Verdana" w:hAnsi="Verdana" w:cs="Calibri"/>
                <w:b/>
                <w:bCs/>
              </w:rPr>
              <w:t>Wartość VAT PLN</w:t>
            </w:r>
          </w:p>
        </w:tc>
        <w:tc>
          <w:tcPr>
            <w:tcW w:w="1301" w:type="dxa"/>
            <w:vAlign w:val="center"/>
          </w:tcPr>
          <w:p w14:paraId="3B707B2A" w14:textId="3D354D2F" w:rsidR="00CB39F3" w:rsidRPr="00CB39F3" w:rsidRDefault="00CB39F3" w:rsidP="00CB39F3">
            <w:pPr>
              <w:spacing w:before="60" w:after="60"/>
              <w:rPr>
                <w:rFonts w:ascii="Verdana" w:hAnsi="Verdana" w:cs="Calibri"/>
                <w:b/>
                <w:bCs/>
              </w:rPr>
            </w:pPr>
            <w:r>
              <w:rPr>
                <w:rFonts w:ascii="Verdana" w:hAnsi="Verdana" w:cs="Calibri"/>
                <w:b/>
                <w:bCs/>
              </w:rPr>
              <w:t>Wartość brutto PLN</w:t>
            </w:r>
          </w:p>
        </w:tc>
      </w:tr>
      <w:tr w:rsidR="00CB39F3" w14:paraId="63EAE94E" w14:textId="77777777" w:rsidTr="005E47A4">
        <w:tc>
          <w:tcPr>
            <w:tcW w:w="2036" w:type="dxa"/>
            <w:vAlign w:val="center"/>
          </w:tcPr>
          <w:p w14:paraId="454641DF" w14:textId="4B932AEE" w:rsidR="00CB39F3" w:rsidRPr="001105BD" w:rsidRDefault="00CB39F3" w:rsidP="00CB39F3">
            <w:pPr>
              <w:spacing w:before="60" w:after="60"/>
              <w:rPr>
                <w:rFonts w:ascii="Verdana" w:hAnsi="Verdana" w:cs="Calibri"/>
              </w:rPr>
            </w:pPr>
            <w:r w:rsidRPr="001105BD">
              <w:rPr>
                <w:rFonts w:ascii="Verdana" w:hAnsi="Verdana" w:cs="Calibri"/>
              </w:rPr>
              <w:t>Koszt całościowy wytworzenia rozwiązania</w:t>
            </w:r>
          </w:p>
        </w:tc>
        <w:tc>
          <w:tcPr>
            <w:tcW w:w="1300" w:type="dxa"/>
            <w:tcBorders>
              <w:tr2bl w:val="single" w:sz="4" w:space="0" w:color="auto"/>
            </w:tcBorders>
            <w:vAlign w:val="center"/>
          </w:tcPr>
          <w:p w14:paraId="3359ED8A" w14:textId="77777777" w:rsidR="00CB39F3" w:rsidRDefault="00CB39F3" w:rsidP="00CB39F3">
            <w:pPr>
              <w:spacing w:before="60" w:after="60"/>
              <w:rPr>
                <w:rFonts w:ascii="Verdana" w:hAnsi="Verdana" w:cs="Calibri"/>
              </w:rPr>
            </w:pPr>
          </w:p>
        </w:tc>
        <w:tc>
          <w:tcPr>
            <w:tcW w:w="1301" w:type="dxa"/>
            <w:tcBorders>
              <w:tr2bl w:val="single" w:sz="4" w:space="0" w:color="auto"/>
            </w:tcBorders>
            <w:vAlign w:val="center"/>
          </w:tcPr>
          <w:p w14:paraId="1BFAA5B2" w14:textId="77777777" w:rsidR="00CB39F3" w:rsidRDefault="00CB39F3" w:rsidP="00CB39F3">
            <w:pPr>
              <w:spacing w:before="60" w:after="60"/>
              <w:rPr>
                <w:rFonts w:ascii="Verdana" w:hAnsi="Verdana" w:cs="Calibri"/>
              </w:rPr>
            </w:pPr>
          </w:p>
        </w:tc>
        <w:tc>
          <w:tcPr>
            <w:tcW w:w="1300" w:type="dxa"/>
            <w:vAlign w:val="center"/>
          </w:tcPr>
          <w:p w14:paraId="79B359FA" w14:textId="77777777" w:rsidR="00CB39F3" w:rsidRDefault="00CB39F3" w:rsidP="00CB39F3">
            <w:pPr>
              <w:spacing w:before="60" w:after="60"/>
              <w:rPr>
                <w:rFonts w:ascii="Verdana" w:hAnsi="Verdana" w:cs="Calibri"/>
              </w:rPr>
            </w:pPr>
          </w:p>
        </w:tc>
        <w:tc>
          <w:tcPr>
            <w:tcW w:w="1301" w:type="dxa"/>
            <w:vAlign w:val="center"/>
          </w:tcPr>
          <w:p w14:paraId="5EB346DA" w14:textId="77777777" w:rsidR="00CB39F3" w:rsidRDefault="00CB39F3" w:rsidP="00CB39F3">
            <w:pPr>
              <w:spacing w:before="60" w:after="60"/>
              <w:rPr>
                <w:rFonts w:ascii="Verdana" w:hAnsi="Verdana" w:cs="Calibri"/>
              </w:rPr>
            </w:pPr>
          </w:p>
        </w:tc>
        <w:tc>
          <w:tcPr>
            <w:tcW w:w="1300" w:type="dxa"/>
            <w:vAlign w:val="center"/>
          </w:tcPr>
          <w:p w14:paraId="708FD47D" w14:textId="25E85FE3" w:rsidR="00CB39F3" w:rsidRDefault="00CB39F3" w:rsidP="00CB39F3">
            <w:pPr>
              <w:spacing w:before="60" w:after="60"/>
              <w:rPr>
                <w:rFonts w:ascii="Verdana" w:hAnsi="Verdana" w:cs="Calibri"/>
              </w:rPr>
            </w:pPr>
          </w:p>
        </w:tc>
        <w:tc>
          <w:tcPr>
            <w:tcW w:w="1301" w:type="dxa"/>
            <w:vAlign w:val="center"/>
          </w:tcPr>
          <w:p w14:paraId="58D7A53D" w14:textId="77777777" w:rsidR="00CB39F3" w:rsidRDefault="00CB39F3" w:rsidP="00CB39F3">
            <w:pPr>
              <w:spacing w:before="60" w:after="60"/>
              <w:rPr>
                <w:rFonts w:ascii="Verdana" w:hAnsi="Verdana" w:cs="Calibri"/>
              </w:rPr>
            </w:pPr>
          </w:p>
        </w:tc>
      </w:tr>
      <w:tr w:rsidR="00CB39F3" w14:paraId="434F7240" w14:textId="77777777" w:rsidTr="005E47A4">
        <w:tc>
          <w:tcPr>
            <w:tcW w:w="2036" w:type="dxa"/>
            <w:vAlign w:val="center"/>
          </w:tcPr>
          <w:p w14:paraId="46052E80" w14:textId="4AA962B3" w:rsidR="00CB39F3" w:rsidRPr="001105BD" w:rsidRDefault="00CB39F3" w:rsidP="00CB39F3">
            <w:pPr>
              <w:spacing w:before="60" w:after="60"/>
              <w:rPr>
                <w:rFonts w:ascii="Verdana" w:hAnsi="Verdana" w:cs="Calibri"/>
              </w:rPr>
            </w:pPr>
            <w:r w:rsidRPr="001105BD">
              <w:rPr>
                <w:rFonts w:ascii="Verdana" w:hAnsi="Verdana" w:cs="Calibri"/>
              </w:rPr>
              <w:t>Koszt utrzymania usługi</w:t>
            </w:r>
          </w:p>
        </w:tc>
        <w:tc>
          <w:tcPr>
            <w:tcW w:w="1300" w:type="dxa"/>
            <w:vAlign w:val="center"/>
          </w:tcPr>
          <w:p w14:paraId="4FD5C42F" w14:textId="77777777" w:rsidR="00CB39F3" w:rsidRDefault="00CB39F3" w:rsidP="00CB39F3">
            <w:pPr>
              <w:spacing w:before="60" w:after="60"/>
              <w:rPr>
                <w:rFonts w:ascii="Verdana" w:hAnsi="Verdana" w:cs="Calibri"/>
              </w:rPr>
            </w:pPr>
          </w:p>
        </w:tc>
        <w:tc>
          <w:tcPr>
            <w:tcW w:w="1301" w:type="dxa"/>
            <w:vAlign w:val="center"/>
          </w:tcPr>
          <w:p w14:paraId="56D41730" w14:textId="554CB3EA" w:rsidR="00CB39F3" w:rsidRDefault="00A67A95" w:rsidP="00CB39F3">
            <w:pPr>
              <w:spacing w:before="60" w:after="60"/>
              <w:rPr>
                <w:rFonts w:ascii="Verdana" w:hAnsi="Verdana" w:cs="Calibri"/>
              </w:rPr>
            </w:pPr>
            <w:r>
              <w:rPr>
                <w:rFonts w:ascii="Verdana" w:hAnsi="Verdana" w:cs="Calibri"/>
              </w:rPr>
              <w:t>6</w:t>
            </w:r>
          </w:p>
        </w:tc>
        <w:tc>
          <w:tcPr>
            <w:tcW w:w="1300" w:type="dxa"/>
            <w:vAlign w:val="center"/>
          </w:tcPr>
          <w:p w14:paraId="218A7DA8" w14:textId="77777777" w:rsidR="00CB39F3" w:rsidRDefault="00CB39F3" w:rsidP="00CB39F3">
            <w:pPr>
              <w:spacing w:before="60" w:after="60"/>
              <w:rPr>
                <w:rFonts w:ascii="Verdana" w:hAnsi="Verdana" w:cs="Calibri"/>
              </w:rPr>
            </w:pPr>
          </w:p>
        </w:tc>
        <w:tc>
          <w:tcPr>
            <w:tcW w:w="1301" w:type="dxa"/>
            <w:vAlign w:val="center"/>
          </w:tcPr>
          <w:p w14:paraId="2F9C85B7" w14:textId="77777777" w:rsidR="00CB39F3" w:rsidRDefault="00CB39F3" w:rsidP="00CB39F3">
            <w:pPr>
              <w:spacing w:before="60" w:after="60"/>
              <w:rPr>
                <w:rFonts w:ascii="Verdana" w:hAnsi="Verdana" w:cs="Calibri"/>
              </w:rPr>
            </w:pPr>
          </w:p>
        </w:tc>
        <w:tc>
          <w:tcPr>
            <w:tcW w:w="1300" w:type="dxa"/>
            <w:vAlign w:val="center"/>
          </w:tcPr>
          <w:p w14:paraId="59035B1D" w14:textId="1EB20CAA" w:rsidR="00CB39F3" w:rsidRDefault="00CB39F3" w:rsidP="00CB39F3">
            <w:pPr>
              <w:spacing w:before="60" w:after="60"/>
              <w:rPr>
                <w:rFonts w:ascii="Verdana" w:hAnsi="Verdana" w:cs="Calibri"/>
              </w:rPr>
            </w:pPr>
          </w:p>
        </w:tc>
        <w:tc>
          <w:tcPr>
            <w:tcW w:w="1301" w:type="dxa"/>
            <w:vAlign w:val="center"/>
          </w:tcPr>
          <w:p w14:paraId="70CB5381" w14:textId="77777777" w:rsidR="00CB39F3" w:rsidRDefault="00CB39F3" w:rsidP="00CB39F3">
            <w:pPr>
              <w:spacing w:before="60" w:after="60"/>
              <w:rPr>
                <w:rFonts w:ascii="Verdana" w:hAnsi="Verdana" w:cs="Calibri"/>
              </w:rPr>
            </w:pPr>
          </w:p>
        </w:tc>
      </w:tr>
      <w:tr w:rsidR="00CB39F3" w14:paraId="5BCE24AD" w14:textId="77777777" w:rsidTr="005E47A4">
        <w:tc>
          <w:tcPr>
            <w:tcW w:w="2036" w:type="dxa"/>
            <w:vAlign w:val="center"/>
          </w:tcPr>
          <w:p w14:paraId="0D158B9B" w14:textId="52F9E7A4" w:rsidR="00CB39F3" w:rsidRPr="00CB39F3" w:rsidRDefault="00CB39F3" w:rsidP="00CB39F3">
            <w:pPr>
              <w:spacing w:before="60" w:after="60"/>
              <w:rPr>
                <w:rFonts w:ascii="Verdana" w:hAnsi="Verdana" w:cs="Calibri"/>
                <w:b/>
                <w:bCs/>
              </w:rPr>
            </w:pPr>
            <w:r w:rsidRPr="00CB39F3">
              <w:rPr>
                <w:rFonts w:ascii="Verdana" w:hAnsi="Verdana" w:cs="Calibri"/>
                <w:b/>
                <w:bCs/>
              </w:rPr>
              <w:t>RAZEM</w:t>
            </w:r>
          </w:p>
        </w:tc>
        <w:tc>
          <w:tcPr>
            <w:tcW w:w="1300" w:type="dxa"/>
            <w:tcBorders>
              <w:tr2bl w:val="single" w:sz="4" w:space="0" w:color="auto"/>
            </w:tcBorders>
            <w:vAlign w:val="center"/>
          </w:tcPr>
          <w:p w14:paraId="0E995EB3" w14:textId="77777777" w:rsidR="00CB39F3" w:rsidRPr="00CB39F3" w:rsidRDefault="00CB39F3" w:rsidP="00CB39F3">
            <w:pPr>
              <w:spacing w:before="60" w:after="60"/>
              <w:rPr>
                <w:rFonts w:ascii="Verdana" w:hAnsi="Verdana" w:cs="Calibri"/>
                <w:b/>
                <w:bCs/>
              </w:rPr>
            </w:pPr>
          </w:p>
        </w:tc>
        <w:tc>
          <w:tcPr>
            <w:tcW w:w="1301" w:type="dxa"/>
            <w:tcBorders>
              <w:tr2bl w:val="single" w:sz="4" w:space="0" w:color="auto"/>
            </w:tcBorders>
            <w:vAlign w:val="center"/>
          </w:tcPr>
          <w:p w14:paraId="2CD2C502" w14:textId="77777777" w:rsidR="00CB39F3" w:rsidRPr="00CB39F3" w:rsidRDefault="00CB39F3" w:rsidP="00CB39F3">
            <w:pPr>
              <w:spacing w:before="60" w:after="60"/>
              <w:rPr>
                <w:rFonts w:ascii="Verdana" w:hAnsi="Verdana" w:cs="Calibri"/>
                <w:b/>
                <w:bCs/>
              </w:rPr>
            </w:pPr>
          </w:p>
        </w:tc>
        <w:tc>
          <w:tcPr>
            <w:tcW w:w="1300" w:type="dxa"/>
            <w:vAlign w:val="center"/>
          </w:tcPr>
          <w:p w14:paraId="2CDC983F" w14:textId="77777777" w:rsidR="00CB39F3" w:rsidRPr="00CB39F3" w:rsidRDefault="00CB39F3" w:rsidP="00CB39F3">
            <w:pPr>
              <w:spacing w:before="60" w:after="60"/>
              <w:rPr>
                <w:rFonts w:ascii="Verdana" w:hAnsi="Verdana" w:cs="Calibri"/>
                <w:b/>
                <w:bCs/>
              </w:rPr>
            </w:pPr>
          </w:p>
        </w:tc>
        <w:tc>
          <w:tcPr>
            <w:tcW w:w="1301" w:type="dxa"/>
            <w:tcBorders>
              <w:tr2bl w:val="single" w:sz="4" w:space="0" w:color="auto"/>
            </w:tcBorders>
            <w:vAlign w:val="center"/>
          </w:tcPr>
          <w:p w14:paraId="284FF257" w14:textId="77777777" w:rsidR="00CB39F3" w:rsidRPr="00CB39F3" w:rsidRDefault="00CB39F3" w:rsidP="00CB39F3">
            <w:pPr>
              <w:spacing w:before="60" w:after="60"/>
              <w:rPr>
                <w:rFonts w:ascii="Verdana" w:hAnsi="Verdana" w:cs="Calibri"/>
                <w:b/>
                <w:bCs/>
              </w:rPr>
            </w:pPr>
          </w:p>
        </w:tc>
        <w:tc>
          <w:tcPr>
            <w:tcW w:w="1300" w:type="dxa"/>
            <w:vAlign w:val="center"/>
          </w:tcPr>
          <w:p w14:paraId="25C97D68" w14:textId="60E4103E" w:rsidR="00CB39F3" w:rsidRPr="00CB39F3" w:rsidRDefault="00CB39F3" w:rsidP="00CB39F3">
            <w:pPr>
              <w:spacing w:before="60" w:after="60"/>
              <w:rPr>
                <w:rFonts w:ascii="Verdana" w:hAnsi="Verdana" w:cs="Calibri"/>
                <w:b/>
                <w:bCs/>
              </w:rPr>
            </w:pPr>
          </w:p>
        </w:tc>
        <w:tc>
          <w:tcPr>
            <w:tcW w:w="1301" w:type="dxa"/>
            <w:vAlign w:val="center"/>
          </w:tcPr>
          <w:p w14:paraId="3DDCD46D" w14:textId="77777777" w:rsidR="00CB39F3" w:rsidRPr="00CB39F3" w:rsidRDefault="00CB39F3" w:rsidP="00CB39F3">
            <w:pPr>
              <w:spacing w:before="60" w:after="60"/>
              <w:rPr>
                <w:rFonts w:ascii="Verdana" w:hAnsi="Verdana" w:cs="Calibri"/>
                <w:b/>
                <w:bCs/>
              </w:rPr>
            </w:pPr>
          </w:p>
        </w:tc>
      </w:tr>
    </w:tbl>
    <w:p w14:paraId="485CF7D5" w14:textId="77777777" w:rsidR="00CB39F3" w:rsidRDefault="00CB39F3" w:rsidP="00CB39F3">
      <w:pPr>
        <w:spacing w:after="240"/>
        <w:ind w:left="357"/>
        <w:jc w:val="both"/>
        <w:rPr>
          <w:rFonts w:ascii="Verdana" w:hAnsi="Verdana" w:cs="Calibri"/>
        </w:rPr>
      </w:pPr>
    </w:p>
    <w:p w14:paraId="21CC14EF" w14:textId="357E4655" w:rsidR="00E107CB" w:rsidRPr="00D82E9E" w:rsidRDefault="00E107CB" w:rsidP="00374099">
      <w:pPr>
        <w:numPr>
          <w:ilvl w:val="0"/>
          <w:numId w:val="14"/>
        </w:numPr>
        <w:spacing w:after="240"/>
        <w:ind w:left="357" w:hanging="357"/>
        <w:jc w:val="both"/>
        <w:rPr>
          <w:rFonts w:ascii="Verdana" w:hAnsi="Verdana" w:cs="Calibri"/>
        </w:rPr>
      </w:pPr>
      <w:r w:rsidRPr="00E6158F">
        <w:rPr>
          <w:rFonts w:ascii="Verdana" w:hAnsi="Verdana" w:cs="Calibri"/>
        </w:rPr>
        <w:t xml:space="preserve">Oświadczamy, że cena ofertowa zawiera wszystkie koszty związane z realizacją przedmiotu </w:t>
      </w:r>
      <w:r w:rsidR="00D521B2" w:rsidRPr="00E6158F">
        <w:rPr>
          <w:rFonts w:ascii="Verdana" w:hAnsi="Verdana" w:cs="Calibri"/>
        </w:rPr>
        <w:t xml:space="preserve">Zakupu </w:t>
      </w:r>
      <w:r w:rsidRPr="00D82E9E">
        <w:rPr>
          <w:rFonts w:ascii="Verdana" w:hAnsi="Verdana" w:cs="Calibri"/>
        </w:rPr>
        <w:t>i</w:t>
      </w:r>
      <w:r w:rsidR="006240D7" w:rsidRPr="00D82E9E">
        <w:rPr>
          <w:rFonts w:ascii="Verdana" w:hAnsi="Verdana" w:cs="Calibri"/>
        </w:rPr>
        <w:t> </w:t>
      </w:r>
      <w:r w:rsidRPr="00334922">
        <w:rPr>
          <w:rFonts w:ascii="Verdana" w:hAnsi="Verdana" w:cs="Calibri"/>
        </w:rPr>
        <w:t xml:space="preserve">pozostanie niezmienna do końca realizacji </w:t>
      </w:r>
      <w:r w:rsidR="0049751D" w:rsidRPr="00334922">
        <w:rPr>
          <w:rFonts w:ascii="Verdana" w:hAnsi="Verdana" w:cs="Calibri"/>
        </w:rPr>
        <w:t>umowy</w:t>
      </w:r>
      <w:r w:rsidRPr="00D82E9E">
        <w:rPr>
          <w:rFonts w:ascii="Verdana" w:hAnsi="Verdana" w:cs="Calibri"/>
        </w:rPr>
        <w:t>.</w:t>
      </w:r>
    </w:p>
    <w:p w14:paraId="2D4BCCCC" w14:textId="5256575A" w:rsidR="004501E1" w:rsidRPr="001105BD" w:rsidRDefault="00E107CB" w:rsidP="00374099">
      <w:pPr>
        <w:numPr>
          <w:ilvl w:val="0"/>
          <w:numId w:val="14"/>
        </w:numPr>
        <w:spacing w:after="240"/>
        <w:ind w:left="357" w:hanging="357"/>
        <w:jc w:val="both"/>
        <w:rPr>
          <w:rFonts w:ascii="Verdana" w:hAnsi="Verdana" w:cs="Calibri"/>
        </w:rPr>
      </w:pPr>
      <w:r w:rsidRPr="3B3BBD7C">
        <w:rPr>
          <w:rFonts w:ascii="Verdana" w:hAnsi="Verdana" w:cs="Calibri"/>
        </w:rPr>
        <w:t>Oświadczamy</w:t>
      </w:r>
      <w:r w:rsidRPr="001105BD">
        <w:rPr>
          <w:rFonts w:ascii="Verdana" w:hAnsi="Verdana" w:cs="Calibri"/>
        </w:rPr>
        <w:t xml:space="preserve">, że </w:t>
      </w:r>
      <w:r w:rsidR="00807178" w:rsidRPr="001105BD">
        <w:rPr>
          <w:rFonts w:ascii="Verdana" w:hAnsi="Verdana" w:cs="Calibri"/>
        </w:rPr>
        <w:t>wdrożymy system do wycen</w:t>
      </w:r>
      <w:r w:rsidRPr="001105BD">
        <w:rPr>
          <w:rFonts w:ascii="Verdana" w:hAnsi="Verdana" w:cs="Calibri"/>
        </w:rPr>
        <w:t xml:space="preserve"> w </w:t>
      </w:r>
      <w:r w:rsidR="001E601D" w:rsidRPr="001105BD">
        <w:rPr>
          <w:rFonts w:ascii="Verdana" w:hAnsi="Verdana" w:cs="Calibri"/>
        </w:rPr>
        <w:t>terminie</w:t>
      </w:r>
      <w:r w:rsidR="004501E1" w:rsidRPr="001105BD">
        <w:rPr>
          <w:rFonts w:ascii="Verdana" w:hAnsi="Verdana" w:cs="Calibri"/>
        </w:rPr>
        <w:t xml:space="preserve">: </w:t>
      </w:r>
      <w:r w:rsidR="74F33118" w:rsidRPr="001105BD">
        <w:rPr>
          <w:rFonts w:ascii="Verdana" w:hAnsi="Verdana" w:cs="Calibri"/>
        </w:rPr>
        <w:t xml:space="preserve">max. do </w:t>
      </w:r>
      <w:r w:rsidR="00CB362B" w:rsidRPr="001105BD">
        <w:rPr>
          <w:rFonts w:ascii="Verdana" w:hAnsi="Verdana" w:cs="Calibri"/>
        </w:rPr>
        <w:t>17 miesięcy od momentu podpisania umowy</w:t>
      </w:r>
      <w:r w:rsidR="004501E1" w:rsidRPr="001105BD">
        <w:rPr>
          <w:rFonts w:ascii="Verdana" w:hAnsi="Verdana" w:cs="Calibri"/>
        </w:rPr>
        <w:t>.</w:t>
      </w:r>
    </w:p>
    <w:p w14:paraId="4FFC7BE2" w14:textId="77777777" w:rsidR="00E107CB" w:rsidRPr="00E6158F" w:rsidRDefault="00B46016" w:rsidP="00374099">
      <w:pPr>
        <w:numPr>
          <w:ilvl w:val="0"/>
          <w:numId w:val="14"/>
        </w:numPr>
        <w:spacing w:after="240"/>
        <w:ind w:left="357" w:hanging="357"/>
        <w:jc w:val="both"/>
        <w:rPr>
          <w:rFonts w:ascii="Verdana" w:hAnsi="Verdana" w:cs="Calibri"/>
        </w:rPr>
      </w:pPr>
      <w:r w:rsidRPr="00E6158F">
        <w:rPr>
          <w:rFonts w:ascii="Verdana" w:hAnsi="Verdana" w:cs="Calibri"/>
        </w:rPr>
        <w:t>Oświadczamy, że zawarty</w:t>
      </w:r>
      <w:r w:rsidR="00E107CB" w:rsidRPr="00E6158F">
        <w:rPr>
          <w:rFonts w:ascii="Verdana" w:hAnsi="Verdana" w:cs="Calibri"/>
        </w:rPr>
        <w:t xml:space="preserve"> w </w:t>
      </w:r>
      <w:r w:rsidR="002F70FF" w:rsidRPr="00E6158F">
        <w:rPr>
          <w:rFonts w:ascii="Verdana" w:hAnsi="Verdana" w:cs="Calibri"/>
        </w:rPr>
        <w:t>SWZ</w:t>
      </w:r>
      <w:r w:rsidR="00E107CB" w:rsidRPr="00E6158F">
        <w:rPr>
          <w:rFonts w:ascii="Verdana" w:hAnsi="Verdana" w:cs="Calibri"/>
        </w:rPr>
        <w:t xml:space="preserve"> </w:t>
      </w:r>
      <w:r w:rsidRPr="00E6158F">
        <w:rPr>
          <w:rFonts w:ascii="Verdana" w:hAnsi="Verdana" w:cs="Calibri"/>
        </w:rPr>
        <w:t>wzór</w:t>
      </w:r>
      <w:r w:rsidR="00E107CB" w:rsidRPr="00E6158F">
        <w:rPr>
          <w:rFonts w:ascii="Verdana" w:hAnsi="Verdana" w:cs="Calibri"/>
        </w:rPr>
        <w:t xml:space="preserve"> umowy</w:t>
      </w:r>
      <w:r w:rsidR="00701C3A" w:rsidRPr="00E6158F">
        <w:rPr>
          <w:rFonts w:ascii="Verdana" w:hAnsi="Verdana" w:cs="Calibri"/>
        </w:rPr>
        <w:t xml:space="preserve"> (IPU)</w:t>
      </w:r>
      <w:r w:rsidR="00E107CB" w:rsidRPr="00E6158F">
        <w:rPr>
          <w:rFonts w:ascii="Verdana" w:hAnsi="Verdana" w:cs="Calibri"/>
        </w:rPr>
        <w:t xml:space="preserve"> akceptujemy i zobow</w:t>
      </w:r>
      <w:r w:rsidR="00742D67">
        <w:rPr>
          <w:rFonts w:ascii="Verdana" w:hAnsi="Verdana" w:cs="Calibri"/>
        </w:rPr>
        <w:t>iązujemy się – w </w:t>
      </w:r>
      <w:r w:rsidR="00E107CB" w:rsidRPr="00E6158F">
        <w:rPr>
          <w:rFonts w:ascii="Verdana" w:hAnsi="Verdana" w:cs="Calibri"/>
        </w:rPr>
        <w:t xml:space="preserve">przypadku wybrania naszej oferty do zawarcia umowy </w:t>
      </w:r>
      <w:r w:rsidR="00742D67">
        <w:rPr>
          <w:rFonts w:ascii="Verdana" w:hAnsi="Verdana" w:cs="Calibri"/>
        </w:rPr>
        <w:t>na warunkach nich określonych i </w:t>
      </w:r>
      <w:r w:rsidR="00E107CB" w:rsidRPr="00E6158F">
        <w:rPr>
          <w:rFonts w:ascii="Verdana" w:hAnsi="Verdana" w:cs="Calibri"/>
        </w:rPr>
        <w:t>terminie wskaza</w:t>
      </w:r>
      <w:r w:rsidR="00F65255" w:rsidRPr="00E6158F">
        <w:rPr>
          <w:rFonts w:ascii="Verdana" w:hAnsi="Verdana" w:cs="Calibri"/>
        </w:rPr>
        <w:t>nym przez Zamawiającego</w:t>
      </w:r>
      <w:r w:rsidR="00561DBD" w:rsidRPr="00E6158F">
        <w:rPr>
          <w:rFonts w:ascii="Verdana" w:hAnsi="Verdana" w:cs="Calibri"/>
        </w:rPr>
        <w:t>.</w:t>
      </w:r>
    </w:p>
    <w:p w14:paraId="24297BC6" w14:textId="77777777" w:rsidR="008425F0" w:rsidRPr="00E6158F" w:rsidRDefault="00AB27D5" w:rsidP="00374099">
      <w:pPr>
        <w:numPr>
          <w:ilvl w:val="0"/>
          <w:numId w:val="14"/>
        </w:numPr>
        <w:spacing w:after="240"/>
        <w:ind w:left="357" w:hanging="357"/>
        <w:jc w:val="both"/>
        <w:rPr>
          <w:rFonts w:ascii="Verdana" w:hAnsi="Verdana" w:cs="Calibri"/>
        </w:rPr>
      </w:pPr>
      <w:r w:rsidRPr="00E6158F">
        <w:rPr>
          <w:rFonts w:ascii="Verdana" w:hAnsi="Verdana" w:cs="Calibri"/>
        </w:rPr>
        <w:t xml:space="preserve">Oświadczamy, że zapoznaliśmy się z zasadami określonymi w Kodeksie Postępowania dla Partnerów Biznesowych Spółek GK PGE oraz w Dobrych praktykach zakupowych. W przypadku wyboru naszej Oferty ostatecznej zapewniamy, że </w:t>
      </w:r>
      <w:r w:rsidR="0099382C" w:rsidRPr="00E6158F">
        <w:rPr>
          <w:rFonts w:ascii="Verdana" w:hAnsi="Verdana" w:cs="Calibri"/>
        </w:rPr>
        <w:t xml:space="preserve">w swojej działalności </w:t>
      </w:r>
      <w:r w:rsidR="009F58B6" w:rsidRPr="00E6158F">
        <w:rPr>
          <w:rFonts w:ascii="Verdana" w:hAnsi="Verdana" w:cs="Calibri"/>
        </w:rPr>
        <w:t xml:space="preserve">będziemy przestrzegać wszystkich obowiązujących przepisów prawa oraz postanowień wyżej wymienionych dokumentów. </w:t>
      </w:r>
      <w:r w:rsidR="009F58B6" w:rsidRPr="00E6158F">
        <w:rPr>
          <w:rFonts w:ascii="Verdana" w:hAnsi="Verdana" w:cs="Calibri"/>
        </w:rPr>
        <w:lastRenderedPageBreak/>
        <w:t xml:space="preserve">Oświadczamy że dołożymy należytej staranności, aby </w:t>
      </w:r>
      <w:r w:rsidRPr="00E6158F">
        <w:rPr>
          <w:rFonts w:ascii="Verdana" w:hAnsi="Verdana" w:cs="Calibri"/>
        </w:rPr>
        <w:t xml:space="preserve">nasi pracownicy, współpracownicy, </w:t>
      </w:r>
      <w:r w:rsidR="009F58B6" w:rsidRPr="00E6158F">
        <w:rPr>
          <w:rFonts w:ascii="Verdana" w:hAnsi="Verdana" w:cs="Calibri"/>
        </w:rPr>
        <w:t xml:space="preserve">podwykonawcy lub </w:t>
      </w:r>
      <w:r w:rsidRPr="00E6158F">
        <w:rPr>
          <w:rFonts w:ascii="Verdana" w:hAnsi="Verdana" w:cs="Calibri"/>
        </w:rPr>
        <w:t>osoby, przy pomocy, których będziemy świadczyć usługi/dostawy/roboty budowlane przestrzega</w:t>
      </w:r>
      <w:r w:rsidR="009F58B6" w:rsidRPr="00E6158F">
        <w:rPr>
          <w:rFonts w:ascii="Verdana" w:hAnsi="Verdana" w:cs="Calibri"/>
        </w:rPr>
        <w:t>li</w:t>
      </w:r>
      <w:r w:rsidR="006240D7" w:rsidRPr="00E6158F">
        <w:rPr>
          <w:rFonts w:ascii="Verdana" w:hAnsi="Verdana" w:cs="Calibri"/>
        </w:rPr>
        <w:t xml:space="preserve"> </w:t>
      </w:r>
      <w:r w:rsidRPr="00E6158F">
        <w:rPr>
          <w:rFonts w:ascii="Verdana" w:hAnsi="Verdana" w:cs="Calibri"/>
        </w:rPr>
        <w:t>postanowień wyżej wymienionych dokumentów.</w:t>
      </w:r>
    </w:p>
    <w:p w14:paraId="667E1945" w14:textId="5165FA5C" w:rsidR="00450C17" w:rsidRPr="001105BD" w:rsidRDefault="00450C17" w:rsidP="00374099">
      <w:pPr>
        <w:numPr>
          <w:ilvl w:val="0"/>
          <w:numId w:val="14"/>
        </w:numPr>
        <w:spacing w:after="240"/>
        <w:ind w:left="357" w:hanging="357"/>
        <w:jc w:val="both"/>
        <w:rPr>
          <w:rFonts w:ascii="Verdana" w:hAnsi="Verdana" w:cs="Calibri"/>
        </w:rPr>
      </w:pPr>
      <w:r w:rsidRPr="001105BD">
        <w:rPr>
          <w:rFonts w:ascii="Verdana" w:hAnsi="Verdana" w:cs="Calibri"/>
        </w:rPr>
        <w:t xml:space="preserve">Oświadczamy, że udzielamy </w:t>
      </w:r>
      <w:r w:rsidR="00A67A95" w:rsidRPr="001105BD">
        <w:rPr>
          <w:rFonts w:ascii="Verdana" w:hAnsi="Verdana" w:cs="Calibri"/>
        </w:rPr>
        <w:t>24</w:t>
      </w:r>
      <w:r w:rsidRPr="001105BD">
        <w:rPr>
          <w:rFonts w:ascii="Verdana" w:hAnsi="Verdana" w:cs="Calibri"/>
        </w:rPr>
        <w:t xml:space="preserve"> miesięcznej gwarancji i </w:t>
      </w:r>
      <w:r w:rsidR="00A67A95" w:rsidRPr="001105BD">
        <w:rPr>
          <w:rFonts w:ascii="Verdana" w:hAnsi="Verdana" w:cs="Calibri"/>
        </w:rPr>
        <w:t>24</w:t>
      </w:r>
      <w:r w:rsidR="00C80231" w:rsidRPr="001105BD">
        <w:rPr>
          <w:rFonts w:ascii="Verdana" w:hAnsi="Verdana" w:cs="Calibri"/>
        </w:rPr>
        <w:t xml:space="preserve"> miesięcznej </w:t>
      </w:r>
      <w:r w:rsidRPr="001105BD">
        <w:rPr>
          <w:rFonts w:ascii="Verdana" w:hAnsi="Verdana" w:cs="Calibri"/>
        </w:rPr>
        <w:t xml:space="preserve">rękojmi na </w:t>
      </w:r>
      <w:r w:rsidR="00A67A95" w:rsidRPr="001105BD">
        <w:rPr>
          <w:rFonts w:ascii="Verdana" w:hAnsi="Verdana" w:cs="Calibri"/>
        </w:rPr>
        <w:t>realizację Systemu do wycen</w:t>
      </w:r>
      <w:r w:rsidRPr="001105BD">
        <w:rPr>
          <w:rFonts w:ascii="Verdana" w:hAnsi="Verdana" w:cs="Calibri"/>
        </w:rPr>
        <w:t>.</w:t>
      </w:r>
    </w:p>
    <w:p w14:paraId="0E9C4AB4" w14:textId="347F596D" w:rsidR="00450C17" w:rsidRPr="00E6158F" w:rsidRDefault="00450C17" w:rsidP="00374099">
      <w:pPr>
        <w:numPr>
          <w:ilvl w:val="0"/>
          <w:numId w:val="14"/>
        </w:numPr>
        <w:spacing w:after="240"/>
        <w:ind w:left="357" w:hanging="357"/>
        <w:jc w:val="both"/>
        <w:rPr>
          <w:rFonts w:ascii="Verdana" w:hAnsi="Verdana" w:cs="Calibri"/>
        </w:rPr>
      </w:pPr>
      <w:r w:rsidRPr="00E6158F">
        <w:rPr>
          <w:rFonts w:ascii="Verdana" w:hAnsi="Verdana" w:cs="Calibri"/>
        </w:rPr>
        <w:t>Oświadczamy, że uważamy się za związanych niniejsza ofertą p</w:t>
      </w:r>
      <w:r w:rsidR="00742D67">
        <w:rPr>
          <w:rFonts w:ascii="Verdana" w:hAnsi="Verdana" w:cs="Calibri"/>
        </w:rPr>
        <w:t xml:space="preserve">rzez okres: </w:t>
      </w:r>
      <w:r w:rsidR="005C078C">
        <w:rPr>
          <w:rFonts w:ascii="Verdana" w:hAnsi="Verdana" w:cs="Calibri"/>
        </w:rPr>
        <w:t>90</w:t>
      </w:r>
      <w:r w:rsidR="00742D67">
        <w:rPr>
          <w:rFonts w:ascii="Verdana" w:hAnsi="Verdana" w:cs="Calibri"/>
        </w:rPr>
        <w:t xml:space="preserve"> dni od dnia w </w:t>
      </w:r>
      <w:r w:rsidRPr="00E6158F">
        <w:rPr>
          <w:rFonts w:ascii="Verdana" w:hAnsi="Verdana" w:cs="Calibri"/>
        </w:rPr>
        <w:t>którym upływa termin składania ofert.</w:t>
      </w:r>
    </w:p>
    <w:p w14:paraId="1CEA9EAE" w14:textId="77288BF7" w:rsidR="0049751D" w:rsidRPr="00E6158F" w:rsidRDefault="0049751D" w:rsidP="00FA1364">
      <w:pPr>
        <w:numPr>
          <w:ilvl w:val="0"/>
          <w:numId w:val="14"/>
        </w:numPr>
        <w:spacing w:after="240"/>
        <w:ind w:left="357" w:hanging="357"/>
        <w:jc w:val="both"/>
        <w:rPr>
          <w:rFonts w:ascii="Verdana" w:hAnsi="Verdana" w:cs="Calibri"/>
          <w:i/>
        </w:rPr>
      </w:pPr>
      <w:r w:rsidRPr="00E6158F">
        <w:rPr>
          <w:rFonts w:ascii="Verdana" w:hAnsi="Verdana" w:cs="Calibri"/>
        </w:rPr>
        <w:t xml:space="preserve">Powierzymy </w:t>
      </w:r>
      <w:r w:rsidR="00381528" w:rsidRPr="00E6158F">
        <w:rPr>
          <w:rFonts w:ascii="Verdana" w:hAnsi="Verdana" w:cs="Calibri"/>
        </w:rPr>
        <w:t xml:space="preserve">realizację </w:t>
      </w:r>
      <w:r w:rsidRPr="00E6158F">
        <w:rPr>
          <w:rFonts w:ascii="Verdana" w:hAnsi="Verdana" w:cs="Calibri"/>
        </w:rPr>
        <w:t>następując</w:t>
      </w:r>
      <w:r w:rsidR="00381528" w:rsidRPr="00E6158F">
        <w:rPr>
          <w:rFonts w:ascii="Verdana" w:hAnsi="Verdana" w:cs="Calibri"/>
        </w:rPr>
        <w:t>ych</w:t>
      </w:r>
      <w:r w:rsidRPr="00E6158F">
        <w:rPr>
          <w:rFonts w:ascii="Verdana" w:hAnsi="Verdana" w:cs="Calibri"/>
        </w:rPr>
        <w:t xml:space="preserve"> części Za</w:t>
      </w:r>
      <w:r w:rsidR="00381528" w:rsidRPr="00E6158F">
        <w:rPr>
          <w:rFonts w:ascii="Verdana" w:hAnsi="Verdana" w:cs="Calibri"/>
        </w:rPr>
        <w:t>kupu</w:t>
      </w:r>
      <w:r w:rsidRPr="00E6158F">
        <w:rPr>
          <w:rFonts w:ascii="Verdana" w:hAnsi="Verdana" w:cs="Calibri"/>
        </w:rPr>
        <w:t xml:space="preserve"> podwykonawcom: </w:t>
      </w:r>
      <w:r w:rsidR="009713C7">
        <w:rPr>
          <w:rFonts w:ascii="Verdana" w:hAnsi="Verdana" w:cs="Calibri"/>
          <w:color w:val="7297CE"/>
          <w:sz w:val="16"/>
          <w:szCs w:val="16"/>
        </w:rPr>
        <w:t xml:space="preserve">(w </w:t>
      </w:r>
      <w:r w:rsidR="009713C7" w:rsidRPr="00066681">
        <w:rPr>
          <w:rFonts w:ascii="Verdana" w:hAnsi="Verdana" w:cs="Calibri"/>
          <w:color w:val="7297CE"/>
          <w:sz w:val="16"/>
          <w:szCs w:val="16"/>
        </w:rPr>
        <w:t xml:space="preserve">przypadku więcej niż jednego </w:t>
      </w:r>
      <w:r w:rsidR="009713C7">
        <w:rPr>
          <w:rFonts w:ascii="Verdana" w:hAnsi="Verdana" w:cs="Calibri"/>
          <w:color w:val="7297CE"/>
          <w:sz w:val="16"/>
          <w:szCs w:val="16"/>
        </w:rPr>
        <w:t>podwykonawcy</w:t>
      </w:r>
      <w:r w:rsidR="009713C7" w:rsidRPr="00066681">
        <w:rPr>
          <w:rFonts w:ascii="Verdana" w:hAnsi="Verdana" w:cs="Calibri"/>
          <w:color w:val="7297CE"/>
          <w:sz w:val="16"/>
          <w:szCs w:val="16"/>
        </w:rPr>
        <w:t>, należy powielić treść pkt t</w:t>
      </w:r>
      <w:r w:rsidR="009713C7">
        <w:rPr>
          <w:rFonts w:ascii="Verdana" w:hAnsi="Verdana" w:cs="Calibri"/>
          <w:color w:val="7297CE"/>
          <w:sz w:val="16"/>
          <w:szCs w:val="16"/>
        </w:rPr>
        <w:t>yle razy, ile jest to konieczne)</w:t>
      </w:r>
    </w:p>
    <w:p w14:paraId="6FD63108" w14:textId="698E852E" w:rsidR="0049751D" w:rsidRDefault="0049751D" w:rsidP="00C7449D">
      <w:pPr>
        <w:numPr>
          <w:ilvl w:val="0"/>
          <w:numId w:val="25"/>
        </w:numPr>
        <w:spacing w:after="240"/>
        <w:ind w:left="357" w:hanging="357"/>
        <w:jc w:val="both"/>
        <w:rPr>
          <w:rFonts w:ascii="Verdana" w:hAnsi="Verdana" w:cs="Calibri"/>
          <w:color w:val="000000"/>
        </w:rPr>
      </w:pPr>
      <w:r w:rsidRPr="00E6158F">
        <w:rPr>
          <w:rFonts w:ascii="Verdana" w:hAnsi="Verdana" w:cs="Calibri"/>
          <w:color w:val="000000"/>
        </w:rPr>
        <w:t>.............................................</w:t>
      </w:r>
      <w:r w:rsidR="0082419F">
        <w:rPr>
          <w:rFonts w:ascii="Verdana" w:hAnsi="Verdana" w:cs="Calibri"/>
          <w:color w:val="000000"/>
        </w:rPr>
        <w:t xml:space="preserve"> </w:t>
      </w:r>
      <w:r w:rsidR="0082419F" w:rsidRPr="00A77AA4">
        <w:rPr>
          <w:rFonts w:ascii="Verdana" w:hAnsi="Verdana" w:cs="Calibri"/>
          <w:i/>
          <w:color w:val="7297CE"/>
          <w:sz w:val="16"/>
          <w:szCs w:val="16"/>
        </w:rPr>
        <w:t>(nazwa firmy)</w:t>
      </w:r>
      <w:r w:rsidR="0082419F" w:rsidRPr="00A77AA4">
        <w:rPr>
          <w:rFonts w:ascii="Verdana" w:hAnsi="Verdana" w:cs="Calibri"/>
          <w:color w:val="7297CE"/>
        </w:rPr>
        <w:t xml:space="preserve"> </w:t>
      </w:r>
      <w:r w:rsidR="0082419F">
        <w:rPr>
          <w:rFonts w:ascii="Verdana" w:hAnsi="Verdana" w:cs="Calibri"/>
          <w:color w:val="000000"/>
        </w:rPr>
        <w:t>z siedzibą w …………………….</w:t>
      </w:r>
      <w:r w:rsidRPr="00E6158F">
        <w:rPr>
          <w:rFonts w:ascii="Verdana" w:hAnsi="Verdana" w:cs="Calibri"/>
          <w:color w:val="000000"/>
        </w:rPr>
        <w:t>,</w:t>
      </w:r>
      <w:r w:rsidR="0082419F">
        <w:rPr>
          <w:rFonts w:ascii="Verdana" w:hAnsi="Verdana" w:cs="Calibri"/>
          <w:color w:val="000000"/>
        </w:rPr>
        <w:t xml:space="preserve"> </w:t>
      </w:r>
      <w:r w:rsidRPr="00E6158F">
        <w:rPr>
          <w:rFonts w:ascii="Verdana" w:hAnsi="Verdana" w:cs="Calibri"/>
          <w:color w:val="000000"/>
        </w:rPr>
        <w:t>- zakres podwykonawstwa ……………………………………………………</w:t>
      </w:r>
      <w:r w:rsidR="0082419F">
        <w:rPr>
          <w:rFonts w:ascii="Verdana" w:hAnsi="Verdana" w:cs="Calibri"/>
          <w:color w:val="000000"/>
        </w:rPr>
        <w:t xml:space="preserve"> udział cenowy w </w:t>
      </w:r>
      <w:r w:rsidR="0082419F" w:rsidRPr="0082419F">
        <w:rPr>
          <w:rFonts w:ascii="Verdana" w:hAnsi="Verdana" w:cs="Calibri"/>
          <w:color w:val="000000"/>
        </w:rPr>
        <w:t>realizacji zam</w:t>
      </w:r>
      <w:r w:rsidR="0082419F">
        <w:rPr>
          <w:rFonts w:ascii="Verdana" w:hAnsi="Verdana" w:cs="Calibri"/>
          <w:color w:val="000000"/>
        </w:rPr>
        <w:t>ówienia będzie wynosił ………………………</w:t>
      </w:r>
      <w:r w:rsidR="0082419F" w:rsidRPr="0082419F">
        <w:rPr>
          <w:rFonts w:ascii="Verdana" w:hAnsi="Verdana" w:cs="Calibri"/>
          <w:color w:val="000000"/>
        </w:rPr>
        <w:t xml:space="preserve"> zł brutto</w:t>
      </w:r>
      <w:r w:rsidR="0082419F">
        <w:rPr>
          <w:rFonts w:ascii="Verdana" w:hAnsi="Verdana" w:cs="Calibri"/>
          <w:color w:val="000000"/>
        </w:rPr>
        <w:t>,</w:t>
      </w:r>
      <w:r w:rsidR="0082419F" w:rsidRPr="0082419F">
        <w:rPr>
          <w:rFonts w:ascii="Verdana" w:hAnsi="Verdana" w:cs="Calibri"/>
          <w:color w:val="000000"/>
        </w:rPr>
        <w:t xml:space="preserve"> co stanowi ………% ceny oferty brutto</w:t>
      </w:r>
      <w:r w:rsidR="0082419F">
        <w:rPr>
          <w:rFonts w:ascii="Verdana" w:hAnsi="Verdana" w:cs="Calibri"/>
          <w:color w:val="000000"/>
        </w:rPr>
        <w:t>.</w:t>
      </w:r>
    </w:p>
    <w:p w14:paraId="0ED76F51" w14:textId="42479283" w:rsidR="00C7449D" w:rsidRPr="00E6158F" w:rsidRDefault="00C7449D" w:rsidP="00740760">
      <w:pPr>
        <w:numPr>
          <w:ilvl w:val="0"/>
          <w:numId w:val="14"/>
        </w:numPr>
        <w:spacing w:after="240"/>
        <w:contextualSpacing/>
        <w:jc w:val="both"/>
        <w:rPr>
          <w:rFonts w:ascii="Verdana" w:hAnsi="Verdana" w:cs="Calibri"/>
          <w:i/>
        </w:rPr>
      </w:pPr>
      <w:r w:rsidRPr="00E6158F">
        <w:rPr>
          <w:rFonts w:ascii="Verdana" w:hAnsi="Verdana" w:cs="Calibri"/>
        </w:rPr>
        <w:t xml:space="preserve">Powierzymy realizację następujących części Zakupu </w:t>
      </w:r>
      <w:r>
        <w:rPr>
          <w:rFonts w:ascii="Verdana" w:hAnsi="Verdana" w:cs="Calibri"/>
        </w:rPr>
        <w:t>dostawcom</w:t>
      </w:r>
      <w:r w:rsidR="00740760">
        <w:rPr>
          <w:rFonts w:ascii="Verdana" w:hAnsi="Verdana" w:cs="Calibri"/>
        </w:rPr>
        <w:t xml:space="preserve"> </w:t>
      </w:r>
      <w:r w:rsidR="00740760" w:rsidRPr="00740760">
        <w:rPr>
          <w:rFonts w:ascii="Verdana" w:hAnsi="Verdana" w:cs="Calibri"/>
          <w:color w:val="7297CE"/>
          <w:sz w:val="16"/>
          <w:szCs w:val="16"/>
        </w:rPr>
        <w:t>(wypełnić w przypadku dostawcy, na którego przypada ponad 10% wartości zamówienia</w:t>
      </w:r>
      <w:r w:rsidR="009713C7">
        <w:rPr>
          <w:rFonts w:ascii="Verdana" w:hAnsi="Verdana" w:cs="Calibri"/>
          <w:color w:val="7297CE"/>
          <w:sz w:val="16"/>
          <w:szCs w:val="16"/>
        </w:rPr>
        <w:t xml:space="preserve">. </w:t>
      </w:r>
      <w:r w:rsidR="009713C7" w:rsidRPr="00066681">
        <w:rPr>
          <w:rFonts w:ascii="Verdana" w:hAnsi="Verdana" w:cs="Calibri"/>
          <w:color w:val="7297CE"/>
          <w:sz w:val="16"/>
          <w:szCs w:val="16"/>
        </w:rPr>
        <w:t xml:space="preserve">W przypadku więcej niż jednego </w:t>
      </w:r>
      <w:r w:rsidR="009713C7">
        <w:rPr>
          <w:rFonts w:ascii="Verdana" w:hAnsi="Verdana" w:cs="Calibri"/>
          <w:color w:val="7297CE"/>
          <w:sz w:val="16"/>
          <w:szCs w:val="16"/>
        </w:rPr>
        <w:t>dostawcy</w:t>
      </w:r>
      <w:r w:rsidR="009713C7" w:rsidRPr="00066681">
        <w:rPr>
          <w:rFonts w:ascii="Verdana" w:hAnsi="Verdana" w:cs="Calibri"/>
          <w:color w:val="7297CE"/>
          <w:sz w:val="16"/>
          <w:szCs w:val="16"/>
        </w:rPr>
        <w:t>, na którego przypada ponad 10% wartości zamówienia, należy powielić treść pkt t</w:t>
      </w:r>
      <w:r w:rsidR="009713C7">
        <w:rPr>
          <w:rFonts w:ascii="Verdana" w:hAnsi="Verdana" w:cs="Calibri"/>
          <w:color w:val="7297CE"/>
          <w:sz w:val="16"/>
          <w:szCs w:val="16"/>
        </w:rPr>
        <w:t>yle razy, ile jest to konieczne</w:t>
      </w:r>
      <w:r w:rsidR="00740760" w:rsidRPr="00740760">
        <w:rPr>
          <w:rFonts w:ascii="Verdana" w:hAnsi="Verdana" w:cs="Calibri"/>
          <w:color w:val="7297CE"/>
          <w:sz w:val="16"/>
          <w:szCs w:val="16"/>
        </w:rPr>
        <w:t>)</w:t>
      </w:r>
      <w:r w:rsidRPr="00E6158F">
        <w:rPr>
          <w:rFonts w:ascii="Verdana" w:hAnsi="Verdana" w:cs="Calibri"/>
        </w:rPr>
        <w:t xml:space="preserve">: </w:t>
      </w:r>
    </w:p>
    <w:p w14:paraId="78A33A25" w14:textId="79D62255" w:rsidR="00344A9B" w:rsidRDefault="00C7449D" w:rsidP="00C7449D">
      <w:pPr>
        <w:pStyle w:val="Akapitzlist"/>
        <w:numPr>
          <w:ilvl w:val="0"/>
          <w:numId w:val="25"/>
        </w:numPr>
        <w:spacing w:after="240"/>
        <w:jc w:val="both"/>
        <w:rPr>
          <w:rFonts w:ascii="Verdana" w:hAnsi="Verdana" w:cs="Calibri"/>
          <w:color w:val="000000"/>
        </w:rPr>
      </w:pPr>
      <w:r w:rsidRPr="00A3027B">
        <w:rPr>
          <w:rFonts w:ascii="Verdana" w:hAnsi="Verdana" w:cs="Calibri"/>
          <w:color w:val="000000"/>
        </w:rPr>
        <w:t xml:space="preserve">............................................. </w:t>
      </w:r>
      <w:r w:rsidRPr="00A3027B">
        <w:rPr>
          <w:rFonts w:ascii="Verdana" w:hAnsi="Verdana" w:cs="Calibri"/>
          <w:i/>
          <w:color w:val="7297CE"/>
          <w:sz w:val="16"/>
          <w:szCs w:val="16"/>
        </w:rPr>
        <w:t>(nazwa firmy)</w:t>
      </w:r>
      <w:r w:rsidRPr="00A3027B">
        <w:rPr>
          <w:rFonts w:ascii="Verdana" w:hAnsi="Verdana" w:cs="Calibri"/>
          <w:color w:val="7297CE"/>
        </w:rPr>
        <w:t xml:space="preserve"> </w:t>
      </w:r>
      <w:r w:rsidRPr="00A3027B">
        <w:rPr>
          <w:rFonts w:ascii="Verdana" w:hAnsi="Verdana" w:cs="Calibri"/>
          <w:color w:val="000000"/>
        </w:rPr>
        <w:t>z siedzibą w ……………………., - zakres dostaw …………………………………………………… udział cenowy w realizacji zamówienia będzie wynosił ……………………… zł brutto, co stanowi ………% ceny oferty brutto.</w:t>
      </w:r>
    </w:p>
    <w:p w14:paraId="0723E61D" w14:textId="3D0682CE" w:rsidR="00FC1456" w:rsidRDefault="001105BD" w:rsidP="001105BD">
      <w:pPr>
        <w:pStyle w:val="Akapitzlist"/>
        <w:numPr>
          <w:ilvl w:val="0"/>
          <w:numId w:val="14"/>
        </w:numPr>
        <w:spacing w:after="240"/>
        <w:jc w:val="both"/>
        <w:rPr>
          <w:rFonts w:ascii="Verdana" w:hAnsi="Verdana" w:cs="Calibri"/>
          <w:color w:val="000000"/>
        </w:rPr>
      </w:pPr>
      <w:r>
        <w:rPr>
          <w:rFonts w:ascii="Verdana" w:hAnsi="Verdana" w:cs="Calibri"/>
          <w:color w:val="000000"/>
        </w:rPr>
        <w:t>Nie dotyczy.</w:t>
      </w:r>
    </w:p>
    <w:p w14:paraId="2C9FC6CD" w14:textId="641FCFCC" w:rsidR="00561DBD" w:rsidRPr="00E6158F" w:rsidRDefault="009C2E7B" w:rsidP="00374099">
      <w:pPr>
        <w:pStyle w:val="WW-Tekstpodstawowy3"/>
        <w:numPr>
          <w:ilvl w:val="0"/>
          <w:numId w:val="14"/>
        </w:numPr>
        <w:tabs>
          <w:tab w:val="clear" w:pos="1134"/>
        </w:tabs>
        <w:spacing w:after="240" w:line="240" w:lineRule="auto"/>
        <w:ind w:left="357" w:hanging="357"/>
        <w:contextualSpacing/>
        <w:rPr>
          <w:rFonts w:ascii="Verdana" w:hAnsi="Verdana" w:cs="Calibri"/>
          <w:sz w:val="20"/>
        </w:rPr>
      </w:pPr>
      <w:r w:rsidRPr="00E6158F">
        <w:rPr>
          <w:rFonts w:ascii="Verdana" w:hAnsi="Verdana" w:cs="Calibri"/>
          <w:sz w:val="20"/>
        </w:rPr>
        <w:t>Wykonawca oświadcza, że rachunek bankowy</w:t>
      </w:r>
      <w:r w:rsidR="0019707D">
        <w:rPr>
          <w:rFonts w:ascii="Verdana" w:hAnsi="Verdana" w:cs="Calibri"/>
          <w:sz w:val="20"/>
        </w:rPr>
        <w:t xml:space="preserve"> nr ……………………………………………..</w:t>
      </w:r>
      <w:r w:rsidRPr="00E6158F">
        <w:rPr>
          <w:rFonts w:ascii="Verdana" w:hAnsi="Verdana" w:cs="Calibri"/>
          <w:sz w:val="20"/>
        </w:rPr>
        <w:t>, który wskazany będzie na fakturze jest / nie jest</w:t>
      </w:r>
      <w:r w:rsidRPr="009E4D9A">
        <w:rPr>
          <w:rFonts w:ascii="Verdana" w:hAnsi="Verdana" w:cs="Calibri"/>
          <w:color w:val="FF0000"/>
          <w:sz w:val="20"/>
        </w:rPr>
        <w:t>*</w:t>
      </w:r>
      <w:r w:rsidRPr="00E6158F">
        <w:rPr>
          <w:rFonts w:ascii="Verdana" w:hAnsi="Verdana" w:cs="Calibri"/>
          <w:sz w:val="20"/>
        </w:rPr>
        <w:t xml:space="preserve"> rachunkiem rozliczeniowym w rozumieniu przepisów Prawa bankowego, dla którego jest prowadzony rachunek VAT. </w:t>
      </w:r>
    </w:p>
    <w:p w14:paraId="089A65CA" w14:textId="77777777" w:rsidR="009C2E7B" w:rsidRPr="008C7814" w:rsidRDefault="009C2E7B" w:rsidP="00374099">
      <w:pPr>
        <w:pStyle w:val="WW-Tekstpodstawowy3"/>
        <w:tabs>
          <w:tab w:val="clear" w:pos="1134"/>
        </w:tabs>
        <w:spacing w:after="240" w:line="240" w:lineRule="auto"/>
        <w:ind w:left="357"/>
        <w:contextualSpacing/>
        <w:rPr>
          <w:rFonts w:ascii="Verdana" w:hAnsi="Verdana" w:cs="Calibri"/>
          <w:sz w:val="16"/>
          <w:szCs w:val="16"/>
        </w:rPr>
      </w:pPr>
      <w:r w:rsidRPr="008C7814">
        <w:rPr>
          <w:rFonts w:ascii="Verdana" w:hAnsi="Verdana" w:cs="Calibri"/>
          <w:sz w:val="16"/>
          <w:szCs w:val="16"/>
        </w:rPr>
        <w:t>(</w:t>
      </w:r>
      <w:r w:rsidRPr="009E4D9A">
        <w:rPr>
          <w:rFonts w:ascii="Verdana" w:hAnsi="Verdana" w:cs="Calibri"/>
          <w:color w:val="FF0000"/>
          <w:sz w:val="16"/>
          <w:szCs w:val="16"/>
        </w:rPr>
        <w:t>*niepotrzebne skreślić</w:t>
      </w:r>
      <w:r w:rsidRPr="008C7814">
        <w:rPr>
          <w:rFonts w:ascii="Verdana" w:hAnsi="Verdana" w:cs="Calibri"/>
          <w:sz w:val="16"/>
          <w:szCs w:val="16"/>
        </w:rPr>
        <w:t>).</w:t>
      </w:r>
    </w:p>
    <w:p w14:paraId="263FBC85" w14:textId="2BE0EA18" w:rsidR="00AC4BCA" w:rsidRPr="006D0CF5" w:rsidRDefault="00AC4BCA" w:rsidP="00D4287D">
      <w:pPr>
        <w:numPr>
          <w:ilvl w:val="0"/>
          <w:numId w:val="14"/>
        </w:numPr>
        <w:spacing w:after="240"/>
        <w:jc w:val="both"/>
        <w:rPr>
          <w:rFonts w:ascii="Verdana" w:hAnsi="Verdana" w:cs="Calibri"/>
          <w:color w:val="000000"/>
        </w:rPr>
      </w:pPr>
      <w:r w:rsidRPr="006D0CF5">
        <w:rPr>
          <w:rFonts w:ascii="Verdana" w:hAnsi="Verdana" w:cs="Calibri"/>
          <w:color w:val="000000"/>
        </w:rPr>
        <w:t xml:space="preserve">Oświadczamy, że nie podlegamy wykluczeniu na podstawie </w:t>
      </w:r>
      <w:r w:rsidR="00D4287D" w:rsidRPr="006D0CF5">
        <w:rPr>
          <w:rFonts w:ascii="Verdana" w:hAnsi="Verdana" w:cs="Calibri"/>
          <w:color w:val="000000"/>
        </w:rPr>
        <w:t xml:space="preserve">Rozdz. V </w:t>
      </w:r>
      <w:r w:rsidR="0078411F" w:rsidRPr="006D0CF5">
        <w:rPr>
          <w:rFonts w:ascii="Verdana" w:hAnsi="Verdana" w:cs="Calibri"/>
          <w:color w:val="000000"/>
        </w:rPr>
        <w:t>pkt</w:t>
      </w:r>
      <w:r w:rsidR="00D4287D" w:rsidRPr="006D0CF5">
        <w:rPr>
          <w:rFonts w:ascii="Verdana" w:hAnsi="Verdana" w:cs="Calibri"/>
          <w:color w:val="000000"/>
        </w:rPr>
        <w:t xml:space="preserve">. </w:t>
      </w:r>
      <w:r w:rsidR="007761DA" w:rsidRPr="006D0CF5">
        <w:rPr>
          <w:rFonts w:ascii="Verdana" w:hAnsi="Verdana" w:cs="Calibri"/>
          <w:color w:val="000000"/>
        </w:rPr>
        <w:t>5 i 12</w:t>
      </w:r>
      <w:r w:rsidR="00D4287D" w:rsidRPr="006D0CF5">
        <w:rPr>
          <w:rFonts w:ascii="Verdana" w:hAnsi="Verdana" w:cs="Calibri"/>
          <w:color w:val="000000"/>
        </w:rPr>
        <w:t xml:space="preserve"> SWZ – „Warunki udziału w postępowaniu oraz opis sposobu oceny spełniania tych warunków; przesłanki wykluczenia z postępowania”</w:t>
      </w:r>
      <w:r w:rsidRPr="006D0CF5">
        <w:rPr>
          <w:rFonts w:ascii="Verdana" w:hAnsi="Verdana" w:cs="Calibri"/>
          <w:color w:val="000000"/>
        </w:rPr>
        <w:t>.</w:t>
      </w:r>
    </w:p>
    <w:p w14:paraId="762FEE63" w14:textId="6E815ED3" w:rsidR="00980ACA" w:rsidRDefault="00980ACA" w:rsidP="00980ACA">
      <w:pPr>
        <w:numPr>
          <w:ilvl w:val="0"/>
          <w:numId w:val="14"/>
        </w:numPr>
        <w:spacing w:after="240"/>
        <w:ind w:left="357" w:hanging="357"/>
        <w:contextualSpacing/>
        <w:jc w:val="both"/>
        <w:rPr>
          <w:rFonts w:ascii="Verdana" w:hAnsi="Verdana" w:cs="Calibri"/>
          <w:color w:val="000000"/>
        </w:rPr>
      </w:pPr>
      <w:r w:rsidRPr="00980ACA">
        <w:rPr>
          <w:rFonts w:ascii="Verdana" w:hAnsi="Verdana" w:cs="Calibri"/>
          <w:color w:val="000000"/>
        </w:rPr>
        <w:t>Oświadczamy, że posiadamy / nie posiadamy</w:t>
      </w:r>
      <w:r w:rsidRPr="009E4D9A">
        <w:rPr>
          <w:rFonts w:ascii="Verdana" w:hAnsi="Verdana" w:cs="Calibri"/>
          <w:color w:val="FF0000"/>
        </w:rPr>
        <w:t>*</w:t>
      </w:r>
      <w:r w:rsidRPr="00980ACA">
        <w:rPr>
          <w:rFonts w:ascii="Verdana" w:hAnsi="Verdana" w:cs="Calibri"/>
          <w:color w:val="000000"/>
        </w:rPr>
        <w:t xml:space="preserve"> przeterminowanego zadłużenie/a w </w:t>
      </w:r>
      <w:r>
        <w:rPr>
          <w:rFonts w:ascii="Verdana" w:hAnsi="Verdana" w:cs="Calibri"/>
          <w:color w:val="000000"/>
        </w:rPr>
        <w:t>wysokości równej lub większej</w:t>
      </w:r>
      <w:r w:rsidRPr="00980ACA">
        <w:rPr>
          <w:rFonts w:ascii="Verdana" w:hAnsi="Verdana" w:cs="Calibri"/>
          <w:color w:val="000000"/>
        </w:rPr>
        <w:t xml:space="preserve"> 1% ceny oferty brutto.</w:t>
      </w:r>
    </w:p>
    <w:p w14:paraId="27D95563" w14:textId="02C309CE" w:rsidR="00980ACA" w:rsidRDefault="00980ACA" w:rsidP="00980ACA">
      <w:pPr>
        <w:spacing w:after="240"/>
        <w:ind w:left="357"/>
        <w:jc w:val="both"/>
        <w:rPr>
          <w:rFonts w:ascii="Verdana" w:hAnsi="Verdana" w:cs="Calibri"/>
          <w:color w:val="000000"/>
          <w:sz w:val="16"/>
          <w:szCs w:val="16"/>
        </w:rPr>
      </w:pPr>
      <w:r w:rsidRPr="00980ACA">
        <w:rPr>
          <w:rFonts w:ascii="Verdana" w:hAnsi="Verdana" w:cs="Calibri"/>
          <w:color w:val="000000"/>
          <w:sz w:val="16"/>
          <w:szCs w:val="16"/>
        </w:rPr>
        <w:t>(</w:t>
      </w:r>
      <w:r w:rsidRPr="009E4D9A">
        <w:rPr>
          <w:rFonts w:ascii="Verdana" w:hAnsi="Verdana" w:cs="Calibri"/>
          <w:color w:val="FF0000"/>
          <w:sz w:val="16"/>
          <w:szCs w:val="16"/>
        </w:rPr>
        <w:t>*niepotrzebne skreślić</w:t>
      </w:r>
      <w:r w:rsidRPr="00980ACA">
        <w:rPr>
          <w:rFonts w:ascii="Verdana" w:hAnsi="Verdana" w:cs="Calibri"/>
          <w:color w:val="000000"/>
          <w:sz w:val="16"/>
          <w:szCs w:val="16"/>
        </w:rPr>
        <w:t>).</w:t>
      </w:r>
      <w:r w:rsidR="00FB2663">
        <w:rPr>
          <w:rFonts w:ascii="Verdana" w:hAnsi="Verdana" w:cs="Calibri"/>
          <w:color w:val="000000"/>
          <w:sz w:val="16"/>
          <w:szCs w:val="16"/>
        </w:rPr>
        <w:t xml:space="preserve"> </w:t>
      </w:r>
    </w:p>
    <w:p w14:paraId="3F14A67F" w14:textId="77777777" w:rsidR="00F61927" w:rsidRPr="006D0CF5" w:rsidRDefault="00F61927" w:rsidP="009E4D9A">
      <w:pPr>
        <w:numPr>
          <w:ilvl w:val="0"/>
          <w:numId w:val="14"/>
        </w:numPr>
        <w:ind w:left="357" w:hanging="357"/>
        <w:contextualSpacing/>
        <w:jc w:val="both"/>
        <w:rPr>
          <w:rFonts w:ascii="Verdana" w:hAnsi="Verdana" w:cs="Calibri"/>
          <w:color w:val="000000"/>
        </w:rPr>
      </w:pPr>
      <w:r w:rsidRPr="006D0CF5">
        <w:rPr>
          <w:rFonts w:ascii="Verdana" w:hAnsi="Verdana" w:cs="Calibri"/>
          <w:color w:val="000000"/>
        </w:rPr>
        <w:t>Oświadczamy, że zalegamy / nie zalegamy</w:t>
      </w:r>
      <w:r w:rsidRPr="006D0CF5">
        <w:rPr>
          <w:rFonts w:ascii="Verdana" w:hAnsi="Verdana" w:cs="Calibri"/>
          <w:color w:val="FF0000"/>
        </w:rPr>
        <w:t>*</w:t>
      </w:r>
      <w:r w:rsidRPr="006D0CF5">
        <w:rPr>
          <w:rFonts w:ascii="Verdana" w:hAnsi="Verdana" w:cs="Calibri"/>
          <w:color w:val="000000"/>
        </w:rPr>
        <w:t xml:space="preserve"> z opłacaniem podatków i opłat.</w:t>
      </w:r>
    </w:p>
    <w:p w14:paraId="1C53BECD" w14:textId="4D3E0072" w:rsidR="00F61927" w:rsidRPr="006D0CF5" w:rsidRDefault="00F61927" w:rsidP="006D0CF5">
      <w:pPr>
        <w:pStyle w:val="Akapitzlist"/>
        <w:spacing w:after="120"/>
        <w:ind w:left="340"/>
        <w:jc w:val="both"/>
        <w:rPr>
          <w:rFonts w:ascii="Verdana" w:hAnsi="Verdana" w:cs="Calibri"/>
          <w:sz w:val="16"/>
          <w:szCs w:val="16"/>
        </w:rPr>
      </w:pPr>
      <w:r w:rsidRPr="006D0CF5">
        <w:rPr>
          <w:rFonts w:ascii="Verdana" w:hAnsi="Verdana" w:cs="Calibri"/>
          <w:sz w:val="16"/>
          <w:szCs w:val="16"/>
        </w:rPr>
        <w:t>(</w:t>
      </w:r>
      <w:r w:rsidRPr="006D0CF5">
        <w:rPr>
          <w:rFonts w:ascii="Verdana" w:hAnsi="Verdana" w:cs="Calibri"/>
          <w:color w:val="FF0000"/>
          <w:sz w:val="16"/>
          <w:szCs w:val="16"/>
        </w:rPr>
        <w:t>*niepotrzebne skreślić</w:t>
      </w:r>
      <w:r w:rsidRPr="006D0CF5">
        <w:rPr>
          <w:rFonts w:ascii="Verdana" w:hAnsi="Verdana" w:cs="Calibri"/>
          <w:sz w:val="16"/>
          <w:szCs w:val="16"/>
        </w:rPr>
        <w:t>).</w:t>
      </w:r>
    </w:p>
    <w:p w14:paraId="00AFA7E1" w14:textId="2673F1A3" w:rsidR="00AB6B66" w:rsidRPr="009E4D9A" w:rsidRDefault="00AB6B66" w:rsidP="006D0CF5">
      <w:pPr>
        <w:pStyle w:val="Akapitzlist"/>
        <w:spacing w:after="240"/>
        <w:ind w:left="340"/>
        <w:jc w:val="both"/>
        <w:rPr>
          <w:rFonts w:ascii="Verdana" w:hAnsi="Verdana" w:cs="Calibri"/>
        </w:rPr>
      </w:pPr>
      <w:r w:rsidRPr="006D0CF5">
        <w:rPr>
          <w:rFonts w:ascii="Verdana" w:hAnsi="Verdana" w:cs="Calibri"/>
        </w:rPr>
        <w:t>W przypadku wybrania naszej oferty jako najkorzystniejszej przed zawarciem umowy zobowiązujemy się do złożenia, na wezwanie Zamawiającego, zaświadczenia właściwego naczelnika urzędu skarbowego wystawionego nie wcześniej niż 3 miesiące przed jego złożeniem, potwierdzającego, że nie zalegamy z opłacaniem podatków i opłat lub innego dokumentu potwierdzającego, że zawarte zostało porozumienie z właściwym organem podatkowym w sprawie spłat tych należności wraz z ewentualnymi odsetkami lub grzywnami, w szczególności uzyskaliśmy przewidziane prawem zwolnienie, odroczenie lub rozłożenie na raty zaległych płatności lub wstrzymanie w całości wykonania decyzji właściwego organu.</w:t>
      </w:r>
    </w:p>
    <w:p w14:paraId="57AD6F89" w14:textId="77777777" w:rsidR="00245EF1" w:rsidRPr="00E6158F" w:rsidRDefault="00245EF1" w:rsidP="00374099">
      <w:pPr>
        <w:numPr>
          <w:ilvl w:val="0"/>
          <w:numId w:val="14"/>
        </w:numPr>
        <w:spacing w:after="240"/>
        <w:ind w:left="357" w:hanging="357"/>
        <w:jc w:val="both"/>
        <w:rPr>
          <w:rFonts w:ascii="Verdana" w:hAnsi="Verdana" w:cs="Calibri"/>
          <w:color w:val="000000"/>
        </w:rPr>
      </w:pPr>
      <w:r w:rsidRPr="00E6158F">
        <w:rPr>
          <w:rFonts w:ascii="Verdana" w:hAnsi="Verdana" w:cs="Calibri"/>
          <w:color w:val="000000"/>
        </w:rPr>
        <w:t>Oświadczamy, że zachowamy poufność danych uzyskanych w toku postępowania zakupowego.</w:t>
      </w:r>
    </w:p>
    <w:p w14:paraId="339CB9EE" w14:textId="5D0AEC3B" w:rsidR="00245EF1" w:rsidRPr="00E6158F" w:rsidRDefault="00245EF1" w:rsidP="00374099">
      <w:pPr>
        <w:numPr>
          <w:ilvl w:val="0"/>
          <w:numId w:val="14"/>
        </w:numPr>
        <w:spacing w:after="240"/>
        <w:ind w:left="357" w:hanging="357"/>
        <w:jc w:val="both"/>
        <w:rPr>
          <w:rFonts w:ascii="Verdana" w:hAnsi="Verdana" w:cs="Calibri"/>
          <w:color w:val="000000"/>
        </w:rPr>
      </w:pPr>
      <w:r w:rsidRPr="00E6158F">
        <w:rPr>
          <w:rFonts w:ascii="Verdana" w:hAnsi="Verdana" w:cs="Calibri"/>
          <w:color w:val="000000"/>
        </w:rPr>
        <w:t>Zapoznaliśmy się z Komunikatem dot. obowiązku infor</w:t>
      </w:r>
      <w:r w:rsidR="00374099">
        <w:rPr>
          <w:rFonts w:ascii="Verdana" w:hAnsi="Verdana" w:cs="Calibri"/>
          <w:color w:val="000000"/>
        </w:rPr>
        <w:t>macyjnego wynikającym z </w:t>
      </w:r>
      <w:r w:rsidRPr="00E6158F">
        <w:rPr>
          <w:rFonts w:ascii="Verdana" w:hAnsi="Verdana" w:cs="Calibri"/>
          <w:color w:val="000000"/>
        </w:rPr>
        <w:t>Rozporządzenia Parlamentu Europejskiego i Rady (UE) 2016/6</w:t>
      </w:r>
      <w:r w:rsidR="00374099">
        <w:rPr>
          <w:rFonts w:ascii="Verdana" w:hAnsi="Verdana" w:cs="Calibri"/>
          <w:color w:val="000000"/>
        </w:rPr>
        <w:t>79 z dnia 27 kwietnia 2016 r. w </w:t>
      </w:r>
      <w:r w:rsidRPr="00E6158F">
        <w:rPr>
          <w:rFonts w:ascii="Verdana" w:hAnsi="Verdana" w:cs="Calibri"/>
          <w:color w:val="000000"/>
        </w:rPr>
        <w:t xml:space="preserve">sprawie ochrony osób fizycznych w związku z  przetwarzaniem danych osobowych i w sprawie swobodnego przepływu takich danych oraz uchylenia dyrektywy 95/46/WE (dalej „Rozporządzenie”), znajdującym się na stronie internetowej: </w:t>
      </w:r>
      <w:hyperlink r:id="rId12" w:history="1">
        <w:r w:rsidR="00406E0F">
          <w:rPr>
            <w:rStyle w:val="Hipercze"/>
            <w:rFonts w:ascii="Verdana" w:hAnsi="Verdana" w:cs="Calibri"/>
            <w:color w:val="7297CE"/>
          </w:rPr>
          <w:t>https://www.gkpge.pl/grupa-pge/przetar</w:t>
        </w:r>
        <w:r w:rsidR="00406E0F" w:rsidRPr="00FB2663">
          <w:rPr>
            <w:rStyle w:val="Hipercze"/>
            <w:rFonts w:ascii="Verdana" w:hAnsi="Verdana" w:cs="Calibri"/>
            <w:color w:val="7297CE"/>
          </w:rPr>
          <w:t>gi/za</w:t>
        </w:r>
        <w:r w:rsidR="00406E0F">
          <w:rPr>
            <w:rStyle w:val="Hipercze"/>
            <w:rFonts w:ascii="Verdana" w:hAnsi="Verdana" w:cs="Calibri"/>
            <w:color w:val="7297CE"/>
          </w:rPr>
          <w:t>kupy/dokumenty/pge-obrot</w:t>
        </w:r>
      </w:hyperlink>
    </w:p>
    <w:p w14:paraId="1E95AD2A" w14:textId="77777777" w:rsidR="00245EF1" w:rsidRPr="00E6158F" w:rsidRDefault="00245EF1" w:rsidP="00374099">
      <w:pPr>
        <w:numPr>
          <w:ilvl w:val="0"/>
          <w:numId w:val="14"/>
        </w:numPr>
        <w:spacing w:after="240"/>
        <w:ind w:left="357" w:hanging="357"/>
        <w:jc w:val="both"/>
        <w:rPr>
          <w:rFonts w:ascii="Verdana" w:hAnsi="Verdana" w:cs="Calibri"/>
          <w:color w:val="000000"/>
        </w:rPr>
      </w:pPr>
      <w:r w:rsidRPr="00E6158F">
        <w:rPr>
          <w:rFonts w:ascii="Verdana" w:hAnsi="Verdana" w:cs="Calibri"/>
          <w:color w:val="000000"/>
        </w:rPr>
        <w:lastRenderedPageBreak/>
        <w:t>Oświadczamy, że wypełniliśmy obowiązki informacyjne przewidziane w art. 13 lub art. 14 Rozporządzenia wobec osób fizycznych, od których dane osobowe bezpośrednio lub pośrednio pozyskałem w celu ubiegania się o udzielenie zamówienia niepublicznego w niniejszym postępowaniu.</w:t>
      </w:r>
    </w:p>
    <w:p w14:paraId="6F20E598" w14:textId="77777777" w:rsidR="00245EF1" w:rsidRPr="00E6158F" w:rsidRDefault="00245EF1" w:rsidP="00374099">
      <w:pPr>
        <w:numPr>
          <w:ilvl w:val="0"/>
          <w:numId w:val="14"/>
        </w:numPr>
        <w:spacing w:after="240"/>
        <w:ind w:left="357" w:hanging="357"/>
        <w:jc w:val="both"/>
        <w:rPr>
          <w:rFonts w:ascii="Verdana" w:hAnsi="Verdana" w:cs="Calibri"/>
          <w:color w:val="000000"/>
        </w:rPr>
      </w:pPr>
      <w:r w:rsidRPr="00E6158F">
        <w:rPr>
          <w:rFonts w:ascii="Verdana" w:hAnsi="Verdana" w:cs="Calibri"/>
          <w:color w:val="000000"/>
        </w:rPr>
        <w:t>Zapewniamy wystarczające gwarancje wdrożenia odpowiednich środków technicznych i</w:t>
      </w:r>
      <w:r w:rsidR="006240D7" w:rsidRPr="00E6158F">
        <w:rPr>
          <w:rFonts w:ascii="Verdana" w:hAnsi="Verdana" w:cs="Calibri"/>
          <w:color w:val="000000"/>
        </w:rPr>
        <w:t> </w:t>
      </w:r>
      <w:r w:rsidRPr="00E6158F">
        <w:rPr>
          <w:rFonts w:ascii="Verdana" w:hAnsi="Verdana" w:cs="Calibri"/>
          <w:color w:val="000000"/>
        </w:rPr>
        <w:t>organizacyjnych, aby przetwarzanie danych osobowych spełniało wymogi wynikające z</w:t>
      </w:r>
      <w:r w:rsidR="006240D7" w:rsidRPr="00E6158F">
        <w:rPr>
          <w:rFonts w:ascii="Verdana" w:hAnsi="Verdana" w:cs="Calibri"/>
          <w:color w:val="000000"/>
        </w:rPr>
        <w:t> </w:t>
      </w:r>
      <w:r w:rsidRPr="00E6158F">
        <w:rPr>
          <w:rFonts w:ascii="Verdana" w:hAnsi="Verdana" w:cs="Calibri"/>
          <w:color w:val="000000"/>
        </w:rPr>
        <w:t>obowiązujących przepisów o ochronie danych osobowych oraz przepisów Rozporządzenia (ogólne rozporządzenie o ochronie danych) – dalej: „RODO”, mających zastosowanie i chroniło prawa osób, których dane doty</w:t>
      </w:r>
      <w:r w:rsidR="00602B0E" w:rsidRPr="00E6158F">
        <w:rPr>
          <w:rFonts w:ascii="Verdana" w:hAnsi="Verdana" w:cs="Calibri"/>
          <w:color w:val="000000"/>
        </w:rPr>
        <w:t>czą.</w:t>
      </w:r>
    </w:p>
    <w:p w14:paraId="5C14E10B" w14:textId="77777777" w:rsidR="00245EF1" w:rsidRPr="00E6158F" w:rsidRDefault="00245EF1" w:rsidP="00374099">
      <w:pPr>
        <w:numPr>
          <w:ilvl w:val="0"/>
          <w:numId w:val="14"/>
        </w:numPr>
        <w:spacing w:after="240"/>
        <w:ind w:left="357" w:hanging="357"/>
        <w:jc w:val="both"/>
        <w:rPr>
          <w:rFonts w:ascii="Verdana" w:hAnsi="Verdana" w:cs="Calibri"/>
          <w:color w:val="000000"/>
        </w:rPr>
      </w:pPr>
      <w:r w:rsidRPr="00E6158F">
        <w:rPr>
          <w:rFonts w:ascii="Verdana" w:hAnsi="Verdana" w:cs="Calibri"/>
          <w:color w:val="000000"/>
        </w:rPr>
        <w:t xml:space="preserve">Znane są nam wszelkie obowiązki wynikające z obowiązujących przepisów o ochronie danych osobowych i przepisów RODO mających zastosowanie, które zobowiązany jest wykonywać podmiot przetwarzający dane osobowe na </w:t>
      </w:r>
      <w:r w:rsidR="00602B0E" w:rsidRPr="00E6158F">
        <w:rPr>
          <w:rFonts w:ascii="Verdana" w:hAnsi="Verdana" w:cs="Calibri"/>
          <w:color w:val="000000"/>
        </w:rPr>
        <w:t>zlecenie administratora danych.</w:t>
      </w:r>
    </w:p>
    <w:p w14:paraId="280A4155" w14:textId="77777777" w:rsidR="00245EF1" w:rsidRPr="00E6158F" w:rsidRDefault="00245EF1" w:rsidP="00374099">
      <w:pPr>
        <w:numPr>
          <w:ilvl w:val="0"/>
          <w:numId w:val="14"/>
        </w:numPr>
        <w:spacing w:after="240"/>
        <w:ind w:left="357" w:hanging="357"/>
        <w:jc w:val="both"/>
        <w:rPr>
          <w:rFonts w:ascii="Verdana" w:hAnsi="Verdana" w:cs="Calibri"/>
          <w:color w:val="000000"/>
        </w:rPr>
      </w:pPr>
      <w:r w:rsidRPr="00E6158F">
        <w:rPr>
          <w:rFonts w:ascii="Verdana" w:hAnsi="Verdana" w:cs="Calibri"/>
          <w:color w:val="000000"/>
        </w:rPr>
        <w:t>Dopełniliśmy wszelkich obowiązków w stosunku do osób, k</w:t>
      </w:r>
      <w:r w:rsidR="00A26421">
        <w:rPr>
          <w:rFonts w:ascii="Verdana" w:hAnsi="Verdana" w:cs="Calibri"/>
          <w:color w:val="000000"/>
        </w:rPr>
        <w:t>tórych dane przekazujemy oraz w </w:t>
      </w:r>
      <w:r w:rsidRPr="00E6158F">
        <w:rPr>
          <w:rFonts w:ascii="Verdana" w:hAnsi="Verdana" w:cs="Calibri"/>
          <w:color w:val="000000"/>
        </w:rPr>
        <w:t>stosunku do Zamawiającego wynikających z przepisów o  ochronie dan</w:t>
      </w:r>
      <w:r w:rsidR="00A26421">
        <w:rPr>
          <w:rFonts w:ascii="Verdana" w:hAnsi="Verdana" w:cs="Calibri"/>
          <w:color w:val="000000"/>
        </w:rPr>
        <w:t>ych osobowych i </w:t>
      </w:r>
      <w:r w:rsidR="00D775A6" w:rsidRPr="00E6158F">
        <w:rPr>
          <w:rFonts w:ascii="Verdana" w:hAnsi="Verdana" w:cs="Calibri"/>
          <w:color w:val="000000"/>
        </w:rPr>
        <w:t>przepisów RODO.</w:t>
      </w:r>
    </w:p>
    <w:p w14:paraId="2C7927A8" w14:textId="4F61852D" w:rsidR="00245EF1" w:rsidRPr="00E6158F" w:rsidRDefault="00245EF1" w:rsidP="00374099">
      <w:pPr>
        <w:numPr>
          <w:ilvl w:val="0"/>
          <w:numId w:val="14"/>
        </w:numPr>
        <w:spacing w:after="240"/>
        <w:jc w:val="both"/>
        <w:rPr>
          <w:rFonts w:ascii="Verdana" w:hAnsi="Verdana" w:cs="Calibri"/>
          <w:color w:val="000000"/>
        </w:rPr>
      </w:pPr>
      <w:r w:rsidRPr="00E6158F">
        <w:rPr>
          <w:rFonts w:ascii="Verdana" w:hAnsi="Verdana" w:cs="Calibri"/>
          <w:color w:val="000000"/>
        </w:rPr>
        <w:t>Przekazywane przez nas dane osobowe mogą być wykorzystane wyłącznie w  celach związanych z</w:t>
      </w:r>
      <w:r w:rsidR="006240D7" w:rsidRPr="00E6158F">
        <w:rPr>
          <w:rFonts w:ascii="Verdana" w:hAnsi="Verdana" w:cs="Calibri"/>
          <w:color w:val="000000"/>
        </w:rPr>
        <w:t> </w:t>
      </w:r>
      <w:r w:rsidRPr="00E6158F">
        <w:rPr>
          <w:rFonts w:ascii="Verdana" w:hAnsi="Verdana" w:cs="Calibri"/>
          <w:color w:val="000000"/>
        </w:rPr>
        <w:t xml:space="preserve">prowadzonym postępowaniem niepublicznym nr </w:t>
      </w:r>
      <w:r w:rsidR="00713A81" w:rsidRPr="00713A81">
        <w:rPr>
          <w:rFonts w:ascii="Verdana" w:hAnsi="Verdana" w:cs="Calibri"/>
          <w:color w:val="000000"/>
        </w:rPr>
        <w:t>POST/OBR/OBR/DZZ/00065/2025</w:t>
      </w:r>
      <w:r w:rsidR="00713A81">
        <w:rPr>
          <w:rFonts w:ascii="Verdana" w:hAnsi="Verdana" w:cs="Calibri"/>
          <w:color w:val="000000"/>
        </w:rPr>
        <w:t>.</w:t>
      </w:r>
    </w:p>
    <w:p w14:paraId="3EF32056" w14:textId="77777777" w:rsidR="00F05E6F" w:rsidRPr="00E6158F" w:rsidRDefault="00F05E6F" w:rsidP="00E6158F">
      <w:pPr>
        <w:spacing w:after="240"/>
        <w:contextualSpacing/>
        <w:rPr>
          <w:rFonts w:ascii="Verdana" w:hAnsi="Verdana" w:cs="Calibri"/>
          <w:b/>
        </w:rPr>
      </w:pPr>
    </w:p>
    <w:p w14:paraId="102C67F3" w14:textId="77777777" w:rsidR="00561DBD" w:rsidRPr="00E6158F" w:rsidRDefault="00561DBD" w:rsidP="00E6158F">
      <w:pPr>
        <w:spacing w:after="240"/>
        <w:contextualSpacing/>
        <w:rPr>
          <w:rFonts w:ascii="Verdana" w:hAnsi="Verdana" w:cs="Calibri"/>
          <w:b/>
        </w:rPr>
      </w:pPr>
    </w:p>
    <w:p w14:paraId="129C8D8D" w14:textId="77777777" w:rsidR="00F05E6F" w:rsidRPr="00E6158F" w:rsidRDefault="00B91D56" w:rsidP="00E6158F">
      <w:pPr>
        <w:spacing w:after="240"/>
        <w:contextualSpacing/>
        <w:rPr>
          <w:rFonts w:ascii="Verdana" w:hAnsi="Verdana" w:cs="Calibri"/>
        </w:rPr>
      </w:pPr>
      <w:r>
        <w:rPr>
          <w:rFonts w:ascii="Verdana" w:hAnsi="Verdana" w:cs="Calibri"/>
        </w:rPr>
        <w:t>______________________</w:t>
      </w:r>
    </w:p>
    <w:p w14:paraId="1AEF1D83" w14:textId="77777777" w:rsidR="00F05E6F" w:rsidRPr="00A26421" w:rsidRDefault="006240D7" w:rsidP="00E6158F">
      <w:pPr>
        <w:spacing w:after="240"/>
        <w:ind w:firstLine="357"/>
        <w:contextualSpacing/>
        <w:rPr>
          <w:rFonts w:ascii="Verdana" w:hAnsi="Verdana" w:cs="Calibri"/>
          <w:sz w:val="16"/>
          <w:szCs w:val="16"/>
        </w:rPr>
      </w:pPr>
      <w:r w:rsidRPr="00A26421">
        <w:rPr>
          <w:rFonts w:ascii="Verdana" w:hAnsi="Verdana" w:cs="Calibri"/>
          <w:sz w:val="16"/>
          <w:szCs w:val="16"/>
        </w:rPr>
        <w:t>(miejscowość i data)</w:t>
      </w:r>
      <w:r w:rsidR="00F05E6F" w:rsidRPr="00A26421">
        <w:rPr>
          <w:rFonts w:ascii="Verdana" w:hAnsi="Verdana" w:cs="Calibri"/>
          <w:sz w:val="16"/>
          <w:szCs w:val="16"/>
        </w:rPr>
        <w:tab/>
      </w:r>
    </w:p>
    <w:p w14:paraId="624BE269" w14:textId="77777777" w:rsidR="00561DBD" w:rsidRDefault="00561DBD" w:rsidP="00E6158F">
      <w:pPr>
        <w:spacing w:after="240"/>
        <w:contextualSpacing/>
        <w:rPr>
          <w:rFonts w:ascii="Verdana" w:hAnsi="Verdana" w:cs="Calibri"/>
        </w:rPr>
      </w:pPr>
    </w:p>
    <w:p w14:paraId="1439BC5A" w14:textId="77777777" w:rsidR="00A26421" w:rsidRPr="00E6158F" w:rsidRDefault="00A26421" w:rsidP="00E6158F">
      <w:pPr>
        <w:spacing w:after="240"/>
        <w:contextualSpacing/>
        <w:rPr>
          <w:rFonts w:ascii="Verdana" w:hAnsi="Verdana" w:cs="Calibri"/>
        </w:rPr>
      </w:pPr>
    </w:p>
    <w:p w14:paraId="05FB72E2" w14:textId="77777777" w:rsidR="00561DBD" w:rsidRPr="00E6158F" w:rsidRDefault="00561DBD" w:rsidP="00E6158F">
      <w:pPr>
        <w:spacing w:after="240"/>
        <w:contextualSpacing/>
        <w:rPr>
          <w:rFonts w:ascii="Verdana" w:hAnsi="Verdana" w:cs="Calibri"/>
        </w:rPr>
      </w:pPr>
    </w:p>
    <w:p w14:paraId="1A7305B2" w14:textId="77777777" w:rsidR="00F05E6F" w:rsidRPr="00E6158F" w:rsidRDefault="00B91D56" w:rsidP="00E6158F">
      <w:pPr>
        <w:spacing w:after="240"/>
        <w:contextualSpacing/>
        <w:rPr>
          <w:rFonts w:ascii="Verdana" w:hAnsi="Verdana" w:cs="Calibri"/>
        </w:rPr>
      </w:pPr>
      <w:r>
        <w:rPr>
          <w:rFonts w:ascii="Verdana" w:hAnsi="Verdana" w:cs="Calibri"/>
        </w:rPr>
        <w:t>__________________________________________________</w:t>
      </w:r>
    </w:p>
    <w:p w14:paraId="373210DD" w14:textId="2B2E5FAB" w:rsidR="008C7814" w:rsidRPr="00E6158F" w:rsidRDefault="00F05E6F" w:rsidP="00E6158F">
      <w:pPr>
        <w:spacing w:after="240"/>
        <w:contextualSpacing/>
        <w:rPr>
          <w:rFonts w:ascii="Verdana" w:hAnsi="Verdana" w:cs="Calibri"/>
          <w:b/>
        </w:rPr>
      </w:pPr>
      <w:r w:rsidRPr="00A26421">
        <w:rPr>
          <w:rFonts w:ascii="Verdana" w:hAnsi="Verdana" w:cs="Calibri"/>
          <w:sz w:val="16"/>
          <w:szCs w:val="16"/>
        </w:rPr>
        <w:t>(podpisy osób upoważnionych zgod</w:t>
      </w:r>
      <w:r w:rsidR="00E435AF" w:rsidRPr="00A26421">
        <w:rPr>
          <w:rFonts w:ascii="Verdana" w:hAnsi="Verdana" w:cs="Calibri"/>
          <w:sz w:val="16"/>
          <w:szCs w:val="16"/>
        </w:rPr>
        <w:t>nie z zasadami reprezentacji W</w:t>
      </w:r>
      <w:r w:rsidRPr="00A26421">
        <w:rPr>
          <w:rFonts w:ascii="Verdana" w:hAnsi="Verdana" w:cs="Calibri"/>
          <w:sz w:val="16"/>
          <w:szCs w:val="16"/>
        </w:rPr>
        <w:t>ykonawcy)</w:t>
      </w:r>
    </w:p>
    <w:p w14:paraId="16BDD158" w14:textId="77777777" w:rsidR="00E107CB" w:rsidRPr="00E6158F" w:rsidRDefault="00245EF1" w:rsidP="00A26421">
      <w:pPr>
        <w:spacing w:after="240"/>
        <w:contextualSpacing/>
        <w:jc w:val="right"/>
        <w:rPr>
          <w:rFonts w:ascii="Verdana" w:hAnsi="Verdana" w:cs="Calibri"/>
          <w:b/>
        </w:rPr>
      </w:pPr>
      <w:r w:rsidRPr="00E6158F">
        <w:rPr>
          <w:rFonts w:ascii="Verdana" w:hAnsi="Verdana" w:cs="Calibri"/>
          <w:b/>
        </w:rPr>
        <w:br w:type="page"/>
      </w:r>
      <w:r w:rsidR="00E107CB" w:rsidRPr="00E6158F">
        <w:rPr>
          <w:rFonts w:ascii="Verdana" w:hAnsi="Verdana" w:cs="Calibri"/>
          <w:b/>
        </w:rPr>
        <w:lastRenderedPageBreak/>
        <w:t>Załącznik Nr 2</w:t>
      </w:r>
    </w:p>
    <w:p w14:paraId="0B14D565" w14:textId="77777777" w:rsidR="00E107CB" w:rsidRPr="00E6158F" w:rsidRDefault="00E107CB" w:rsidP="00E6158F">
      <w:pPr>
        <w:spacing w:after="240"/>
        <w:contextualSpacing/>
        <w:rPr>
          <w:rFonts w:ascii="Verdana" w:hAnsi="Verdana" w:cs="Calibri"/>
          <w:b/>
        </w:rPr>
      </w:pPr>
    </w:p>
    <w:p w14:paraId="394B2E8D" w14:textId="77777777" w:rsidR="00E107CB" w:rsidRPr="00E6158F" w:rsidRDefault="00E107CB" w:rsidP="00E6158F">
      <w:pPr>
        <w:pStyle w:val="FR1"/>
        <w:spacing w:before="0" w:after="240"/>
        <w:contextualSpacing/>
        <w:rPr>
          <w:rFonts w:ascii="Verdana" w:hAnsi="Verdana" w:cs="Calibri"/>
          <w:sz w:val="20"/>
        </w:rPr>
      </w:pPr>
    </w:p>
    <w:p w14:paraId="380E6B7A" w14:textId="77777777" w:rsidR="005827C7" w:rsidRPr="00E6158F" w:rsidRDefault="005827C7" w:rsidP="005827C7">
      <w:pPr>
        <w:spacing w:after="240"/>
        <w:contextualSpacing/>
        <w:rPr>
          <w:rFonts w:ascii="Verdana" w:hAnsi="Verdana" w:cs="Calibri"/>
        </w:rPr>
      </w:pPr>
      <w:r>
        <w:rPr>
          <w:rFonts w:ascii="Verdana" w:hAnsi="Verdana" w:cs="Calibri"/>
        </w:rPr>
        <w:t>_____________________</w:t>
      </w:r>
    </w:p>
    <w:p w14:paraId="1C3DEE0E" w14:textId="2D18E74F" w:rsidR="005827C7" w:rsidRPr="00A26421" w:rsidRDefault="0028409B" w:rsidP="005827C7">
      <w:pPr>
        <w:spacing w:after="240"/>
        <w:rPr>
          <w:rFonts w:ascii="Verdana" w:hAnsi="Verdana" w:cs="Calibri"/>
          <w:sz w:val="16"/>
          <w:szCs w:val="16"/>
        </w:rPr>
      </w:pPr>
      <w:r w:rsidRPr="008D0F0C">
        <w:rPr>
          <w:rFonts w:ascii="Verdana" w:hAnsi="Verdana" w:cs="Calibri"/>
          <w:color w:val="191919"/>
          <w:sz w:val="16"/>
          <w:szCs w:val="16"/>
        </w:rPr>
        <w:t xml:space="preserve">(pieczątka firmowa Wykonawcy, lub </w:t>
      </w:r>
      <w:r w:rsidRPr="008D0F0C">
        <w:rPr>
          <w:rFonts w:ascii="Verdana" w:hAnsi="Verdana" w:cs="Calibri"/>
          <w:color w:val="191919"/>
          <w:sz w:val="16"/>
          <w:szCs w:val="16"/>
        </w:rPr>
        <w:br/>
      </w:r>
      <w:r w:rsidRPr="008D0F0C">
        <w:rPr>
          <w:rFonts w:ascii="Verdana" w:hAnsi="Verdana" w:cs="Arial"/>
          <w:color w:val="191919"/>
          <w:sz w:val="16"/>
          <w:szCs w:val="16"/>
        </w:rPr>
        <w:t xml:space="preserve">pełna nazwa/firma, adres, </w:t>
      </w:r>
      <w:r w:rsidR="000B4817" w:rsidRPr="008D0F0C">
        <w:rPr>
          <w:rFonts w:ascii="Verdana" w:hAnsi="Verdana" w:cs="Arial"/>
          <w:color w:val="191919"/>
          <w:sz w:val="16"/>
          <w:szCs w:val="16"/>
        </w:rPr>
        <w:t>w zależności od podmiotu: NIP/PESEL, KRS/</w:t>
      </w:r>
      <w:proofErr w:type="spellStart"/>
      <w:r w:rsidR="000B4817" w:rsidRPr="008D0F0C">
        <w:rPr>
          <w:rFonts w:ascii="Verdana" w:hAnsi="Verdana" w:cs="Arial"/>
          <w:color w:val="191919"/>
          <w:sz w:val="16"/>
          <w:szCs w:val="16"/>
        </w:rPr>
        <w:t>CEiDG</w:t>
      </w:r>
      <w:proofErr w:type="spellEnd"/>
      <w:r>
        <w:rPr>
          <w:rFonts w:ascii="Verdana" w:hAnsi="Verdana" w:cs="Arial"/>
          <w:color w:val="191919"/>
          <w:sz w:val="16"/>
          <w:szCs w:val="16"/>
        </w:rPr>
        <w:t>)</w:t>
      </w:r>
    </w:p>
    <w:p w14:paraId="38E7E01F" w14:textId="77777777" w:rsidR="00E107CB" w:rsidRPr="00E6158F" w:rsidRDefault="00E107CB" w:rsidP="00E6158F">
      <w:pPr>
        <w:spacing w:after="240"/>
        <w:contextualSpacing/>
        <w:rPr>
          <w:rFonts w:ascii="Verdana" w:hAnsi="Verdana" w:cs="Calibri"/>
        </w:rPr>
      </w:pPr>
    </w:p>
    <w:p w14:paraId="328DE65F" w14:textId="77777777" w:rsidR="00E107CB" w:rsidRPr="00E6158F" w:rsidRDefault="00E107CB" w:rsidP="00E6158F">
      <w:pPr>
        <w:spacing w:after="240"/>
        <w:contextualSpacing/>
        <w:rPr>
          <w:rFonts w:ascii="Verdana" w:hAnsi="Verdana" w:cs="Calibri"/>
        </w:rPr>
      </w:pPr>
    </w:p>
    <w:p w14:paraId="08CB8D94" w14:textId="77777777" w:rsidR="00E107CB" w:rsidRPr="00E6158F" w:rsidRDefault="00E107CB" w:rsidP="00A26421">
      <w:pPr>
        <w:spacing w:after="240"/>
        <w:jc w:val="center"/>
        <w:rPr>
          <w:rFonts w:ascii="Verdana" w:hAnsi="Verdana" w:cs="Calibri"/>
          <w:b/>
        </w:rPr>
      </w:pPr>
      <w:r w:rsidRPr="00E6158F">
        <w:rPr>
          <w:rFonts w:ascii="Verdana" w:hAnsi="Verdana" w:cs="Calibri"/>
          <w:b/>
        </w:rPr>
        <w:t>Oświadczenie</w:t>
      </w:r>
    </w:p>
    <w:p w14:paraId="040309B0" w14:textId="00CE499A" w:rsidR="00F62B5B" w:rsidRPr="00E6158F" w:rsidRDefault="00F62B5B" w:rsidP="00F62B5B">
      <w:pPr>
        <w:pStyle w:val="Tekstpodstawowy"/>
        <w:numPr>
          <w:ilvl w:val="12"/>
          <w:numId w:val="5"/>
        </w:numPr>
        <w:spacing w:after="240" w:line="240" w:lineRule="auto"/>
        <w:contextualSpacing/>
        <w:jc w:val="center"/>
        <w:rPr>
          <w:rFonts w:ascii="Verdana" w:hAnsi="Verdana" w:cs="Calibri"/>
          <w:sz w:val="20"/>
        </w:rPr>
      </w:pPr>
      <w:r w:rsidRPr="00E6158F">
        <w:rPr>
          <w:rFonts w:ascii="Verdana" w:hAnsi="Verdana" w:cs="Calibri"/>
          <w:snapToGrid w:val="0"/>
          <w:sz w:val="20"/>
        </w:rPr>
        <w:t xml:space="preserve">Przystępując do postępowania zakupowego </w:t>
      </w:r>
      <w:r>
        <w:rPr>
          <w:rFonts w:ascii="Verdana" w:hAnsi="Verdana" w:cs="Calibri"/>
          <w:snapToGrid w:val="0"/>
          <w:sz w:val="20"/>
        </w:rPr>
        <w:br/>
      </w:r>
      <w:r w:rsidRPr="00E6158F">
        <w:rPr>
          <w:rFonts w:ascii="Verdana" w:hAnsi="Verdana" w:cs="Calibri"/>
          <w:snapToGrid w:val="0"/>
          <w:sz w:val="20"/>
        </w:rPr>
        <w:t xml:space="preserve">pn.: </w:t>
      </w:r>
      <w:r w:rsidRPr="00E6158F">
        <w:rPr>
          <w:rFonts w:ascii="Verdana" w:hAnsi="Verdana" w:cs="Calibri"/>
          <w:i/>
          <w:snapToGrid w:val="0"/>
          <w:sz w:val="20"/>
        </w:rPr>
        <w:t>„</w:t>
      </w:r>
      <w:r w:rsidR="006D0CF5" w:rsidRPr="006D0CF5">
        <w:rPr>
          <w:rFonts w:ascii="Verdana" w:hAnsi="Verdana" w:cs="Calibri"/>
          <w:i/>
          <w:sz w:val="20"/>
        </w:rPr>
        <w:t>System do wycen</w:t>
      </w:r>
      <w:r w:rsidRPr="00E6158F">
        <w:rPr>
          <w:rFonts w:ascii="Verdana" w:hAnsi="Verdana" w:cs="Calibri"/>
          <w:sz w:val="20"/>
        </w:rPr>
        <w:t xml:space="preserve">” </w:t>
      </w:r>
      <w:r>
        <w:rPr>
          <w:rFonts w:ascii="Verdana" w:hAnsi="Verdana" w:cs="Calibri"/>
          <w:sz w:val="20"/>
        </w:rPr>
        <w:br/>
      </w:r>
      <w:r w:rsidRPr="00E6158F">
        <w:rPr>
          <w:rFonts w:ascii="Verdana" w:hAnsi="Verdana" w:cs="Calibri"/>
          <w:sz w:val="20"/>
        </w:rPr>
        <w:t xml:space="preserve">nr </w:t>
      </w:r>
      <w:r w:rsidR="00713A81" w:rsidRPr="00713A81">
        <w:rPr>
          <w:rFonts w:ascii="Verdana" w:hAnsi="Verdana" w:cs="Calibri"/>
          <w:sz w:val="20"/>
        </w:rPr>
        <w:t>POST/OBR/OBR/DZZ/00065/2025</w:t>
      </w:r>
    </w:p>
    <w:p w14:paraId="03974AC8" w14:textId="77777777" w:rsidR="00E107CB" w:rsidRPr="00E6158F" w:rsidRDefault="00E107CB" w:rsidP="00A26421">
      <w:pPr>
        <w:spacing w:after="240"/>
        <w:contextualSpacing/>
        <w:jc w:val="center"/>
        <w:rPr>
          <w:rFonts w:ascii="Verdana" w:hAnsi="Verdana" w:cs="Calibri"/>
        </w:rPr>
      </w:pPr>
      <w:r w:rsidRPr="00E6158F">
        <w:rPr>
          <w:rFonts w:ascii="Verdana" w:hAnsi="Verdana" w:cs="Calibri"/>
        </w:rPr>
        <w:t xml:space="preserve">w imieniu: </w:t>
      </w:r>
      <w:r w:rsidR="00980ACA">
        <w:rPr>
          <w:rFonts w:ascii="Verdana" w:hAnsi="Verdana" w:cs="Calibri"/>
        </w:rPr>
        <w:t>________________________________________</w:t>
      </w:r>
    </w:p>
    <w:p w14:paraId="5E1C83B7" w14:textId="77777777" w:rsidR="00E107CB" w:rsidRPr="00A26421" w:rsidRDefault="00B335A8" w:rsidP="00A26421">
      <w:pPr>
        <w:spacing w:after="240"/>
        <w:jc w:val="center"/>
        <w:rPr>
          <w:rFonts w:ascii="Verdana" w:hAnsi="Verdana" w:cs="Calibri"/>
          <w:b/>
          <w:sz w:val="16"/>
          <w:szCs w:val="16"/>
        </w:rPr>
      </w:pPr>
      <w:r w:rsidRPr="00A26421">
        <w:rPr>
          <w:rFonts w:ascii="Verdana" w:hAnsi="Verdana" w:cs="Calibri"/>
          <w:sz w:val="16"/>
          <w:szCs w:val="16"/>
        </w:rPr>
        <w:t>(podać nazwę W</w:t>
      </w:r>
      <w:r w:rsidR="00897FB1" w:rsidRPr="00A26421">
        <w:rPr>
          <w:rFonts w:ascii="Verdana" w:hAnsi="Verdana" w:cs="Calibri"/>
          <w:sz w:val="16"/>
          <w:szCs w:val="16"/>
        </w:rPr>
        <w:t>ykonawcy</w:t>
      </w:r>
      <w:r w:rsidR="00E107CB" w:rsidRPr="00A26421">
        <w:rPr>
          <w:rFonts w:ascii="Verdana" w:hAnsi="Verdana" w:cs="Calibri"/>
          <w:sz w:val="16"/>
          <w:szCs w:val="16"/>
        </w:rPr>
        <w:t>)</w:t>
      </w:r>
    </w:p>
    <w:p w14:paraId="06F5F201" w14:textId="77777777" w:rsidR="00E107CB" w:rsidRPr="00E6158F" w:rsidRDefault="00E107CB" w:rsidP="00E6158F">
      <w:pPr>
        <w:pStyle w:val="Tekstpodstawowywcity"/>
        <w:tabs>
          <w:tab w:val="right" w:leader="dot" w:pos="9356"/>
        </w:tabs>
        <w:spacing w:after="240"/>
        <w:ind w:left="1559" w:hanging="1559"/>
        <w:contextualSpacing/>
        <w:jc w:val="left"/>
        <w:rPr>
          <w:rFonts w:ascii="Verdana" w:hAnsi="Verdana" w:cs="Calibri"/>
          <w:b w:val="0"/>
          <w:sz w:val="20"/>
        </w:rPr>
      </w:pPr>
    </w:p>
    <w:p w14:paraId="2451C0C5" w14:textId="77777777" w:rsidR="00E107CB" w:rsidRPr="00E6158F" w:rsidRDefault="00E107CB" w:rsidP="00A26421">
      <w:pPr>
        <w:spacing w:after="240"/>
        <w:rPr>
          <w:rFonts w:ascii="Verdana" w:hAnsi="Verdana" w:cs="Calibri"/>
        </w:rPr>
      </w:pPr>
      <w:r w:rsidRPr="00E6158F">
        <w:rPr>
          <w:rFonts w:ascii="Verdana" w:hAnsi="Verdana" w:cs="Calibri"/>
        </w:rPr>
        <w:t>oświadczamy, że:</w:t>
      </w:r>
    </w:p>
    <w:p w14:paraId="6F5D0614" w14:textId="2232DA25" w:rsidR="00F45A2F" w:rsidRPr="00E6158F" w:rsidRDefault="00F45A2F" w:rsidP="00374099">
      <w:pPr>
        <w:numPr>
          <w:ilvl w:val="0"/>
          <w:numId w:val="24"/>
        </w:numPr>
        <w:spacing w:after="240"/>
        <w:ind w:left="357" w:hanging="357"/>
        <w:jc w:val="both"/>
        <w:rPr>
          <w:rFonts w:ascii="Verdana" w:hAnsi="Verdana" w:cs="Calibri"/>
          <w:color w:val="000000"/>
        </w:rPr>
      </w:pPr>
      <w:bookmarkStart w:id="0" w:name="_Toc417554395"/>
      <w:r w:rsidRPr="00E6158F">
        <w:rPr>
          <w:rFonts w:ascii="Verdana" w:hAnsi="Verdana" w:cs="Calibri"/>
          <w:color w:val="000000"/>
        </w:rPr>
        <w:t>posiadamy niezbędn</w:t>
      </w:r>
      <w:r w:rsidR="000309FC" w:rsidRPr="00E6158F">
        <w:rPr>
          <w:rFonts w:ascii="Verdana" w:hAnsi="Verdana" w:cs="Calibri"/>
          <w:color w:val="000000"/>
        </w:rPr>
        <w:t>e</w:t>
      </w:r>
      <w:r w:rsidRPr="00E6158F">
        <w:rPr>
          <w:rFonts w:ascii="Verdana" w:hAnsi="Verdana" w:cs="Calibri"/>
          <w:color w:val="000000"/>
        </w:rPr>
        <w:t xml:space="preserve"> </w:t>
      </w:r>
      <w:r w:rsidR="000309FC" w:rsidRPr="00E6158F">
        <w:rPr>
          <w:rFonts w:ascii="Verdana" w:hAnsi="Verdana" w:cs="Calibri"/>
          <w:color w:val="000000"/>
        </w:rPr>
        <w:t xml:space="preserve">zdolności techniczne lub zawodowe do zrealizowania Zakupu, w szczególności </w:t>
      </w:r>
      <w:r w:rsidRPr="00E6158F">
        <w:rPr>
          <w:rFonts w:ascii="Verdana" w:hAnsi="Verdana" w:cs="Calibri"/>
          <w:color w:val="000000"/>
        </w:rPr>
        <w:t>wiedzę i doświadczenie oraz dysponujemy potencjałem technicznym i o</w:t>
      </w:r>
      <w:r w:rsidR="008E25C3" w:rsidRPr="00E6158F">
        <w:rPr>
          <w:rFonts w:ascii="Verdana" w:hAnsi="Verdana" w:cs="Calibri"/>
          <w:color w:val="000000"/>
        </w:rPr>
        <w:t xml:space="preserve">sobami </w:t>
      </w:r>
      <w:r w:rsidRPr="00E6158F">
        <w:rPr>
          <w:rFonts w:ascii="Verdana" w:hAnsi="Verdana" w:cs="Calibri"/>
          <w:color w:val="000000"/>
        </w:rPr>
        <w:t xml:space="preserve">zdolnymi do </w:t>
      </w:r>
      <w:r w:rsidR="00D4287D">
        <w:rPr>
          <w:rFonts w:ascii="Verdana" w:hAnsi="Verdana" w:cs="Calibri"/>
          <w:color w:val="000000"/>
        </w:rPr>
        <w:t>realizacji</w:t>
      </w:r>
      <w:r w:rsidR="00D4287D" w:rsidRPr="00E6158F">
        <w:rPr>
          <w:rFonts w:ascii="Verdana" w:hAnsi="Verdana" w:cs="Calibri"/>
          <w:color w:val="000000"/>
        </w:rPr>
        <w:t xml:space="preserve"> </w:t>
      </w:r>
      <w:r w:rsidR="00D521B2" w:rsidRPr="00E6158F">
        <w:rPr>
          <w:rFonts w:ascii="Verdana" w:hAnsi="Verdana" w:cs="Calibri"/>
          <w:color w:val="000000"/>
        </w:rPr>
        <w:t>Zakupu</w:t>
      </w:r>
      <w:r w:rsidR="00C14988" w:rsidRPr="00E6158F">
        <w:rPr>
          <w:rFonts w:ascii="Verdana" w:hAnsi="Verdana" w:cs="Calibri"/>
          <w:color w:val="000000"/>
        </w:rPr>
        <w:t>;</w:t>
      </w:r>
    </w:p>
    <w:p w14:paraId="5EBF162A" w14:textId="77777777" w:rsidR="00E107CB" w:rsidRPr="00E6158F" w:rsidRDefault="00E107CB" w:rsidP="00374099">
      <w:pPr>
        <w:numPr>
          <w:ilvl w:val="0"/>
          <w:numId w:val="24"/>
        </w:numPr>
        <w:spacing w:after="240"/>
        <w:ind w:left="357" w:hanging="357"/>
        <w:jc w:val="both"/>
        <w:rPr>
          <w:rFonts w:ascii="Verdana" w:hAnsi="Verdana" w:cs="Calibri"/>
          <w:color w:val="000000"/>
        </w:rPr>
      </w:pPr>
      <w:r w:rsidRPr="00E6158F">
        <w:rPr>
          <w:rFonts w:ascii="Verdana" w:hAnsi="Verdana" w:cs="Calibri"/>
          <w:color w:val="000000"/>
        </w:rPr>
        <w:t xml:space="preserve">posiadamy uprawnienia do </w:t>
      </w:r>
      <w:r w:rsidR="000309FC" w:rsidRPr="00E6158F">
        <w:rPr>
          <w:rFonts w:ascii="Verdana" w:hAnsi="Verdana" w:cs="Calibri"/>
          <w:color w:val="000000"/>
        </w:rPr>
        <w:t>prowadzenia określonej działalności gospodarczej lub zawodowej, jeżeli odrębne przepisy</w:t>
      </w:r>
      <w:r w:rsidR="000309FC" w:rsidRPr="00E6158F" w:rsidDel="000309FC">
        <w:rPr>
          <w:rFonts w:ascii="Verdana" w:hAnsi="Verdana" w:cs="Calibri"/>
          <w:color w:val="000000"/>
        </w:rPr>
        <w:t xml:space="preserve"> </w:t>
      </w:r>
      <w:r w:rsidRPr="00E6158F">
        <w:rPr>
          <w:rFonts w:ascii="Verdana" w:hAnsi="Verdana" w:cs="Calibri"/>
          <w:color w:val="000000"/>
        </w:rPr>
        <w:t>nakładają obowiązek posiadania takich uprawnień</w:t>
      </w:r>
      <w:bookmarkEnd w:id="0"/>
      <w:r w:rsidR="00C14988" w:rsidRPr="00E6158F">
        <w:rPr>
          <w:rFonts w:ascii="Verdana" w:hAnsi="Verdana" w:cs="Calibri"/>
          <w:color w:val="000000"/>
        </w:rPr>
        <w:t>;</w:t>
      </w:r>
    </w:p>
    <w:p w14:paraId="63C22E7C" w14:textId="1EA45EF5" w:rsidR="00E107CB" w:rsidRDefault="00E107CB" w:rsidP="00374099">
      <w:pPr>
        <w:numPr>
          <w:ilvl w:val="0"/>
          <w:numId w:val="24"/>
        </w:numPr>
        <w:spacing w:after="240"/>
        <w:ind w:left="357" w:hanging="357"/>
        <w:jc w:val="both"/>
        <w:rPr>
          <w:rFonts w:ascii="Verdana" w:hAnsi="Verdana" w:cs="Calibri"/>
          <w:color w:val="000000"/>
        </w:rPr>
      </w:pPr>
      <w:bookmarkStart w:id="1" w:name="_Toc417554397"/>
      <w:r w:rsidRPr="00E6158F">
        <w:rPr>
          <w:rFonts w:ascii="Verdana" w:hAnsi="Verdana" w:cs="Calibri"/>
          <w:color w:val="000000"/>
        </w:rPr>
        <w:t xml:space="preserve">znajdujemy się w sytuacji ekonomicznej </w:t>
      </w:r>
      <w:r w:rsidR="000309FC" w:rsidRPr="00E6158F">
        <w:rPr>
          <w:rFonts w:ascii="Verdana" w:hAnsi="Verdana" w:cs="Calibri"/>
          <w:color w:val="000000"/>
        </w:rPr>
        <w:t>lub</w:t>
      </w:r>
      <w:r w:rsidRPr="00E6158F">
        <w:rPr>
          <w:rFonts w:ascii="Verdana" w:hAnsi="Verdana" w:cs="Calibri"/>
          <w:color w:val="000000"/>
        </w:rPr>
        <w:t xml:space="preserve"> finansowej zapewniającej wykonanie </w:t>
      </w:r>
      <w:r w:rsidR="00D521B2" w:rsidRPr="00E6158F">
        <w:rPr>
          <w:rFonts w:ascii="Verdana" w:hAnsi="Verdana" w:cs="Calibri"/>
          <w:color w:val="000000"/>
        </w:rPr>
        <w:t>Zakupu</w:t>
      </w:r>
      <w:bookmarkEnd w:id="1"/>
      <w:r w:rsidR="004279E1">
        <w:rPr>
          <w:rFonts w:ascii="Verdana" w:hAnsi="Verdana" w:cs="Calibri"/>
          <w:color w:val="000000"/>
        </w:rPr>
        <w:t>;</w:t>
      </w:r>
    </w:p>
    <w:p w14:paraId="7E9B20F1" w14:textId="72C71A1D" w:rsidR="00A60B9C" w:rsidRPr="00A60B9C" w:rsidRDefault="00A60B9C" w:rsidP="00A60B9C">
      <w:pPr>
        <w:pStyle w:val="Akapitzlist"/>
        <w:numPr>
          <w:ilvl w:val="0"/>
          <w:numId w:val="24"/>
        </w:numPr>
        <w:jc w:val="both"/>
        <w:rPr>
          <w:rFonts w:ascii="Verdana" w:hAnsi="Verdana" w:cs="Calibri"/>
          <w:color w:val="000000"/>
        </w:rPr>
      </w:pPr>
      <w:r w:rsidRPr="00A60B9C">
        <w:rPr>
          <w:rFonts w:ascii="Verdana" w:hAnsi="Verdana" w:cs="Calibri"/>
          <w:color w:val="000000"/>
        </w:rPr>
        <w:t>nie podlegamy wyk</w:t>
      </w:r>
      <w:r>
        <w:rPr>
          <w:rFonts w:ascii="Verdana" w:hAnsi="Verdana" w:cs="Calibri"/>
          <w:color w:val="000000"/>
        </w:rPr>
        <w:t>luczeniu na podstawie pkt 9.4.</w:t>
      </w:r>
      <w:r w:rsidRPr="00A60B9C">
        <w:rPr>
          <w:rFonts w:ascii="Verdana" w:hAnsi="Verdana" w:cs="Calibri"/>
          <w:color w:val="000000"/>
        </w:rPr>
        <w:t>2.</w:t>
      </w:r>
      <w:r>
        <w:rPr>
          <w:rFonts w:ascii="Verdana" w:hAnsi="Verdana" w:cs="Calibri"/>
          <w:color w:val="000000"/>
        </w:rPr>
        <w:t xml:space="preserve">2 oraz 9.4.3.1 </w:t>
      </w:r>
      <w:r w:rsidRPr="00A60B9C">
        <w:rPr>
          <w:rFonts w:ascii="Verdana" w:hAnsi="Verdana" w:cs="Calibri"/>
          <w:color w:val="000000"/>
        </w:rPr>
        <w:t>-</w:t>
      </w:r>
      <w:r>
        <w:rPr>
          <w:rFonts w:ascii="Verdana" w:hAnsi="Verdana" w:cs="Calibri"/>
          <w:color w:val="000000"/>
        </w:rPr>
        <w:t xml:space="preserve"> </w:t>
      </w:r>
      <w:r w:rsidRPr="00A60B9C">
        <w:rPr>
          <w:rFonts w:ascii="Verdana" w:hAnsi="Verdana" w:cs="Calibri"/>
          <w:color w:val="000000"/>
        </w:rPr>
        <w:t>9.4.3.3</w:t>
      </w:r>
      <w:r>
        <w:rPr>
          <w:rFonts w:ascii="Verdana" w:hAnsi="Verdana" w:cs="Calibri"/>
          <w:color w:val="000000"/>
        </w:rPr>
        <w:t xml:space="preserve"> </w:t>
      </w:r>
      <w:r w:rsidRPr="00A60B9C">
        <w:rPr>
          <w:rFonts w:ascii="Verdana" w:hAnsi="Verdana" w:cs="Calibri"/>
          <w:color w:val="000000"/>
        </w:rPr>
        <w:t>Procedury Ogól</w:t>
      </w:r>
      <w:r>
        <w:rPr>
          <w:rFonts w:ascii="Verdana" w:hAnsi="Verdana" w:cs="Calibri"/>
          <w:color w:val="000000"/>
        </w:rPr>
        <w:t>nej Zakupów GK PGE (PROG 00096/</w:t>
      </w:r>
      <w:r w:rsidR="001A4054">
        <w:rPr>
          <w:rFonts w:ascii="Verdana" w:hAnsi="Verdana" w:cs="Calibri"/>
          <w:color w:val="000000"/>
        </w:rPr>
        <w:t>H</w:t>
      </w:r>
      <w:r w:rsidR="006D0CF5">
        <w:rPr>
          <w:rFonts w:ascii="Verdana" w:hAnsi="Verdana" w:cs="Calibri"/>
          <w:color w:val="000000"/>
        </w:rPr>
        <w:t>.1</w:t>
      </w:r>
      <w:r>
        <w:rPr>
          <w:rFonts w:ascii="Verdana" w:hAnsi="Verdana" w:cs="Calibri"/>
          <w:color w:val="000000"/>
        </w:rPr>
        <w:t>)</w:t>
      </w:r>
      <w:r w:rsidR="004279E1">
        <w:rPr>
          <w:rFonts w:ascii="Verdana" w:hAnsi="Verdana" w:cs="Calibri"/>
          <w:color w:val="000000"/>
        </w:rPr>
        <w:t>.</w:t>
      </w:r>
    </w:p>
    <w:p w14:paraId="2B7E3419" w14:textId="77777777" w:rsidR="00E107CB" w:rsidRPr="00E6158F" w:rsidRDefault="00E107CB" w:rsidP="00E6158F">
      <w:pPr>
        <w:spacing w:after="240"/>
        <w:ind w:left="119"/>
        <w:contextualSpacing/>
        <w:rPr>
          <w:rFonts w:ascii="Verdana" w:hAnsi="Verdana" w:cs="Calibri"/>
        </w:rPr>
      </w:pPr>
    </w:p>
    <w:p w14:paraId="23A16FE3" w14:textId="77777777" w:rsidR="00E107CB" w:rsidRPr="00E6158F" w:rsidRDefault="00E107CB" w:rsidP="00E6158F">
      <w:pPr>
        <w:spacing w:after="240"/>
        <w:ind w:left="119"/>
        <w:contextualSpacing/>
        <w:rPr>
          <w:rFonts w:ascii="Verdana" w:hAnsi="Verdana" w:cs="Calibri"/>
        </w:rPr>
      </w:pPr>
    </w:p>
    <w:p w14:paraId="034E11EA" w14:textId="77777777" w:rsidR="00E107CB" w:rsidRPr="00E6158F" w:rsidRDefault="00E107CB" w:rsidP="00E6158F">
      <w:pPr>
        <w:spacing w:after="240"/>
        <w:ind w:left="119"/>
        <w:contextualSpacing/>
        <w:rPr>
          <w:rFonts w:ascii="Verdana" w:hAnsi="Verdana" w:cs="Calibri"/>
        </w:rPr>
      </w:pPr>
    </w:p>
    <w:p w14:paraId="6511E532" w14:textId="77777777" w:rsidR="00A26421" w:rsidRPr="00E6158F" w:rsidRDefault="00A26421" w:rsidP="00A26421">
      <w:pPr>
        <w:spacing w:after="240"/>
        <w:contextualSpacing/>
        <w:rPr>
          <w:rFonts w:ascii="Verdana" w:hAnsi="Verdana" w:cs="Calibri"/>
          <w:b/>
        </w:rPr>
      </w:pPr>
    </w:p>
    <w:p w14:paraId="7A9288ED" w14:textId="77777777" w:rsidR="00B91D56" w:rsidRPr="00E6158F" w:rsidRDefault="00B91D56" w:rsidP="00B91D56">
      <w:pPr>
        <w:spacing w:after="240"/>
        <w:contextualSpacing/>
        <w:rPr>
          <w:rFonts w:ascii="Verdana" w:hAnsi="Verdana" w:cs="Calibri"/>
        </w:rPr>
      </w:pPr>
      <w:r>
        <w:rPr>
          <w:rFonts w:ascii="Verdana" w:hAnsi="Verdana" w:cs="Calibri"/>
        </w:rPr>
        <w:t>______________________</w:t>
      </w:r>
    </w:p>
    <w:p w14:paraId="629BF42A" w14:textId="77777777" w:rsidR="00B91D56" w:rsidRPr="00A26421" w:rsidRDefault="00B91D56" w:rsidP="00B91D56">
      <w:pPr>
        <w:spacing w:after="240"/>
        <w:ind w:firstLine="357"/>
        <w:contextualSpacing/>
        <w:rPr>
          <w:rFonts w:ascii="Verdana" w:hAnsi="Verdana" w:cs="Calibri"/>
          <w:sz w:val="16"/>
          <w:szCs w:val="16"/>
        </w:rPr>
      </w:pPr>
      <w:r w:rsidRPr="00A26421">
        <w:rPr>
          <w:rFonts w:ascii="Verdana" w:hAnsi="Verdana" w:cs="Calibri"/>
          <w:sz w:val="16"/>
          <w:szCs w:val="16"/>
        </w:rPr>
        <w:t>(miejscowość i data)</w:t>
      </w:r>
      <w:r w:rsidRPr="00A26421">
        <w:rPr>
          <w:rFonts w:ascii="Verdana" w:hAnsi="Verdana" w:cs="Calibri"/>
          <w:sz w:val="16"/>
          <w:szCs w:val="16"/>
        </w:rPr>
        <w:tab/>
      </w:r>
    </w:p>
    <w:p w14:paraId="13F2EA11" w14:textId="77777777" w:rsidR="00B91D56" w:rsidRDefault="00B91D56" w:rsidP="00B91D56">
      <w:pPr>
        <w:spacing w:after="240"/>
        <w:contextualSpacing/>
        <w:rPr>
          <w:rFonts w:ascii="Verdana" w:hAnsi="Verdana" w:cs="Calibri"/>
        </w:rPr>
      </w:pPr>
    </w:p>
    <w:p w14:paraId="690A5CD9" w14:textId="77777777" w:rsidR="00B91D56" w:rsidRPr="00E6158F" w:rsidRDefault="00B91D56" w:rsidP="00B91D56">
      <w:pPr>
        <w:spacing w:after="240"/>
        <w:contextualSpacing/>
        <w:rPr>
          <w:rFonts w:ascii="Verdana" w:hAnsi="Verdana" w:cs="Calibri"/>
        </w:rPr>
      </w:pPr>
    </w:p>
    <w:p w14:paraId="4D98E665" w14:textId="77777777" w:rsidR="00B91D56" w:rsidRPr="00E6158F" w:rsidRDefault="00B91D56" w:rsidP="00B91D56">
      <w:pPr>
        <w:spacing w:after="240"/>
        <w:contextualSpacing/>
        <w:rPr>
          <w:rFonts w:ascii="Verdana" w:hAnsi="Verdana" w:cs="Calibri"/>
        </w:rPr>
      </w:pPr>
    </w:p>
    <w:p w14:paraId="7DCB8A4D" w14:textId="77777777" w:rsidR="00B91D56" w:rsidRPr="00E6158F" w:rsidRDefault="00B91D56" w:rsidP="00B91D56">
      <w:pPr>
        <w:spacing w:after="240"/>
        <w:contextualSpacing/>
        <w:rPr>
          <w:rFonts w:ascii="Verdana" w:hAnsi="Verdana" w:cs="Calibri"/>
        </w:rPr>
      </w:pPr>
      <w:r>
        <w:rPr>
          <w:rFonts w:ascii="Verdana" w:hAnsi="Verdana" w:cs="Calibri"/>
        </w:rPr>
        <w:t>__________________________________________________</w:t>
      </w:r>
    </w:p>
    <w:p w14:paraId="0485B578" w14:textId="77777777" w:rsidR="00B91D56" w:rsidRPr="00A26421" w:rsidRDefault="00B91D56" w:rsidP="00B91D56">
      <w:pPr>
        <w:spacing w:after="240"/>
        <w:contextualSpacing/>
        <w:rPr>
          <w:rFonts w:ascii="Verdana" w:hAnsi="Verdana" w:cs="Calibri"/>
          <w:sz w:val="16"/>
          <w:szCs w:val="16"/>
        </w:rPr>
      </w:pPr>
      <w:r w:rsidRPr="00A26421">
        <w:rPr>
          <w:rFonts w:ascii="Verdana" w:hAnsi="Verdana" w:cs="Calibri"/>
          <w:sz w:val="16"/>
          <w:szCs w:val="16"/>
        </w:rPr>
        <w:t>(podpisy osób upoważnionych zgodnie z zasadami reprezentacji Wykonawcy)</w:t>
      </w:r>
    </w:p>
    <w:p w14:paraId="188F7C10" w14:textId="52CAFD86" w:rsidR="00550778" w:rsidRPr="00E6158F" w:rsidRDefault="00E107CB" w:rsidP="00550778">
      <w:pPr>
        <w:spacing w:after="240"/>
        <w:ind w:left="7080"/>
        <w:contextualSpacing/>
        <w:jc w:val="right"/>
        <w:rPr>
          <w:rFonts w:ascii="Verdana" w:hAnsi="Verdana" w:cs="Calibri"/>
          <w:b/>
          <w:snapToGrid w:val="0"/>
        </w:rPr>
      </w:pPr>
      <w:r w:rsidRPr="00E6158F">
        <w:rPr>
          <w:rFonts w:ascii="Verdana" w:hAnsi="Verdana" w:cs="Calibri"/>
          <w:b/>
          <w:bCs/>
        </w:rPr>
        <w:br w:type="page"/>
      </w:r>
    </w:p>
    <w:p w14:paraId="53DD3612" w14:textId="5E4BB7BE" w:rsidR="00701C3A" w:rsidRPr="00E6158F" w:rsidRDefault="00701C3A" w:rsidP="009F78E0">
      <w:pPr>
        <w:spacing w:after="240"/>
        <w:contextualSpacing/>
        <w:jc w:val="right"/>
        <w:rPr>
          <w:rFonts w:ascii="Verdana" w:hAnsi="Verdana" w:cs="Calibri"/>
          <w:b/>
          <w:snapToGrid w:val="0"/>
        </w:rPr>
      </w:pPr>
      <w:r w:rsidRPr="00E6158F">
        <w:rPr>
          <w:rFonts w:ascii="Verdana" w:hAnsi="Verdana" w:cs="Calibri"/>
          <w:b/>
          <w:snapToGrid w:val="0"/>
        </w:rPr>
        <w:lastRenderedPageBreak/>
        <w:t xml:space="preserve">Załącznik Nr </w:t>
      </w:r>
      <w:r w:rsidR="00181B4A" w:rsidRPr="00E6158F">
        <w:rPr>
          <w:rFonts w:ascii="Verdana" w:hAnsi="Verdana" w:cs="Calibri"/>
          <w:b/>
          <w:snapToGrid w:val="0"/>
        </w:rPr>
        <w:t>6</w:t>
      </w:r>
    </w:p>
    <w:p w14:paraId="6870249B" w14:textId="77777777" w:rsidR="00701C3A" w:rsidRPr="00E6158F" w:rsidRDefault="00701C3A" w:rsidP="00E6158F">
      <w:pPr>
        <w:pStyle w:val="opis"/>
        <w:spacing w:after="240" w:line="240" w:lineRule="auto"/>
        <w:contextualSpacing/>
        <w:jc w:val="left"/>
        <w:rPr>
          <w:rFonts w:ascii="Verdana" w:hAnsi="Verdana" w:cs="Calibri"/>
          <w:b/>
          <w:sz w:val="20"/>
        </w:rPr>
      </w:pPr>
    </w:p>
    <w:p w14:paraId="313946DF" w14:textId="53755089" w:rsidR="00701C3A" w:rsidRPr="00E6158F" w:rsidRDefault="00701C3A" w:rsidP="009F78E0">
      <w:pPr>
        <w:pStyle w:val="opis"/>
        <w:spacing w:after="240" w:line="240" w:lineRule="auto"/>
        <w:ind w:left="0"/>
        <w:contextualSpacing/>
        <w:jc w:val="center"/>
        <w:rPr>
          <w:rFonts w:ascii="Verdana" w:hAnsi="Verdana" w:cs="Calibri"/>
          <w:b/>
          <w:sz w:val="20"/>
        </w:rPr>
      </w:pPr>
      <w:r w:rsidRPr="00E6158F">
        <w:rPr>
          <w:rFonts w:ascii="Verdana" w:hAnsi="Verdana" w:cs="Calibri"/>
          <w:b/>
          <w:sz w:val="20"/>
        </w:rPr>
        <w:t xml:space="preserve">WYKAZ </w:t>
      </w:r>
      <w:r w:rsidR="002B5697" w:rsidRPr="00E6158F">
        <w:rPr>
          <w:rFonts w:ascii="Verdana" w:hAnsi="Verdana" w:cs="Calibri"/>
          <w:b/>
          <w:sz w:val="20"/>
        </w:rPr>
        <w:t xml:space="preserve">WYKONANYCH / WYKONYWANYCH </w:t>
      </w:r>
      <w:r w:rsidR="00E01AE2" w:rsidRPr="00E01AE2">
        <w:rPr>
          <w:rFonts w:ascii="Verdana" w:hAnsi="Verdana" w:cs="Calibri"/>
          <w:b/>
          <w:sz w:val="20"/>
        </w:rPr>
        <w:t xml:space="preserve">USŁUG </w:t>
      </w:r>
    </w:p>
    <w:p w14:paraId="7D609673" w14:textId="77777777" w:rsidR="00701C3A" w:rsidRPr="00E6158F" w:rsidRDefault="00701C3A" w:rsidP="00E6158F">
      <w:pPr>
        <w:pStyle w:val="opis"/>
        <w:spacing w:after="240" w:line="240" w:lineRule="auto"/>
        <w:contextualSpacing/>
        <w:jc w:val="left"/>
        <w:rPr>
          <w:rFonts w:ascii="Verdana" w:hAnsi="Verdana" w:cs="Calibri"/>
          <w:b/>
          <w:sz w:val="20"/>
        </w:rPr>
      </w:pPr>
    </w:p>
    <w:p w14:paraId="7D78B7E1" w14:textId="411D9995" w:rsidR="00701C3A" w:rsidRPr="00E6158F" w:rsidRDefault="00701C3A" w:rsidP="00374099">
      <w:pPr>
        <w:pStyle w:val="opis"/>
        <w:spacing w:after="240" w:line="240" w:lineRule="auto"/>
        <w:ind w:left="0" w:right="0"/>
        <w:contextualSpacing/>
        <w:rPr>
          <w:rFonts w:ascii="Verdana" w:hAnsi="Verdana" w:cs="Calibri"/>
          <w:sz w:val="20"/>
        </w:rPr>
      </w:pPr>
      <w:r w:rsidRPr="00E6158F">
        <w:rPr>
          <w:rFonts w:ascii="Verdana" w:hAnsi="Verdana" w:cs="Calibri"/>
          <w:sz w:val="20"/>
        </w:rPr>
        <w:t xml:space="preserve">W okresie ostatnich </w:t>
      </w:r>
      <w:r w:rsidR="005404FF">
        <w:rPr>
          <w:rFonts w:ascii="Verdana" w:hAnsi="Verdana" w:cs="Calibri"/>
          <w:sz w:val="20"/>
        </w:rPr>
        <w:t>3</w:t>
      </w:r>
      <w:r w:rsidRPr="00E6158F">
        <w:rPr>
          <w:rFonts w:ascii="Verdana" w:hAnsi="Verdana" w:cs="Calibri"/>
          <w:sz w:val="20"/>
        </w:rPr>
        <w:t xml:space="preserve"> lat przed upływem terminu składania Ofert, a jeżeli okres prowadzenia działalności jest krótszy – w tym okresie </w:t>
      </w:r>
    </w:p>
    <w:p w14:paraId="1B33278E" w14:textId="77777777" w:rsidR="00701C3A" w:rsidRPr="00E6158F" w:rsidRDefault="00701C3A" w:rsidP="00E6158F">
      <w:pPr>
        <w:pStyle w:val="opis"/>
        <w:spacing w:after="240" w:line="240" w:lineRule="auto"/>
        <w:contextualSpacing/>
        <w:jc w:val="left"/>
        <w:rPr>
          <w:rFonts w:ascii="Verdana" w:hAnsi="Verdana" w:cs="Calibri"/>
          <w:sz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895"/>
        <w:gridCol w:w="1896"/>
        <w:gridCol w:w="1896"/>
        <w:gridCol w:w="1896"/>
        <w:gridCol w:w="1896"/>
      </w:tblGrid>
      <w:tr w:rsidR="00701C3A" w:rsidRPr="00E6158F" w14:paraId="5D24ADF6" w14:textId="77777777" w:rsidTr="00932BC7">
        <w:tc>
          <w:tcPr>
            <w:tcW w:w="727" w:type="dxa"/>
            <w:shd w:val="clear" w:color="auto" w:fill="1A7466"/>
          </w:tcPr>
          <w:p w14:paraId="14812CF5"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Lp</w:t>
            </w:r>
            <w:r w:rsidR="007F1B29" w:rsidRPr="00E6158F">
              <w:rPr>
                <w:rFonts w:ascii="Verdana" w:hAnsi="Verdana" w:cs="Calibri"/>
                <w:b/>
                <w:sz w:val="20"/>
              </w:rPr>
              <w:t>.</w:t>
            </w:r>
          </w:p>
        </w:tc>
        <w:tc>
          <w:tcPr>
            <w:tcW w:w="1895" w:type="dxa"/>
            <w:shd w:val="clear" w:color="auto" w:fill="1A7466"/>
          </w:tcPr>
          <w:p w14:paraId="3AA67996"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 xml:space="preserve">Wartość </w:t>
            </w:r>
            <w:r w:rsidR="00F61DEC" w:rsidRPr="00E6158F">
              <w:rPr>
                <w:rFonts w:ascii="Verdana" w:hAnsi="Verdana" w:cs="Calibri"/>
                <w:b/>
                <w:sz w:val="20"/>
              </w:rPr>
              <w:t xml:space="preserve">zakupu </w:t>
            </w:r>
            <w:r w:rsidRPr="00E6158F">
              <w:rPr>
                <w:rFonts w:ascii="Verdana" w:hAnsi="Verdana" w:cs="Calibri"/>
                <w:b/>
                <w:sz w:val="20"/>
              </w:rPr>
              <w:t>w</w:t>
            </w:r>
            <w:r w:rsidR="007F1B29" w:rsidRPr="00E6158F">
              <w:rPr>
                <w:rFonts w:ascii="Verdana" w:hAnsi="Verdana" w:cs="Calibri"/>
                <w:b/>
                <w:sz w:val="20"/>
              </w:rPr>
              <w:t> </w:t>
            </w:r>
            <w:r w:rsidRPr="00E6158F">
              <w:rPr>
                <w:rFonts w:ascii="Verdana" w:hAnsi="Verdana" w:cs="Calibri"/>
                <w:b/>
                <w:sz w:val="20"/>
              </w:rPr>
              <w:t>zł netto</w:t>
            </w:r>
          </w:p>
        </w:tc>
        <w:tc>
          <w:tcPr>
            <w:tcW w:w="1896" w:type="dxa"/>
            <w:shd w:val="clear" w:color="auto" w:fill="1A7466"/>
          </w:tcPr>
          <w:p w14:paraId="1F934D61" w14:textId="77777777" w:rsidR="00701C3A" w:rsidRPr="00E6158F" w:rsidRDefault="00701C3A" w:rsidP="006D7D07">
            <w:pPr>
              <w:pStyle w:val="opis"/>
              <w:spacing w:before="60" w:after="60" w:line="240" w:lineRule="auto"/>
              <w:ind w:left="-51" w:right="85"/>
              <w:jc w:val="center"/>
              <w:rPr>
                <w:rFonts w:ascii="Verdana" w:hAnsi="Verdana" w:cs="Calibri"/>
                <w:b/>
                <w:sz w:val="20"/>
              </w:rPr>
            </w:pPr>
            <w:r w:rsidRPr="00E6158F">
              <w:rPr>
                <w:rFonts w:ascii="Verdana" w:hAnsi="Verdana" w:cs="Calibri"/>
                <w:b/>
                <w:sz w:val="20"/>
              </w:rPr>
              <w:t xml:space="preserve">Przedmiot </w:t>
            </w:r>
            <w:r w:rsidR="00F61DEC" w:rsidRPr="00E6158F">
              <w:rPr>
                <w:rFonts w:ascii="Verdana" w:hAnsi="Verdana" w:cs="Calibri"/>
                <w:b/>
                <w:sz w:val="20"/>
              </w:rPr>
              <w:t>zakupu</w:t>
            </w:r>
          </w:p>
        </w:tc>
        <w:tc>
          <w:tcPr>
            <w:tcW w:w="1896" w:type="dxa"/>
            <w:shd w:val="clear" w:color="auto" w:fill="1A7466"/>
          </w:tcPr>
          <w:p w14:paraId="710C4C91"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Data wykonania od …</w:t>
            </w:r>
            <w:r w:rsidR="007F1B29" w:rsidRPr="00E6158F">
              <w:rPr>
                <w:rFonts w:ascii="Verdana" w:hAnsi="Verdana" w:cs="Calibri"/>
                <w:b/>
                <w:sz w:val="20"/>
              </w:rPr>
              <w:t xml:space="preserve"> </w:t>
            </w:r>
            <w:r w:rsidRPr="00E6158F">
              <w:rPr>
                <w:rFonts w:ascii="Verdana" w:hAnsi="Verdana" w:cs="Calibri"/>
                <w:b/>
                <w:sz w:val="20"/>
              </w:rPr>
              <w:t xml:space="preserve">do </w:t>
            </w:r>
            <w:r w:rsidRPr="00E6158F">
              <w:rPr>
                <w:rFonts w:ascii="Verdana" w:hAnsi="Verdana" w:cs="Calibri"/>
                <w:sz w:val="20"/>
              </w:rPr>
              <w:t>(miesiąc, rok)</w:t>
            </w:r>
          </w:p>
        </w:tc>
        <w:tc>
          <w:tcPr>
            <w:tcW w:w="1896" w:type="dxa"/>
            <w:shd w:val="clear" w:color="auto" w:fill="1A7466"/>
          </w:tcPr>
          <w:p w14:paraId="7FE237B4"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Miejsce wykonania</w:t>
            </w:r>
          </w:p>
        </w:tc>
        <w:tc>
          <w:tcPr>
            <w:tcW w:w="1896" w:type="dxa"/>
            <w:shd w:val="clear" w:color="auto" w:fill="1A7466"/>
          </w:tcPr>
          <w:p w14:paraId="247FFD49"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 xml:space="preserve">Odbiorca </w:t>
            </w:r>
            <w:r w:rsidRPr="00E6158F">
              <w:rPr>
                <w:rFonts w:ascii="Verdana" w:hAnsi="Verdana" w:cs="Calibri"/>
                <w:sz w:val="20"/>
              </w:rPr>
              <w:t>(nazwa, adres)</w:t>
            </w:r>
          </w:p>
        </w:tc>
      </w:tr>
      <w:tr w:rsidR="00701C3A" w:rsidRPr="00E6158F" w14:paraId="14B2E13A" w14:textId="77777777" w:rsidTr="009F78E0">
        <w:tc>
          <w:tcPr>
            <w:tcW w:w="727" w:type="dxa"/>
            <w:shd w:val="clear" w:color="auto" w:fill="auto"/>
          </w:tcPr>
          <w:p w14:paraId="6332AB67"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1</w:t>
            </w:r>
          </w:p>
        </w:tc>
        <w:tc>
          <w:tcPr>
            <w:tcW w:w="1895" w:type="dxa"/>
            <w:shd w:val="clear" w:color="auto" w:fill="auto"/>
          </w:tcPr>
          <w:p w14:paraId="29E683FB" w14:textId="77777777" w:rsidR="00701C3A" w:rsidRPr="008C7814" w:rsidRDefault="00701C3A" w:rsidP="009F78E0">
            <w:pPr>
              <w:pStyle w:val="opis"/>
              <w:spacing w:before="60" w:after="60" w:line="240" w:lineRule="auto"/>
              <w:ind w:left="0"/>
              <w:jc w:val="left"/>
              <w:rPr>
                <w:rFonts w:ascii="Verdana" w:hAnsi="Verdana" w:cs="Calibri"/>
                <w:sz w:val="20"/>
              </w:rPr>
            </w:pPr>
          </w:p>
          <w:p w14:paraId="0B620DCD" w14:textId="77777777" w:rsidR="00701C3A" w:rsidRPr="008C7814" w:rsidRDefault="00701C3A" w:rsidP="009F78E0">
            <w:pPr>
              <w:pStyle w:val="opis"/>
              <w:spacing w:before="60" w:after="60" w:line="240" w:lineRule="auto"/>
              <w:ind w:left="0"/>
              <w:jc w:val="left"/>
              <w:rPr>
                <w:rFonts w:ascii="Verdana" w:hAnsi="Verdana" w:cs="Calibri"/>
                <w:sz w:val="20"/>
              </w:rPr>
            </w:pPr>
          </w:p>
          <w:p w14:paraId="4BB82E3D" w14:textId="77777777" w:rsidR="00701C3A" w:rsidRPr="008C7814" w:rsidRDefault="00701C3A" w:rsidP="009F78E0">
            <w:pPr>
              <w:pStyle w:val="opis"/>
              <w:spacing w:before="60" w:after="60" w:line="240" w:lineRule="auto"/>
              <w:ind w:left="0"/>
              <w:jc w:val="left"/>
              <w:rPr>
                <w:rFonts w:ascii="Verdana" w:hAnsi="Verdana" w:cs="Calibri"/>
                <w:sz w:val="20"/>
              </w:rPr>
            </w:pPr>
          </w:p>
          <w:p w14:paraId="73D2BFE9"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719411B"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1EE3A591"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1E536FC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1F45022"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70624D2A" w14:textId="77777777" w:rsidTr="009F78E0">
        <w:tc>
          <w:tcPr>
            <w:tcW w:w="727" w:type="dxa"/>
            <w:shd w:val="clear" w:color="auto" w:fill="auto"/>
          </w:tcPr>
          <w:p w14:paraId="2D771C61"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2</w:t>
            </w:r>
          </w:p>
        </w:tc>
        <w:tc>
          <w:tcPr>
            <w:tcW w:w="1895" w:type="dxa"/>
            <w:shd w:val="clear" w:color="auto" w:fill="auto"/>
          </w:tcPr>
          <w:p w14:paraId="4D888975" w14:textId="77777777" w:rsidR="00701C3A" w:rsidRPr="008C7814" w:rsidRDefault="00701C3A" w:rsidP="009F78E0">
            <w:pPr>
              <w:pStyle w:val="opis"/>
              <w:spacing w:before="60" w:after="60" w:line="240" w:lineRule="auto"/>
              <w:ind w:left="0"/>
              <w:jc w:val="left"/>
              <w:rPr>
                <w:rFonts w:ascii="Verdana" w:hAnsi="Verdana" w:cs="Calibri"/>
                <w:sz w:val="20"/>
              </w:rPr>
            </w:pPr>
          </w:p>
          <w:p w14:paraId="0A0E2DA4" w14:textId="77777777" w:rsidR="00701C3A" w:rsidRPr="008C7814" w:rsidRDefault="00701C3A" w:rsidP="009F78E0">
            <w:pPr>
              <w:pStyle w:val="opis"/>
              <w:spacing w:before="60" w:after="60" w:line="240" w:lineRule="auto"/>
              <w:ind w:left="0"/>
              <w:jc w:val="left"/>
              <w:rPr>
                <w:rFonts w:ascii="Verdana" w:hAnsi="Verdana" w:cs="Calibri"/>
                <w:sz w:val="20"/>
              </w:rPr>
            </w:pPr>
          </w:p>
          <w:p w14:paraId="5CF9A1C7" w14:textId="77777777" w:rsidR="00701C3A" w:rsidRPr="008C7814" w:rsidRDefault="00701C3A" w:rsidP="009F78E0">
            <w:pPr>
              <w:pStyle w:val="opis"/>
              <w:spacing w:before="60" w:after="60" w:line="240" w:lineRule="auto"/>
              <w:ind w:left="0"/>
              <w:jc w:val="left"/>
              <w:rPr>
                <w:rFonts w:ascii="Verdana" w:hAnsi="Verdana" w:cs="Calibri"/>
                <w:sz w:val="20"/>
              </w:rPr>
            </w:pPr>
          </w:p>
          <w:p w14:paraId="6FC027C8"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39C3115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B7D808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68B8F59D"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1AB36CD1"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52075ED8" w14:textId="77777777" w:rsidTr="009F78E0">
        <w:tc>
          <w:tcPr>
            <w:tcW w:w="727" w:type="dxa"/>
            <w:shd w:val="clear" w:color="auto" w:fill="auto"/>
          </w:tcPr>
          <w:p w14:paraId="063729CA"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3</w:t>
            </w:r>
          </w:p>
        </w:tc>
        <w:tc>
          <w:tcPr>
            <w:tcW w:w="1895" w:type="dxa"/>
            <w:shd w:val="clear" w:color="auto" w:fill="auto"/>
          </w:tcPr>
          <w:p w14:paraId="0D4AE2A8" w14:textId="77777777" w:rsidR="00701C3A" w:rsidRPr="008C7814" w:rsidRDefault="00701C3A" w:rsidP="009F78E0">
            <w:pPr>
              <w:pStyle w:val="opis"/>
              <w:spacing w:before="60" w:after="60" w:line="240" w:lineRule="auto"/>
              <w:ind w:left="0"/>
              <w:jc w:val="left"/>
              <w:rPr>
                <w:rFonts w:ascii="Verdana" w:hAnsi="Verdana" w:cs="Calibri"/>
                <w:sz w:val="20"/>
              </w:rPr>
            </w:pPr>
          </w:p>
          <w:p w14:paraId="0CE60A52" w14:textId="77777777" w:rsidR="00701C3A" w:rsidRPr="008C7814" w:rsidRDefault="00701C3A" w:rsidP="009F78E0">
            <w:pPr>
              <w:pStyle w:val="opis"/>
              <w:spacing w:before="60" w:after="60" w:line="240" w:lineRule="auto"/>
              <w:ind w:left="0"/>
              <w:jc w:val="left"/>
              <w:rPr>
                <w:rFonts w:ascii="Verdana" w:hAnsi="Verdana" w:cs="Calibri"/>
                <w:sz w:val="20"/>
              </w:rPr>
            </w:pPr>
          </w:p>
          <w:p w14:paraId="7026A39C" w14:textId="77777777" w:rsidR="00701C3A" w:rsidRPr="008C7814" w:rsidRDefault="00701C3A" w:rsidP="009F78E0">
            <w:pPr>
              <w:pStyle w:val="opis"/>
              <w:spacing w:before="60" w:after="60" w:line="240" w:lineRule="auto"/>
              <w:ind w:left="0"/>
              <w:jc w:val="left"/>
              <w:rPr>
                <w:rFonts w:ascii="Verdana" w:hAnsi="Verdana" w:cs="Calibri"/>
                <w:sz w:val="20"/>
              </w:rPr>
            </w:pPr>
          </w:p>
          <w:p w14:paraId="155F7DE1"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B6CCAED"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67B1A3B0"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24E17C9E"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9767F87"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6065F7CF" w14:textId="77777777" w:rsidTr="009F78E0">
        <w:tc>
          <w:tcPr>
            <w:tcW w:w="727" w:type="dxa"/>
            <w:shd w:val="clear" w:color="auto" w:fill="auto"/>
          </w:tcPr>
          <w:p w14:paraId="7FCE6798"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4</w:t>
            </w:r>
          </w:p>
        </w:tc>
        <w:tc>
          <w:tcPr>
            <w:tcW w:w="1895" w:type="dxa"/>
            <w:shd w:val="clear" w:color="auto" w:fill="auto"/>
          </w:tcPr>
          <w:p w14:paraId="2C693E56" w14:textId="77777777" w:rsidR="00701C3A" w:rsidRPr="008C7814" w:rsidRDefault="00701C3A" w:rsidP="009F78E0">
            <w:pPr>
              <w:pStyle w:val="opis"/>
              <w:spacing w:before="60" w:after="60" w:line="240" w:lineRule="auto"/>
              <w:ind w:left="0"/>
              <w:jc w:val="left"/>
              <w:rPr>
                <w:rFonts w:ascii="Verdana" w:hAnsi="Verdana" w:cs="Calibri"/>
                <w:sz w:val="20"/>
              </w:rPr>
            </w:pPr>
          </w:p>
          <w:p w14:paraId="5C89367E" w14:textId="77777777" w:rsidR="00701C3A" w:rsidRPr="008C7814" w:rsidRDefault="00701C3A" w:rsidP="009F78E0">
            <w:pPr>
              <w:pStyle w:val="opis"/>
              <w:spacing w:before="60" w:after="60" w:line="240" w:lineRule="auto"/>
              <w:ind w:left="0"/>
              <w:jc w:val="left"/>
              <w:rPr>
                <w:rFonts w:ascii="Verdana" w:hAnsi="Verdana" w:cs="Calibri"/>
                <w:sz w:val="20"/>
              </w:rPr>
            </w:pPr>
          </w:p>
          <w:p w14:paraId="16FC6408" w14:textId="77777777" w:rsidR="007F1B29" w:rsidRPr="008C7814" w:rsidRDefault="007F1B29" w:rsidP="009F78E0">
            <w:pPr>
              <w:pStyle w:val="opis"/>
              <w:spacing w:before="60" w:after="60" w:line="240" w:lineRule="auto"/>
              <w:ind w:left="0"/>
              <w:jc w:val="left"/>
              <w:rPr>
                <w:rFonts w:ascii="Verdana" w:hAnsi="Verdana" w:cs="Calibri"/>
                <w:sz w:val="20"/>
              </w:rPr>
            </w:pPr>
          </w:p>
          <w:p w14:paraId="6B963BB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D7E50F1"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1F42FD9"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3FDC933D"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C096B4C"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0BB91B14" w14:textId="77777777" w:rsidTr="009F78E0">
        <w:tc>
          <w:tcPr>
            <w:tcW w:w="727" w:type="dxa"/>
            <w:shd w:val="clear" w:color="auto" w:fill="auto"/>
          </w:tcPr>
          <w:p w14:paraId="42E098B1"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5</w:t>
            </w:r>
          </w:p>
        </w:tc>
        <w:tc>
          <w:tcPr>
            <w:tcW w:w="1895" w:type="dxa"/>
            <w:shd w:val="clear" w:color="auto" w:fill="auto"/>
          </w:tcPr>
          <w:p w14:paraId="3D4E85A2" w14:textId="77777777" w:rsidR="00701C3A" w:rsidRPr="008C7814" w:rsidRDefault="00701C3A" w:rsidP="009F78E0">
            <w:pPr>
              <w:pStyle w:val="opis"/>
              <w:spacing w:before="60" w:after="60" w:line="240" w:lineRule="auto"/>
              <w:ind w:left="0"/>
              <w:jc w:val="left"/>
              <w:rPr>
                <w:rFonts w:ascii="Verdana" w:hAnsi="Verdana" w:cs="Calibri"/>
                <w:sz w:val="20"/>
              </w:rPr>
            </w:pPr>
          </w:p>
          <w:p w14:paraId="08696EB2" w14:textId="77777777" w:rsidR="00701C3A" w:rsidRPr="008C7814" w:rsidRDefault="00701C3A" w:rsidP="009F78E0">
            <w:pPr>
              <w:pStyle w:val="opis"/>
              <w:spacing w:before="60" w:after="60" w:line="240" w:lineRule="auto"/>
              <w:ind w:left="0"/>
              <w:jc w:val="left"/>
              <w:rPr>
                <w:rFonts w:ascii="Verdana" w:hAnsi="Verdana" w:cs="Calibri"/>
                <w:sz w:val="20"/>
              </w:rPr>
            </w:pPr>
          </w:p>
          <w:p w14:paraId="4FC86A25" w14:textId="77777777" w:rsidR="00701C3A" w:rsidRPr="008C7814" w:rsidRDefault="00701C3A" w:rsidP="009F78E0">
            <w:pPr>
              <w:pStyle w:val="opis"/>
              <w:spacing w:before="60" w:after="60" w:line="240" w:lineRule="auto"/>
              <w:ind w:left="0"/>
              <w:jc w:val="left"/>
              <w:rPr>
                <w:rFonts w:ascii="Verdana" w:hAnsi="Verdana" w:cs="Calibri"/>
                <w:sz w:val="20"/>
              </w:rPr>
            </w:pPr>
          </w:p>
          <w:p w14:paraId="569CF238"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5E0533F2"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8A6B072"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DCBBD9B"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C35EC5B" w14:textId="77777777" w:rsidR="00701C3A" w:rsidRPr="008C7814" w:rsidRDefault="00701C3A" w:rsidP="009F78E0">
            <w:pPr>
              <w:pStyle w:val="opis"/>
              <w:spacing w:before="60" w:after="60" w:line="240" w:lineRule="auto"/>
              <w:ind w:left="0"/>
              <w:jc w:val="left"/>
              <w:rPr>
                <w:rFonts w:ascii="Verdana" w:hAnsi="Verdana" w:cs="Calibri"/>
                <w:sz w:val="20"/>
              </w:rPr>
            </w:pPr>
          </w:p>
        </w:tc>
      </w:tr>
    </w:tbl>
    <w:p w14:paraId="575094B2" w14:textId="77777777" w:rsidR="00C82283" w:rsidRPr="00E6158F" w:rsidRDefault="00C82283" w:rsidP="00E6158F">
      <w:pPr>
        <w:spacing w:after="240"/>
        <w:contextualSpacing/>
        <w:rPr>
          <w:rFonts w:ascii="Verdana" w:hAnsi="Verdana" w:cs="Calibri"/>
        </w:rPr>
      </w:pPr>
    </w:p>
    <w:p w14:paraId="496566FA" w14:textId="77777777" w:rsidR="00701C3A" w:rsidRPr="00E6158F" w:rsidRDefault="00701C3A" w:rsidP="00374099">
      <w:pPr>
        <w:spacing w:after="240"/>
        <w:contextualSpacing/>
        <w:jc w:val="both"/>
        <w:rPr>
          <w:rFonts w:ascii="Verdana" w:hAnsi="Verdana" w:cs="Calibri"/>
        </w:rPr>
      </w:pPr>
      <w:r w:rsidRPr="00E6158F">
        <w:rPr>
          <w:rFonts w:ascii="Verdana" w:hAnsi="Verdana" w:cs="Calibri"/>
        </w:rPr>
        <w:t>Do wykazu dołączono……. szt. dokumentów potwi</w:t>
      </w:r>
      <w:r w:rsidR="00B22273" w:rsidRPr="00E6158F">
        <w:rPr>
          <w:rFonts w:ascii="Verdana" w:hAnsi="Verdana" w:cs="Calibri"/>
        </w:rPr>
        <w:t xml:space="preserve">erdzających należyte wykonanie </w:t>
      </w:r>
      <w:r w:rsidRPr="00E6158F">
        <w:rPr>
          <w:rFonts w:ascii="Verdana" w:hAnsi="Verdana" w:cs="Calibri"/>
        </w:rPr>
        <w:t>usług.</w:t>
      </w:r>
    </w:p>
    <w:p w14:paraId="522C5764" w14:textId="77777777" w:rsidR="00701C3A" w:rsidRPr="00E6158F" w:rsidRDefault="00701C3A" w:rsidP="00E6158F">
      <w:pPr>
        <w:spacing w:after="240"/>
        <w:contextualSpacing/>
        <w:rPr>
          <w:rFonts w:ascii="Verdana" w:hAnsi="Verdana" w:cs="Calibri"/>
          <w:b/>
        </w:rPr>
      </w:pPr>
    </w:p>
    <w:p w14:paraId="0A21779D" w14:textId="77777777" w:rsidR="00701C3A" w:rsidRPr="00E6158F" w:rsidRDefault="00701C3A" w:rsidP="00E6158F">
      <w:pPr>
        <w:spacing w:after="240"/>
        <w:contextualSpacing/>
        <w:rPr>
          <w:rFonts w:ascii="Verdana" w:hAnsi="Verdana" w:cs="Calibri"/>
          <w:b/>
        </w:rPr>
      </w:pPr>
    </w:p>
    <w:p w14:paraId="40F6852C" w14:textId="77777777" w:rsidR="009F78E0" w:rsidRPr="00E6158F" w:rsidRDefault="009F78E0" w:rsidP="009F78E0">
      <w:pPr>
        <w:spacing w:after="240"/>
        <w:contextualSpacing/>
        <w:rPr>
          <w:rFonts w:ascii="Verdana" w:hAnsi="Verdana" w:cs="Calibri"/>
          <w:b/>
        </w:rPr>
      </w:pPr>
    </w:p>
    <w:p w14:paraId="4C5FB93B" w14:textId="77777777" w:rsidR="00B91D56" w:rsidRPr="00E6158F" w:rsidRDefault="00B91D56" w:rsidP="00B91D56">
      <w:pPr>
        <w:spacing w:after="240"/>
        <w:contextualSpacing/>
        <w:rPr>
          <w:rFonts w:ascii="Verdana" w:hAnsi="Verdana" w:cs="Calibri"/>
        </w:rPr>
      </w:pPr>
      <w:r>
        <w:rPr>
          <w:rFonts w:ascii="Verdana" w:hAnsi="Verdana" w:cs="Calibri"/>
        </w:rPr>
        <w:t>______________________</w:t>
      </w:r>
    </w:p>
    <w:p w14:paraId="0F51FAE2" w14:textId="77777777" w:rsidR="00B91D56" w:rsidRPr="00A26421" w:rsidRDefault="00B91D56" w:rsidP="00B91D56">
      <w:pPr>
        <w:spacing w:after="240"/>
        <w:ind w:firstLine="357"/>
        <w:contextualSpacing/>
        <w:rPr>
          <w:rFonts w:ascii="Verdana" w:hAnsi="Verdana" w:cs="Calibri"/>
          <w:sz w:val="16"/>
          <w:szCs w:val="16"/>
        </w:rPr>
      </w:pPr>
      <w:r w:rsidRPr="00A26421">
        <w:rPr>
          <w:rFonts w:ascii="Verdana" w:hAnsi="Verdana" w:cs="Calibri"/>
          <w:sz w:val="16"/>
          <w:szCs w:val="16"/>
        </w:rPr>
        <w:t>(miejscowość i data)</w:t>
      </w:r>
      <w:r w:rsidRPr="00A26421">
        <w:rPr>
          <w:rFonts w:ascii="Verdana" w:hAnsi="Verdana" w:cs="Calibri"/>
          <w:sz w:val="16"/>
          <w:szCs w:val="16"/>
        </w:rPr>
        <w:tab/>
      </w:r>
    </w:p>
    <w:p w14:paraId="57125989" w14:textId="77777777" w:rsidR="00B91D56" w:rsidRDefault="00B91D56" w:rsidP="00B91D56">
      <w:pPr>
        <w:spacing w:after="240"/>
        <w:contextualSpacing/>
        <w:rPr>
          <w:rFonts w:ascii="Verdana" w:hAnsi="Verdana" w:cs="Calibri"/>
        </w:rPr>
      </w:pPr>
    </w:p>
    <w:p w14:paraId="7601C7C4" w14:textId="77777777" w:rsidR="00B91D56" w:rsidRPr="00E6158F" w:rsidRDefault="00B91D56" w:rsidP="00B91D56">
      <w:pPr>
        <w:spacing w:after="240"/>
        <w:contextualSpacing/>
        <w:rPr>
          <w:rFonts w:ascii="Verdana" w:hAnsi="Verdana" w:cs="Calibri"/>
        </w:rPr>
      </w:pPr>
    </w:p>
    <w:p w14:paraId="3D5992BB" w14:textId="77777777" w:rsidR="00B91D56" w:rsidRPr="00E6158F" w:rsidRDefault="00B91D56" w:rsidP="00B91D56">
      <w:pPr>
        <w:spacing w:after="240"/>
        <w:contextualSpacing/>
        <w:rPr>
          <w:rFonts w:ascii="Verdana" w:hAnsi="Verdana" w:cs="Calibri"/>
        </w:rPr>
      </w:pPr>
    </w:p>
    <w:p w14:paraId="305ED265" w14:textId="77777777" w:rsidR="00B91D56" w:rsidRPr="00E6158F" w:rsidRDefault="00B91D56" w:rsidP="00B91D56">
      <w:pPr>
        <w:spacing w:after="240"/>
        <w:contextualSpacing/>
        <w:rPr>
          <w:rFonts w:ascii="Verdana" w:hAnsi="Verdana" w:cs="Calibri"/>
        </w:rPr>
      </w:pPr>
      <w:r>
        <w:rPr>
          <w:rFonts w:ascii="Verdana" w:hAnsi="Verdana" w:cs="Calibri"/>
        </w:rPr>
        <w:t>__________________________________________________</w:t>
      </w:r>
    </w:p>
    <w:p w14:paraId="40BA4AF4" w14:textId="77777777" w:rsidR="00B91D56" w:rsidRPr="00A26421" w:rsidRDefault="00B91D56" w:rsidP="00B91D56">
      <w:pPr>
        <w:spacing w:after="240"/>
        <w:contextualSpacing/>
        <w:rPr>
          <w:rFonts w:ascii="Verdana" w:hAnsi="Verdana" w:cs="Calibri"/>
          <w:sz w:val="16"/>
          <w:szCs w:val="16"/>
        </w:rPr>
      </w:pPr>
      <w:r w:rsidRPr="00A26421">
        <w:rPr>
          <w:rFonts w:ascii="Verdana" w:hAnsi="Verdana" w:cs="Calibri"/>
          <w:sz w:val="16"/>
          <w:szCs w:val="16"/>
        </w:rPr>
        <w:t>(podpisy osób upoważnionych zgodnie z zasadami reprezentacji Wykonawcy)</w:t>
      </w:r>
    </w:p>
    <w:p w14:paraId="45DA3973" w14:textId="1D3E6EE8" w:rsidR="00681AE0" w:rsidRPr="00E6158F" w:rsidRDefault="00223CD8" w:rsidP="009F78E0">
      <w:pPr>
        <w:spacing w:after="240"/>
        <w:ind w:left="7080"/>
        <w:contextualSpacing/>
        <w:jc w:val="right"/>
        <w:rPr>
          <w:rFonts w:ascii="Verdana" w:hAnsi="Verdana" w:cs="Calibri"/>
          <w:b/>
          <w:snapToGrid w:val="0"/>
        </w:rPr>
      </w:pPr>
      <w:r w:rsidRPr="00E6158F">
        <w:rPr>
          <w:rFonts w:ascii="Verdana" w:hAnsi="Verdana" w:cs="Calibri"/>
          <w:b/>
          <w:snapToGrid w:val="0"/>
        </w:rPr>
        <w:br w:type="page"/>
      </w:r>
      <w:r w:rsidR="00681AE0" w:rsidRPr="00E6158F">
        <w:rPr>
          <w:rFonts w:ascii="Verdana" w:hAnsi="Verdana" w:cs="Calibri"/>
          <w:b/>
          <w:bCs/>
          <w:snapToGrid w:val="0"/>
        </w:rPr>
        <w:lastRenderedPageBreak/>
        <w:t xml:space="preserve">Załącznik Nr </w:t>
      </w:r>
      <w:r w:rsidR="00AE5F5E" w:rsidRPr="00E6158F">
        <w:rPr>
          <w:rFonts w:ascii="Verdana" w:hAnsi="Verdana" w:cs="Calibri"/>
          <w:b/>
          <w:bCs/>
          <w:snapToGrid w:val="0"/>
        </w:rPr>
        <w:t>7</w:t>
      </w:r>
    </w:p>
    <w:p w14:paraId="5FDABD34" w14:textId="77777777" w:rsidR="00681AE0" w:rsidRPr="00E6158F" w:rsidRDefault="00681AE0" w:rsidP="00E6158F">
      <w:pPr>
        <w:spacing w:after="240"/>
        <w:contextualSpacing/>
        <w:rPr>
          <w:rFonts w:ascii="Verdana" w:hAnsi="Verdana" w:cs="Calibri"/>
          <w:b/>
          <w:snapToGrid w:val="0"/>
        </w:rPr>
      </w:pPr>
    </w:p>
    <w:p w14:paraId="041FEE2F" w14:textId="6048E7B3" w:rsidR="008D0F0C" w:rsidRDefault="008D0F0C" w:rsidP="008D0F0C">
      <w:pPr>
        <w:spacing w:after="240" w:line="300" w:lineRule="auto"/>
        <w:contextualSpacing/>
        <w:rPr>
          <w:rFonts w:ascii="Verdana" w:hAnsi="Verdana" w:cs="Calibri"/>
          <w:b/>
          <w:snapToGrid w:val="0"/>
          <w:color w:val="191919"/>
        </w:rPr>
      </w:pPr>
    </w:p>
    <w:p w14:paraId="67EDA32E" w14:textId="77777777" w:rsidR="008D0F0C" w:rsidRPr="008D0F0C" w:rsidRDefault="008D0F0C" w:rsidP="008D0F0C">
      <w:pPr>
        <w:spacing w:after="240" w:line="300" w:lineRule="auto"/>
        <w:contextualSpacing/>
        <w:rPr>
          <w:rFonts w:ascii="Verdana" w:hAnsi="Verdana" w:cs="Calibri"/>
          <w:b/>
          <w:snapToGrid w:val="0"/>
          <w:color w:val="191919"/>
        </w:rPr>
      </w:pPr>
    </w:p>
    <w:p w14:paraId="58012FC1" w14:textId="77777777" w:rsidR="008D0F0C" w:rsidRPr="008D0F0C" w:rsidRDefault="008D0F0C" w:rsidP="008D0F0C">
      <w:pPr>
        <w:spacing w:after="240" w:line="300" w:lineRule="auto"/>
        <w:contextualSpacing/>
        <w:rPr>
          <w:rFonts w:ascii="Verdana" w:hAnsi="Verdana" w:cs="Calibri"/>
          <w:b/>
          <w:snapToGrid w:val="0"/>
          <w:color w:val="191919"/>
        </w:rPr>
      </w:pPr>
    </w:p>
    <w:p w14:paraId="4091DF2C" w14:textId="77777777" w:rsidR="008D0F0C" w:rsidRPr="008D0F0C" w:rsidRDefault="008D0F0C" w:rsidP="008D0F0C">
      <w:pPr>
        <w:spacing w:after="240" w:line="300" w:lineRule="auto"/>
        <w:contextualSpacing/>
        <w:rPr>
          <w:rFonts w:ascii="Verdana" w:hAnsi="Verdana" w:cs="Calibri"/>
          <w:color w:val="191919"/>
        </w:rPr>
      </w:pPr>
      <w:r w:rsidRPr="008D0F0C">
        <w:rPr>
          <w:rFonts w:ascii="Verdana" w:hAnsi="Verdana" w:cs="Calibri"/>
          <w:color w:val="191919"/>
        </w:rPr>
        <w:t>_____________________</w:t>
      </w:r>
    </w:p>
    <w:p w14:paraId="372B6F94" w14:textId="77777777" w:rsidR="008D0F0C" w:rsidRPr="008D0F0C" w:rsidRDefault="008D0F0C" w:rsidP="008D0F0C">
      <w:pPr>
        <w:spacing w:after="240" w:line="300" w:lineRule="auto"/>
        <w:rPr>
          <w:rFonts w:ascii="Verdana" w:hAnsi="Verdana" w:cs="Calibri"/>
          <w:color w:val="191919"/>
          <w:sz w:val="16"/>
          <w:szCs w:val="16"/>
        </w:rPr>
      </w:pPr>
      <w:r w:rsidRPr="008D0F0C">
        <w:rPr>
          <w:rFonts w:ascii="Verdana" w:hAnsi="Verdana" w:cs="Calibri"/>
          <w:color w:val="191919"/>
          <w:sz w:val="16"/>
          <w:szCs w:val="16"/>
        </w:rPr>
        <w:t xml:space="preserve">(pieczątka firmowa Wykonawcy, lub </w:t>
      </w:r>
      <w:r w:rsidRPr="008D0F0C">
        <w:rPr>
          <w:rFonts w:ascii="Verdana" w:hAnsi="Verdana" w:cs="Calibri"/>
          <w:color w:val="191919"/>
          <w:sz w:val="16"/>
          <w:szCs w:val="16"/>
        </w:rPr>
        <w:br/>
      </w:r>
      <w:r w:rsidRPr="008D0F0C">
        <w:rPr>
          <w:rFonts w:ascii="Verdana" w:hAnsi="Verdana" w:cs="Arial"/>
          <w:color w:val="191919"/>
          <w:sz w:val="16"/>
          <w:szCs w:val="16"/>
        </w:rPr>
        <w:t>pełna nazwa/firma, adres, w zależności od podmiotu: NIP/PESEL, KRS/</w:t>
      </w:r>
      <w:proofErr w:type="spellStart"/>
      <w:r w:rsidRPr="008D0F0C">
        <w:rPr>
          <w:rFonts w:ascii="Verdana" w:hAnsi="Verdana" w:cs="Arial"/>
          <w:color w:val="191919"/>
          <w:sz w:val="16"/>
          <w:szCs w:val="16"/>
        </w:rPr>
        <w:t>CEiDG</w:t>
      </w:r>
      <w:proofErr w:type="spellEnd"/>
      <w:r w:rsidRPr="008D0F0C">
        <w:rPr>
          <w:rFonts w:ascii="Verdana" w:hAnsi="Verdana" w:cs="Arial"/>
          <w:color w:val="191919"/>
          <w:sz w:val="16"/>
          <w:szCs w:val="16"/>
        </w:rPr>
        <w:t>)</w:t>
      </w:r>
    </w:p>
    <w:p w14:paraId="18645D61" w14:textId="77777777" w:rsidR="008D0F0C" w:rsidRPr="008D0F0C" w:rsidRDefault="008D0F0C" w:rsidP="008D0F0C">
      <w:pPr>
        <w:spacing w:line="300" w:lineRule="auto"/>
        <w:rPr>
          <w:rFonts w:ascii="Verdana" w:hAnsi="Verdana" w:cs="Arial"/>
          <w:color w:val="191919"/>
          <w:u w:val="single"/>
        </w:rPr>
      </w:pPr>
      <w:r w:rsidRPr="008D0F0C">
        <w:rPr>
          <w:rFonts w:ascii="Verdana" w:hAnsi="Verdana" w:cs="Arial"/>
          <w:color w:val="191919"/>
          <w:u w:val="single"/>
        </w:rPr>
        <w:t>reprezentowany przez:</w:t>
      </w:r>
    </w:p>
    <w:p w14:paraId="5D5F1932" w14:textId="1AF5A34E" w:rsidR="008D0F0C" w:rsidRPr="008D0F0C" w:rsidRDefault="008D0F0C" w:rsidP="008D0F0C">
      <w:pPr>
        <w:ind w:right="5954"/>
        <w:rPr>
          <w:rFonts w:ascii="Verdana" w:hAnsi="Verdana" w:cs="Arial"/>
          <w:color w:val="191919"/>
        </w:rPr>
      </w:pPr>
      <w:r w:rsidRPr="008D0F0C">
        <w:rPr>
          <w:rFonts w:ascii="Verdana" w:hAnsi="Verdana" w:cs="Arial"/>
          <w:color w:val="191919"/>
        </w:rPr>
        <w:t>…………………………………………………………………………………………………………………</w:t>
      </w:r>
      <w:r w:rsidR="005827C7">
        <w:rPr>
          <w:rFonts w:ascii="Verdana" w:hAnsi="Verdana" w:cs="Arial"/>
          <w:color w:val="191919"/>
        </w:rPr>
        <w:t>………………..</w:t>
      </w:r>
    </w:p>
    <w:p w14:paraId="24566D88" w14:textId="77777777" w:rsidR="008D0F0C" w:rsidRPr="008D0F0C" w:rsidRDefault="008D0F0C" w:rsidP="008D0F0C">
      <w:pPr>
        <w:spacing w:line="300" w:lineRule="auto"/>
        <w:ind w:right="5103"/>
        <w:rPr>
          <w:rFonts w:ascii="Verdana" w:hAnsi="Verdana" w:cs="Arial"/>
          <w:color w:val="191919"/>
          <w:sz w:val="16"/>
          <w:szCs w:val="16"/>
        </w:rPr>
      </w:pPr>
      <w:r w:rsidRPr="008D0F0C">
        <w:rPr>
          <w:rFonts w:ascii="Verdana" w:hAnsi="Verdana" w:cs="Arial"/>
          <w:color w:val="191919"/>
          <w:sz w:val="16"/>
          <w:szCs w:val="16"/>
        </w:rPr>
        <w:t>(imię, nazwisko, stanowisko/podstawa do reprezentacji)</w:t>
      </w:r>
    </w:p>
    <w:p w14:paraId="22B4B022" w14:textId="77777777" w:rsidR="008D0F0C" w:rsidRPr="008D0F0C" w:rsidRDefault="008D0F0C" w:rsidP="008D0F0C">
      <w:pPr>
        <w:spacing w:after="240"/>
        <w:rPr>
          <w:rFonts w:ascii="Verdana" w:hAnsi="Verdana" w:cs="Arial"/>
          <w:b/>
          <w:color w:val="191919"/>
        </w:rPr>
      </w:pPr>
    </w:p>
    <w:p w14:paraId="08D5C4E6" w14:textId="2C4C4EFD" w:rsidR="008D0F0C" w:rsidRPr="008D0F0C" w:rsidRDefault="008D0F0C" w:rsidP="008D0F0C">
      <w:pPr>
        <w:spacing w:after="240"/>
        <w:jc w:val="center"/>
        <w:rPr>
          <w:rFonts w:ascii="Verdana" w:hAnsi="Verdana" w:cs="Arial"/>
          <w:b/>
          <w:color w:val="191919"/>
          <w:u w:val="single"/>
        </w:rPr>
      </w:pPr>
      <w:r>
        <w:rPr>
          <w:rFonts w:ascii="Verdana" w:hAnsi="Verdana" w:cs="Arial"/>
          <w:b/>
          <w:color w:val="191919"/>
          <w:u w:val="single"/>
        </w:rPr>
        <w:t>Oświadczenie W</w:t>
      </w:r>
      <w:r w:rsidRPr="008D0F0C">
        <w:rPr>
          <w:rFonts w:ascii="Verdana" w:hAnsi="Verdana" w:cs="Arial"/>
          <w:b/>
          <w:color w:val="191919"/>
          <w:u w:val="single"/>
        </w:rPr>
        <w:t>ykonawcy/</w:t>
      </w:r>
      <w:r>
        <w:rPr>
          <w:rFonts w:ascii="Verdana" w:hAnsi="Verdana" w:cs="Arial"/>
          <w:b/>
          <w:color w:val="191919"/>
          <w:u w:val="single"/>
        </w:rPr>
        <w:br/>
        <w:t>Wykonawcy</w:t>
      </w:r>
      <w:r w:rsidRPr="008D0F0C">
        <w:rPr>
          <w:rFonts w:ascii="Verdana" w:hAnsi="Verdana" w:cs="Arial"/>
          <w:b/>
          <w:color w:val="191919"/>
          <w:u w:val="single"/>
        </w:rPr>
        <w:t xml:space="preserve"> wspólnie ubiegającego się o udzielenie zamówienia </w:t>
      </w:r>
    </w:p>
    <w:p w14:paraId="0BEF560B" w14:textId="77777777" w:rsidR="008D0F0C" w:rsidRPr="008D0F0C" w:rsidRDefault="008D0F0C" w:rsidP="008D0F0C">
      <w:pPr>
        <w:spacing w:before="120" w:after="240"/>
        <w:jc w:val="center"/>
        <w:rPr>
          <w:rFonts w:ascii="Verdana" w:hAnsi="Verdana" w:cs="Arial"/>
          <w:b/>
          <w:caps/>
          <w:color w:val="191919"/>
          <w:u w:val="single"/>
        </w:rPr>
      </w:pPr>
      <w:r w:rsidRPr="008D0F0C">
        <w:rPr>
          <w:rFonts w:ascii="Verdana" w:hAnsi="Verdana" w:cs="Arial"/>
          <w:b/>
          <w:color w:val="191919"/>
          <w:u w:val="single"/>
        </w:rPr>
        <w:t xml:space="preserve">DOTYCZĄCE PRZESŁANEK WYKLUCZENIA Z ART. 5K ROZPORZĄDZENIA 833/2014 ORAZ ART. 7 UST. 1 USTAWY </w:t>
      </w:r>
      <w:r w:rsidRPr="008D0F0C">
        <w:rPr>
          <w:rFonts w:ascii="Verdana" w:hAnsi="Verdana" w:cs="Arial"/>
          <w:b/>
          <w:caps/>
          <w:color w:val="191919"/>
          <w:u w:val="single"/>
        </w:rPr>
        <w:t>o szczególnych rozwiązaniach w zakresie przeciwdziałania wspieraniu agresji na Ukrainę oraz służących ochronie bezpieczeństwa narodowego</w:t>
      </w:r>
    </w:p>
    <w:p w14:paraId="77C49718" w14:textId="0377E68B" w:rsidR="008D0F0C" w:rsidRPr="008D0F0C" w:rsidRDefault="008D0F0C" w:rsidP="005404FF">
      <w:pPr>
        <w:spacing w:before="240" w:after="240"/>
        <w:jc w:val="both"/>
        <w:rPr>
          <w:rFonts w:ascii="Verdana" w:hAnsi="Verdana" w:cs="Arial"/>
          <w:color w:val="191919"/>
        </w:rPr>
      </w:pPr>
      <w:r w:rsidRPr="008D0F0C">
        <w:rPr>
          <w:rFonts w:ascii="Verdana" w:hAnsi="Verdana" w:cs="Arial"/>
          <w:color w:val="191919"/>
        </w:rPr>
        <w:t>Na potrzeby postępowania o udzielenie</w:t>
      </w:r>
      <w:r>
        <w:rPr>
          <w:rFonts w:ascii="Verdana" w:hAnsi="Verdana" w:cs="Arial"/>
          <w:color w:val="191919"/>
        </w:rPr>
        <w:t xml:space="preserve"> zamówienia niepublicznego pn.: </w:t>
      </w:r>
      <w:r w:rsidRPr="008D0F0C">
        <w:rPr>
          <w:rFonts w:ascii="Verdana" w:hAnsi="Verdana" w:cs="Arial"/>
          <w:color w:val="191919"/>
        </w:rPr>
        <w:t>„</w:t>
      </w:r>
      <w:r w:rsidR="005404FF" w:rsidRPr="005404FF">
        <w:rPr>
          <w:rFonts w:ascii="Verdana" w:hAnsi="Verdana" w:cs="Arial"/>
          <w:color w:val="191919"/>
        </w:rPr>
        <w:t>System do wycen</w:t>
      </w:r>
      <w:r w:rsidRPr="008D0F0C">
        <w:rPr>
          <w:rFonts w:ascii="Verdana" w:hAnsi="Verdana" w:cs="Arial"/>
          <w:color w:val="191919"/>
        </w:rPr>
        <w:t xml:space="preserve">” nr </w:t>
      </w:r>
      <w:r w:rsidR="00713A81" w:rsidRPr="00713A81">
        <w:rPr>
          <w:rFonts w:ascii="Verdana" w:hAnsi="Verdana" w:cs="Arial"/>
          <w:color w:val="191919"/>
        </w:rPr>
        <w:t>POST/OBR/OBR/DZZ/00065/2025</w:t>
      </w:r>
      <w:r w:rsidRPr="008D0F0C">
        <w:rPr>
          <w:rFonts w:ascii="Verdana" w:hAnsi="Verdana" w:cs="Arial"/>
          <w:color w:val="191919"/>
        </w:rPr>
        <w:t>,</w:t>
      </w:r>
      <w:r w:rsidRPr="008D0F0C">
        <w:rPr>
          <w:rFonts w:ascii="Verdana" w:hAnsi="Verdana" w:cs="Arial"/>
          <w:i/>
          <w:color w:val="191919"/>
        </w:rPr>
        <w:t xml:space="preserve"> </w:t>
      </w:r>
      <w:r w:rsidRPr="008D0F0C">
        <w:rPr>
          <w:rFonts w:ascii="Verdana" w:hAnsi="Verdana" w:cs="Arial"/>
          <w:color w:val="191919"/>
        </w:rPr>
        <w:t>prowadzonego przez PGE Obrót S.A.</w:t>
      </w:r>
      <w:r w:rsidRPr="008D0F0C">
        <w:rPr>
          <w:rFonts w:ascii="Verdana" w:hAnsi="Verdana" w:cs="Arial"/>
          <w:i/>
          <w:color w:val="191919"/>
        </w:rPr>
        <w:t xml:space="preserve">, </w:t>
      </w:r>
      <w:r w:rsidRPr="008D0F0C">
        <w:rPr>
          <w:rFonts w:ascii="Verdana" w:hAnsi="Verdana" w:cs="Arial"/>
          <w:color w:val="191919"/>
        </w:rPr>
        <w:t>oświadczam, co następuje:</w:t>
      </w:r>
    </w:p>
    <w:p w14:paraId="4BE56F46" w14:textId="77777777" w:rsidR="008D0F0C" w:rsidRPr="008D0F0C" w:rsidRDefault="008D0F0C" w:rsidP="00932BC7">
      <w:pPr>
        <w:shd w:val="clear" w:color="auto" w:fill="1A7466"/>
        <w:spacing w:before="360" w:after="240"/>
        <w:rPr>
          <w:rFonts w:ascii="Verdana" w:hAnsi="Verdana" w:cs="Arial"/>
          <w:b/>
          <w:color w:val="191919"/>
        </w:rPr>
      </w:pPr>
      <w:r w:rsidRPr="008D0F0C">
        <w:rPr>
          <w:rFonts w:ascii="Verdana" w:hAnsi="Verdana" w:cs="Arial"/>
          <w:b/>
          <w:color w:val="191919"/>
        </w:rPr>
        <w:t>OŚWIADCZENIA DOTYCZĄCE WYKONAWCY:</w:t>
      </w:r>
    </w:p>
    <w:p w14:paraId="3BEABE80" w14:textId="15DC439E" w:rsidR="008D0F0C" w:rsidRPr="008D0F0C" w:rsidRDefault="008D0F0C" w:rsidP="001A357A">
      <w:pPr>
        <w:numPr>
          <w:ilvl w:val="0"/>
          <w:numId w:val="61"/>
        </w:numPr>
        <w:spacing w:after="240"/>
        <w:ind w:left="357" w:hanging="357"/>
        <w:jc w:val="both"/>
        <w:rPr>
          <w:rFonts w:ascii="Verdana" w:hAnsi="Verdana" w:cs="Arial"/>
          <w:b/>
          <w:bCs/>
          <w:color w:val="191919"/>
        </w:rPr>
      </w:pPr>
      <w:r w:rsidRPr="008D0F0C">
        <w:rPr>
          <w:rFonts w:ascii="Verdana" w:hAnsi="Verdana" w:cs="Arial"/>
          <w:color w:val="191919"/>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w:t>
      </w:r>
      <w:r w:rsidRPr="008D0F0C">
        <w:rPr>
          <w:rFonts w:ascii="Verdana" w:hAnsi="Verdana" w:cs="Arial"/>
          <w:color w:val="191919"/>
          <w:vertAlign w:val="superscript"/>
        </w:rPr>
        <w:footnoteReference w:id="1"/>
      </w:r>
    </w:p>
    <w:p w14:paraId="379B07D2" w14:textId="114A1B7B" w:rsidR="008D0F0C" w:rsidRPr="008D0F0C" w:rsidRDefault="008D0F0C" w:rsidP="001A357A">
      <w:pPr>
        <w:numPr>
          <w:ilvl w:val="0"/>
          <w:numId w:val="61"/>
        </w:numPr>
        <w:spacing w:after="240"/>
        <w:ind w:left="357" w:hanging="357"/>
        <w:jc w:val="both"/>
        <w:rPr>
          <w:rFonts w:ascii="Verdana" w:hAnsi="Verdana" w:cs="Arial"/>
          <w:b/>
          <w:bCs/>
        </w:rPr>
      </w:pPr>
      <w:r w:rsidRPr="008D0F0C">
        <w:rPr>
          <w:rFonts w:ascii="Verdana" w:hAnsi="Verdana" w:cs="Arial"/>
        </w:rPr>
        <w:t xml:space="preserve">Oświadczam, że nie zachodzą w stosunku do mnie przesłanki wykluczenia z postępowania na podstawie art. </w:t>
      </w:r>
      <w:r w:rsidRPr="008D0F0C">
        <w:rPr>
          <w:rFonts w:ascii="Verdana" w:hAnsi="Verdana" w:cs="Arial"/>
          <w:color w:val="222222"/>
        </w:rPr>
        <w:t>7 ust. 1 ustawy z dnia 13 kwietnia 2022 r.</w:t>
      </w:r>
      <w:r>
        <w:rPr>
          <w:rFonts w:ascii="Verdana" w:hAnsi="Verdana" w:cs="Arial"/>
          <w:i/>
          <w:iCs/>
          <w:color w:val="222222"/>
        </w:rPr>
        <w:t xml:space="preserve"> o szczególnych rozwiązaniach w </w:t>
      </w:r>
      <w:r w:rsidRPr="008D0F0C">
        <w:rPr>
          <w:rFonts w:ascii="Verdana" w:hAnsi="Verdana" w:cs="Arial"/>
          <w:i/>
          <w:iCs/>
          <w:color w:val="222222"/>
        </w:rPr>
        <w:t xml:space="preserve">zakresie przeciwdziałania wspieraniu agresji na Ukrainę oraz służących ochronie bezpieczeństwa narodowego </w:t>
      </w:r>
      <w:r w:rsidRPr="008D0F0C">
        <w:rPr>
          <w:rFonts w:ascii="Verdana" w:hAnsi="Verdana" w:cs="Arial"/>
          <w:color w:val="222222"/>
        </w:rPr>
        <w:t>(Dz. U. poz. 835)</w:t>
      </w:r>
      <w:r w:rsidRPr="008D0F0C">
        <w:rPr>
          <w:rFonts w:ascii="Verdana" w:hAnsi="Verdana" w:cs="Arial"/>
          <w:i/>
          <w:iCs/>
          <w:color w:val="222222"/>
        </w:rPr>
        <w:t>.</w:t>
      </w:r>
      <w:r w:rsidRPr="008D0F0C">
        <w:rPr>
          <w:rFonts w:ascii="Verdana" w:hAnsi="Verdana" w:cs="Arial"/>
          <w:color w:val="222222"/>
          <w:vertAlign w:val="superscript"/>
        </w:rPr>
        <w:footnoteReference w:id="2"/>
      </w:r>
    </w:p>
    <w:p w14:paraId="5187DC87" w14:textId="77777777" w:rsidR="008D0F0C" w:rsidRPr="008D0F0C" w:rsidRDefault="008D0F0C" w:rsidP="00932BC7">
      <w:pPr>
        <w:shd w:val="clear" w:color="auto" w:fill="1A7466"/>
        <w:spacing w:before="240" w:after="240"/>
        <w:jc w:val="both"/>
        <w:rPr>
          <w:rFonts w:ascii="Verdana" w:hAnsi="Verdana" w:cs="Arial"/>
          <w:color w:val="191919"/>
        </w:rPr>
      </w:pPr>
      <w:r w:rsidRPr="008D0F0C">
        <w:rPr>
          <w:rFonts w:ascii="Verdana" w:hAnsi="Verdana" w:cs="Arial"/>
          <w:b/>
          <w:color w:val="191919"/>
        </w:rPr>
        <w:lastRenderedPageBreak/>
        <w:t>INFORMACJA DOTYCZĄCA POLEGANIA NA ZDOLNOŚCIACH LUB SYTUACJI PODMIOTU UDOSTĘPNIAJĄCEGO ZASOBY W ZAKRESIE ODPOWIADAJĄCYM PONAD 10% WARTOŚCI ZAMÓWIENIA</w:t>
      </w:r>
      <w:r w:rsidRPr="008D0F0C">
        <w:rPr>
          <w:rFonts w:ascii="Verdana" w:hAnsi="Verdana" w:cs="Arial"/>
          <w:b/>
          <w:bCs/>
          <w:color w:val="191919"/>
        </w:rPr>
        <w:t>:</w:t>
      </w:r>
    </w:p>
    <w:p w14:paraId="64240DB1" w14:textId="77777777" w:rsidR="008D0F0C" w:rsidRPr="001A357A" w:rsidRDefault="008D0F0C" w:rsidP="008D0F0C">
      <w:pPr>
        <w:spacing w:after="240"/>
        <w:jc w:val="both"/>
        <w:rPr>
          <w:rFonts w:ascii="Verdana" w:hAnsi="Verdana" w:cs="Arial"/>
          <w:color w:val="7297CE"/>
          <w:sz w:val="16"/>
          <w:szCs w:val="16"/>
        </w:rPr>
      </w:pPr>
      <w:bookmarkStart w:id="3" w:name="_Hlk99016800"/>
      <w:r w:rsidRPr="001A357A">
        <w:rPr>
          <w:rFonts w:ascii="Verdana" w:hAnsi="Verdana" w:cs="Arial"/>
          <w:color w:val="7297CE"/>
          <w:sz w:val="16"/>
          <w:szCs w:val="16"/>
        </w:rPr>
        <w:t>[UWAGA</w:t>
      </w:r>
      <w:r w:rsidRPr="001A357A">
        <w:rPr>
          <w:rFonts w:ascii="Verdana" w:hAnsi="Verdana" w:cs="Arial"/>
          <w:i/>
          <w:color w:val="7297CE"/>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A357A">
        <w:rPr>
          <w:rFonts w:ascii="Verdana" w:hAnsi="Verdana" w:cs="Arial"/>
          <w:color w:val="7297CE"/>
          <w:sz w:val="16"/>
          <w:szCs w:val="16"/>
        </w:rPr>
        <w:t>]</w:t>
      </w:r>
      <w:bookmarkEnd w:id="3"/>
    </w:p>
    <w:p w14:paraId="562E39A8" w14:textId="37824934" w:rsidR="008D0F0C" w:rsidRPr="001A357A" w:rsidRDefault="00550778" w:rsidP="008D0F0C">
      <w:pPr>
        <w:spacing w:after="240"/>
        <w:jc w:val="both"/>
        <w:rPr>
          <w:rFonts w:ascii="Verdana" w:hAnsi="Verdana" w:cs="Arial"/>
          <w:b/>
          <w:color w:val="222222"/>
        </w:rPr>
      </w:pPr>
      <w:sdt>
        <w:sdtPr>
          <w:rPr>
            <w:rFonts w:ascii="Verdana" w:hAnsi="Verdana" w:cs="Arial"/>
            <w:b/>
            <w:color w:val="FF0000"/>
          </w:rPr>
          <w:id w:val="1264496465"/>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color w:val="191919"/>
        </w:rPr>
        <w:t xml:space="preserve">W związku z poleganiem na zdolnościach lub sytuacji następującego podmiotu udostępniającego zasoby: </w:t>
      </w:r>
      <w:bookmarkStart w:id="4" w:name="_Hlk99014455"/>
      <w:r w:rsidR="008D0F0C" w:rsidRPr="001A357A">
        <w:rPr>
          <w:rFonts w:ascii="Verdana" w:hAnsi="Verdana" w:cs="Arial"/>
          <w:color w:val="191919"/>
        </w:rPr>
        <w:t>………………………………………………………………………...…………………………………</w:t>
      </w:r>
      <w:r w:rsidR="008D0F0C">
        <w:rPr>
          <w:rFonts w:ascii="Verdana" w:hAnsi="Verdana" w:cs="Arial"/>
          <w:color w:val="191919"/>
        </w:rPr>
        <w:t>……………………………………</w:t>
      </w:r>
      <w:r w:rsidR="008D0F0C" w:rsidRPr="001A357A">
        <w:rPr>
          <w:rFonts w:ascii="Verdana" w:hAnsi="Verdana" w:cs="Arial"/>
          <w:i/>
          <w:color w:val="191919"/>
        </w:rPr>
        <w:t xml:space="preserve"> </w:t>
      </w:r>
      <w:bookmarkEnd w:id="4"/>
      <w:r w:rsidR="008D0F0C" w:rsidRPr="001A357A">
        <w:rPr>
          <w:rFonts w:ascii="Verdana" w:hAnsi="Verdana" w:cs="Arial"/>
          <w:i/>
          <w:color w:val="191919"/>
          <w:sz w:val="16"/>
          <w:szCs w:val="16"/>
        </w:rPr>
        <w:t>(podać pełną nazwę/firmę, adres, a także w zależności od podmiotu: NIP/PESEL, KRS/</w:t>
      </w:r>
      <w:proofErr w:type="spellStart"/>
      <w:r w:rsidR="008D0F0C" w:rsidRPr="001A357A">
        <w:rPr>
          <w:rFonts w:ascii="Verdana" w:hAnsi="Verdana" w:cs="Arial"/>
          <w:i/>
          <w:color w:val="191919"/>
          <w:sz w:val="16"/>
          <w:szCs w:val="16"/>
        </w:rPr>
        <w:t>CEiDG</w:t>
      </w:r>
      <w:proofErr w:type="spellEnd"/>
      <w:r w:rsidR="008D0F0C" w:rsidRPr="001A357A">
        <w:rPr>
          <w:rFonts w:ascii="Verdana" w:hAnsi="Verdana" w:cs="Arial"/>
          <w:i/>
          <w:color w:val="191919"/>
          <w:sz w:val="16"/>
          <w:szCs w:val="16"/>
        </w:rPr>
        <w:t>)</w:t>
      </w:r>
      <w:r w:rsidR="008D0F0C" w:rsidRPr="001A357A">
        <w:rPr>
          <w:rFonts w:ascii="Verdana" w:hAnsi="Verdana" w:cs="Arial"/>
          <w:color w:val="191919"/>
          <w:sz w:val="16"/>
          <w:szCs w:val="16"/>
        </w:rPr>
        <w:t>,</w:t>
      </w:r>
      <w:r w:rsidR="008D0F0C" w:rsidRPr="001A357A">
        <w:rPr>
          <w:rFonts w:ascii="Verdana" w:hAnsi="Verdana" w:cs="Arial"/>
          <w:color w:val="191919"/>
        </w:rPr>
        <w:br/>
        <w:t xml:space="preserve">w celu wykazania spełniania warunków udziału w postępowaniu w następującym zakresie: ………………………………………… </w:t>
      </w:r>
      <w:r w:rsidR="008D0F0C" w:rsidRPr="001A357A">
        <w:rPr>
          <w:rFonts w:ascii="Verdana" w:hAnsi="Verdana" w:cs="Arial"/>
          <w:i/>
          <w:color w:val="191919"/>
          <w:sz w:val="16"/>
          <w:szCs w:val="16"/>
        </w:rPr>
        <w:t>(określić odpowiedni zakres udostępnianych zasobów dla wskazanego podmiotu)</w:t>
      </w:r>
      <w:r w:rsidR="008D0F0C" w:rsidRPr="001A357A">
        <w:rPr>
          <w:rFonts w:ascii="Verdana" w:hAnsi="Verdana" w:cs="Arial"/>
          <w:iCs/>
          <w:color w:val="191919"/>
        </w:rPr>
        <w:t>,</w:t>
      </w:r>
      <w:r w:rsidR="008D0F0C" w:rsidRPr="001A357A">
        <w:rPr>
          <w:rFonts w:ascii="Verdana" w:hAnsi="Verdana" w:cs="Arial"/>
          <w:i/>
          <w:color w:val="191919"/>
        </w:rPr>
        <w:br/>
      </w:r>
      <w:r w:rsidR="008D0F0C" w:rsidRPr="001A357A">
        <w:rPr>
          <w:rFonts w:ascii="Verdana" w:hAnsi="Verdana" w:cs="Arial"/>
          <w:color w:val="191919"/>
        </w:rPr>
        <w:t>co odpowiada ponad 10% wartości przedmiotowego zamówienia,</w:t>
      </w:r>
      <w:r w:rsidR="008D0F0C" w:rsidRPr="001A357A">
        <w:rPr>
          <w:rFonts w:ascii="Verdana" w:hAnsi="Verdana" w:cs="Arial"/>
          <w:b/>
          <w:color w:val="191919"/>
        </w:rPr>
        <w:t xml:space="preserve"> oświadczam, że w stosunku do żadnego z ww. podmiotów udostępniających zasoby, ich podwykonawców i dostawców, nie zachodzą żadne przesłanki wskazane w art. 5 k </w:t>
      </w:r>
      <w:r w:rsidR="008D0F0C" w:rsidRPr="001A357A">
        <w:rPr>
          <w:rFonts w:ascii="Verdana" w:hAnsi="Verdana" w:cs="Arial"/>
          <w:b/>
          <w:bCs/>
          <w:color w:val="191919"/>
        </w:rPr>
        <w:t>Rozporządzenia 833/2014, w brzmieniu nadanym rozporządzeniem Rady (UE) 2022/576</w:t>
      </w:r>
      <w:r w:rsidR="008D0F0C" w:rsidRPr="001A357A">
        <w:rPr>
          <w:rFonts w:ascii="Verdana" w:hAnsi="Verdana" w:cs="Arial"/>
          <w:b/>
          <w:color w:val="222222"/>
        </w:rPr>
        <w:t>.</w:t>
      </w:r>
    </w:p>
    <w:p w14:paraId="4666D39F" w14:textId="77777777" w:rsidR="008D0F0C" w:rsidRPr="001A357A" w:rsidRDefault="008D0F0C" w:rsidP="008D0F0C">
      <w:pPr>
        <w:spacing w:after="240"/>
        <w:jc w:val="both"/>
        <w:rPr>
          <w:rFonts w:ascii="Verdana" w:hAnsi="Verdana" w:cs="Arial"/>
          <w:b/>
          <w:color w:val="222222"/>
        </w:rPr>
      </w:pPr>
      <w:r w:rsidRPr="001A357A">
        <w:rPr>
          <w:rFonts w:ascii="Verdana" w:hAnsi="Verdana" w:cs="Arial"/>
          <w:b/>
          <w:color w:val="222222"/>
        </w:rPr>
        <w:t xml:space="preserve">albo </w:t>
      </w:r>
    </w:p>
    <w:p w14:paraId="71D162AF" w14:textId="75B0AD08" w:rsidR="008D0F0C" w:rsidRDefault="00550778" w:rsidP="008D0F0C">
      <w:pPr>
        <w:spacing w:after="240"/>
        <w:jc w:val="both"/>
        <w:rPr>
          <w:rFonts w:ascii="Verdana" w:hAnsi="Verdana" w:cs="Arial"/>
          <w:bCs/>
          <w:color w:val="191919"/>
        </w:rPr>
      </w:pPr>
      <w:sdt>
        <w:sdtPr>
          <w:rPr>
            <w:rFonts w:ascii="Verdana" w:hAnsi="Verdana" w:cs="Arial"/>
            <w:b/>
            <w:color w:val="FF0000"/>
          </w:rPr>
          <w:id w:val="1884129715"/>
          <w14:checkbox>
            <w14:checked w14:val="0"/>
            <w14:checkedState w14:val="2612" w14:font="MS Gothic"/>
            <w14:uncheckedState w14:val="2610" w14:font="MS Gothic"/>
          </w14:checkbox>
        </w:sdtPr>
        <w:sdtEndPr/>
        <w:sdtContent>
          <w:r w:rsidR="008D0F0C" w:rsidRPr="003B0CAE">
            <w:rPr>
              <w:rFonts w:ascii="Segoe UI Symbol" w:hAnsi="Segoe UI Symbol" w:cs="Segoe UI Symbol"/>
              <w:b/>
              <w:color w:val="FF0000"/>
            </w:rPr>
            <w:t>☐</w:t>
          </w:r>
        </w:sdtContent>
      </w:sdt>
      <w:r w:rsidR="008D0F0C" w:rsidRPr="002D6DF2">
        <w:rPr>
          <w:rFonts w:ascii="Verdana" w:hAnsi="Verdana" w:cs="Arial"/>
          <w:b/>
          <w:color w:val="FF0000"/>
        </w:rPr>
        <w:tab/>
      </w:r>
      <w:r w:rsidR="008D0F0C" w:rsidRPr="001A357A">
        <w:rPr>
          <w:rFonts w:ascii="Verdana" w:hAnsi="Verdana" w:cs="Arial"/>
          <w:b/>
          <w:color w:val="191919"/>
        </w:rPr>
        <w:t>Wskazuję, że w postępowaniu nie będę polegał na zdolnościach podmiotu, o którym mowa w art. 5k ust. 1</w:t>
      </w:r>
      <w:r w:rsidR="008D0F0C" w:rsidRPr="001A357A">
        <w:rPr>
          <w:rFonts w:ascii="Verdana" w:hAnsi="Verdana" w:cs="Arial"/>
          <w:bCs/>
          <w:color w:val="191919"/>
        </w:rPr>
        <w:t xml:space="preserve"> Rozporządzenia Rady (UE) NR </w:t>
      </w:r>
      <w:r w:rsidR="008D0F0C" w:rsidRPr="001A357A">
        <w:rPr>
          <w:rFonts w:ascii="Verdana" w:hAnsi="Verdana" w:cs="Arial"/>
          <w:bCs/>
          <w:iCs/>
          <w:color w:val="191919"/>
        </w:rPr>
        <w:t>833/2014</w:t>
      </w:r>
      <w:r w:rsidR="008D0F0C" w:rsidRPr="001A357A">
        <w:rPr>
          <w:rFonts w:ascii="Verdana" w:hAnsi="Verdana" w:cs="Arial"/>
          <w:bCs/>
          <w:color w:val="191919"/>
        </w:rPr>
        <w:t xml:space="preserve"> z dnia 31 lipca 2014 r. dotyczącego środków ograniczających w związku z działaniami Rosji destabilizującymi sytuację na Ukrainie,</w:t>
      </w:r>
      <w:r w:rsidR="008D0F0C" w:rsidRPr="001A357A">
        <w:rPr>
          <w:rFonts w:ascii="Verdana" w:hAnsi="Verdana" w:cs="Arial"/>
          <w:color w:val="191919"/>
        </w:rPr>
        <w:t xml:space="preserve"> </w:t>
      </w:r>
      <w:r w:rsidR="008D0F0C" w:rsidRPr="001A357A">
        <w:rPr>
          <w:rFonts w:ascii="Verdana" w:hAnsi="Verdana" w:cs="Arial"/>
          <w:bCs/>
          <w:color w:val="191919"/>
        </w:rPr>
        <w:t>na którego przypada ponad 10% wartości zamówienia.</w:t>
      </w:r>
    </w:p>
    <w:p w14:paraId="15EB0930" w14:textId="6D2C8B02" w:rsidR="008D0F0C" w:rsidRPr="003B0CAE" w:rsidRDefault="008C4026" w:rsidP="008D0F0C">
      <w:pPr>
        <w:spacing w:after="240"/>
        <w:jc w:val="both"/>
        <w:rPr>
          <w:rFonts w:ascii="Verdana" w:hAnsi="Verdana" w:cs="Arial"/>
          <w:bCs/>
          <w:i/>
          <w:color w:val="FF0000"/>
          <w:sz w:val="16"/>
        </w:rPr>
      </w:pPr>
      <w:r w:rsidRPr="0098555B">
        <w:rPr>
          <w:rFonts w:ascii="Verdana" w:hAnsi="Verdana" w:cs="Arial"/>
          <w:bCs/>
          <w:i/>
          <w:color w:val="FF0000"/>
          <w:sz w:val="16"/>
        </w:rPr>
        <w:t>Należy wskazać właściwe poprzez zaznaczenie odpowiedniego pola.</w:t>
      </w:r>
    </w:p>
    <w:p w14:paraId="08C3D14F" w14:textId="77777777" w:rsidR="008D0F0C" w:rsidRPr="008D0F0C" w:rsidRDefault="008D0F0C" w:rsidP="00932BC7">
      <w:pPr>
        <w:shd w:val="clear" w:color="auto" w:fill="1A7466"/>
        <w:spacing w:before="240" w:after="240"/>
        <w:jc w:val="both"/>
        <w:rPr>
          <w:rFonts w:ascii="Verdana" w:hAnsi="Verdana" w:cs="Arial"/>
          <w:b/>
          <w:color w:val="191919"/>
        </w:rPr>
      </w:pPr>
      <w:r w:rsidRPr="008D0F0C">
        <w:rPr>
          <w:rFonts w:ascii="Verdana" w:hAnsi="Verdana" w:cs="Arial"/>
          <w:b/>
          <w:color w:val="191919"/>
        </w:rPr>
        <w:t>OŚWIADCZENIE DOTYCZĄCE PODWYKONAWCY, NA KTÓREGO PRZYPADA PONAD 10% WARTOŚCI ZAMÓWIENIA:</w:t>
      </w:r>
    </w:p>
    <w:p w14:paraId="5B416F62" w14:textId="77777777" w:rsidR="008D0F0C" w:rsidRPr="001A357A" w:rsidRDefault="008D0F0C" w:rsidP="008D0F0C">
      <w:pPr>
        <w:spacing w:after="240"/>
        <w:jc w:val="both"/>
        <w:rPr>
          <w:rFonts w:ascii="Verdana" w:hAnsi="Verdana" w:cs="Arial"/>
          <w:color w:val="7297CE"/>
          <w:sz w:val="16"/>
          <w:szCs w:val="16"/>
        </w:rPr>
      </w:pPr>
      <w:r w:rsidRPr="001A357A">
        <w:rPr>
          <w:rFonts w:ascii="Verdana" w:hAnsi="Verdana" w:cs="Arial"/>
          <w:color w:val="7297CE"/>
          <w:sz w:val="16"/>
          <w:szCs w:val="16"/>
        </w:rPr>
        <w:t>[UWAGA</w:t>
      </w:r>
      <w:r w:rsidRPr="001A357A">
        <w:rPr>
          <w:rFonts w:ascii="Verdana" w:hAnsi="Verdana" w:cs="Arial"/>
          <w:i/>
          <w:color w:val="7297CE"/>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A357A">
        <w:rPr>
          <w:rFonts w:ascii="Verdana" w:hAnsi="Verdana" w:cs="Arial"/>
          <w:color w:val="7297CE"/>
          <w:sz w:val="16"/>
          <w:szCs w:val="16"/>
        </w:rPr>
        <w:t>]</w:t>
      </w:r>
    </w:p>
    <w:p w14:paraId="785AD877" w14:textId="1C5C32F3" w:rsidR="008D0F0C" w:rsidRPr="001A357A" w:rsidRDefault="00550778" w:rsidP="008D0F0C">
      <w:pPr>
        <w:spacing w:after="240"/>
        <w:jc w:val="both"/>
        <w:rPr>
          <w:rFonts w:ascii="Verdana" w:hAnsi="Verdana" w:cs="Arial"/>
          <w:b/>
          <w:color w:val="191919"/>
        </w:rPr>
      </w:pPr>
      <w:sdt>
        <w:sdtPr>
          <w:rPr>
            <w:rFonts w:ascii="Verdana" w:hAnsi="Verdana" w:cs="Arial"/>
            <w:b/>
            <w:color w:val="FF0000"/>
          </w:rPr>
          <w:id w:val="-2059083644"/>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color w:val="191919"/>
        </w:rPr>
        <w:t>W związku z zamiarem korzystania w trakcie realizacji zamówienia z podwykonawcy, na którego przypada ponad 10% wartości zamówienia: ………………………………………………………</w:t>
      </w:r>
      <w:r w:rsidR="008D0F0C">
        <w:rPr>
          <w:rFonts w:ascii="Verdana" w:hAnsi="Verdana" w:cs="Arial"/>
          <w:color w:val="191919"/>
        </w:rPr>
        <w:t>………………………….</w:t>
      </w:r>
      <w:r w:rsidR="008D0F0C" w:rsidRPr="001A357A">
        <w:rPr>
          <w:rFonts w:ascii="Verdana" w:hAnsi="Verdana" w:cs="Arial"/>
          <w:color w:val="191919"/>
        </w:rPr>
        <w:t xml:space="preserve"> ……………………………………….………..………………………………………………………………………………………………………</w:t>
      </w:r>
      <w:r w:rsidR="008D0F0C">
        <w:rPr>
          <w:rFonts w:ascii="Verdana" w:hAnsi="Verdana" w:cs="Arial"/>
          <w:color w:val="191919"/>
        </w:rPr>
        <w:t>…………</w:t>
      </w:r>
      <w:r w:rsidR="008D0F0C" w:rsidRPr="001A357A">
        <w:rPr>
          <w:rFonts w:ascii="Verdana" w:hAnsi="Verdana" w:cs="Arial"/>
          <w:color w:val="191919"/>
        </w:rPr>
        <w:t xml:space="preserve"> </w:t>
      </w:r>
      <w:r w:rsidR="008D0F0C" w:rsidRPr="001A357A">
        <w:rPr>
          <w:rFonts w:ascii="Verdana" w:hAnsi="Verdana" w:cs="Arial"/>
          <w:i/>
          <w:color w:val="191919"/>
          <w:sz w:val="16"/>
          <w:szCs w:val="16"/>
        </w:rPr>
        <w:t>(podać pełną nazwę/firmę, adres, a także w zależności od podmiotu: NIP/PESEL, KRS/</w:t>
      </w:r>
      <w:proofErr w:type="spellStart"/>
      <w:r w:rsidR="008D0F0C" w:rsidRPr="001A357A">
        <w:rPr>
          <w:rFonts w:ascii="Verdana" w:hAnsi="Verdana" w:cs="Arial"/>
          <w:i/>
          <w:color w:val="191919"/>
          <w:sz w:val="16"/>
          <w:szCs w:val="16"/>
        </w:rPr>
        <w:t>CEiDG</w:t>
      </w:r>
      <w:proofErr w:type="spellEnd"/>
      <w:r w:rsidR="008D0F0C" w:rsidRPr="001A357A">
        <w:rPr>
          <w:rFonts w:ascii="Verdana" w:hAnsi="Verdana" w:cs="Arial"/>
          <w:i/>
          <w:color w:val="191919"/>
          <w:sz w:val="16"/>
          <w:szCs w:val="16"/>
        </w:rPr>
        <w:t>)</w:t>
      </w:r>
      <w:r w:rsidR="008D0F0C" w:rsidRPr="001A357A">
        <w:rPr>
          <w:rFonts w:ascii="Verdana" w:hAnsi="Verdana" w:cs="Arial"/>
          <w:color w:val="191919"/>
          <w:sz w:val="16"/>
          <w:szCs w:val="16"/>
        </w:rPr>
        <w:t>,</w:t>
      </w:r>
      <w:r w:rsidR="008D0F0C" w:rsidRPr="001A357A">
        <w:rPr>
          <w:rFonts w:ascii="Verdana" w:hAnsi="Verdana" w:cs="Arial"/>
          <w:color w:val="191919"/>
        </w:rPr>
        <w:br/>
      </w:r>
      <w:r w:rsidR="008D0F0C" w:rsidRPr="001A357A">
        <w:rPr>
          <w:rFonts w:ascii="Verdana" w:hAnsi="Verdana" w:cs="Arial"/>
          <w:b/>
          <w:color w:val="191919"/>
        </w:rPr>
        <w:t>oświadczam, że w stosunku do ww. podmiotu nie zachodzą podstawy wykluczenia z postępowania o udzielenie zamówienia przewidziane w  art.  5k rozporządzenia 833/2014 w brzmieniu nadanym rozporządzeniem 2022/576.</w:t>
      </w:r>
    </w:p>
    <w:p w14:paraId="502F5394" w14:textId="77777777" w:rsidR="008D0F0C" w:rsidRPr="001A357A" w:rsidRDefault="008D0F0C" w:rsidP="008D0F0C">
      <w:pPr>
        <w:spacing w:after="240"/>
        <w:jc w:val="both"/>
        <w:rPr>
          <w:rFonts w:ascii="Verdana" w:hAnsi="Verdana" w:cs="Arial"/>
          <w:b/>
          <w:color w:val="191919"/>
        </w:rPr>
      </w:pPr>
      <w:r w:rsidRPr="001A357A">
        <w:rPr>
          <w:rFonts w:ascii="Verdana" w:hAnsi="Verdana" w:cs="Arial"/>
          <w:b/>
          <w:color w:val="191919"/>
        </w:rPr>
        <w:t xml:space="preserve">albo </w:t>
      </w:r>
    </w:p>
    <w:p w14:paraId="42A62277" w14:textId="66FA46A9" w:rsidR="008D0F0C" w:rsidRPr="008D0F0C" w:rsidRDefault="00550778" w:rsidP="008D0F0C">
      <w:pPr>
        <w:spacing w:after="240"/>
        <w:jc w:val="both"/>
        <w:rPr>
          <w:rFonts w:ascii="Verdana" w:hAnsi="Verdana" w:cs="Arial"/>
          <w:b/>
          <w:bCs/>
          <w:color w:val="191919"/>
        </w:rPr>
      </w:pPr>
      <w:sdt>
        <w:sdtPr>
          <w:rPr>
            <w:rFonts w:ascii="Verdana" w:hAnsi="Verdana" w:cs="Arial"/>
            <w:b/>
            <w:color w:val="FF0000"/>
          </w:rPr>
          <w:id w:val="541783315"/>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b/>
          <w:color w:val="191919"/>
        </w:rPr>
        <w:t>Wskazuję, że w postępowaniu nie będę korzystał z podwykonawcy, na którego przypada ponad 10% wartości zamówienia</w:t>
      </w:r>
      <w:r w:rsidR="008D0F0C" w:rsidRPr="001A357A">
        <w:rPr>
          <w:rFonts w:ascii="Verdana" w:hAnsi="Verdana" w:cs="Arial"/>
          <w:b/>
          <w:bCs/>
          <w:color w:val="191919"/>
        </w:rPr>
        <w:t>.</w:t>
      </w:r>
    </w:p>
    <w:p w14:paraId="7A8516EE" w14:textId="33D54BA5" w:rsidR="008D0F0C" w:rsidRPr="003B0CAE" w:rsidRDefault="008C4026" w:rsidP="008D0F0C">
      <w:pPr>
        <w:spacing w:after="240"/>
        <w:jc w:val="both"/>
        <w:rPr>
          <w:rFonts w:ascii="Verdana" w:hAnsi="Verdana" w:cs="Arial"/>
          <w:bCs/>
          <w:i/>
          <w:color w:val="FF0000"/>
          <w:sz w:val="16"/>
        </w:rPr>
      </w:pPr>
      <w:r w:rsidRPr="0098555B">
        <w:rPr>
          <w:rFonts w:ascii="Verdana" w:hAnsi="Verdana" w:cs="Arial"/>
          <w:bCs/>
          <w:i/>
          <w:color w:val="FF0000"/>
          <w:sz w:val="16"/>
        </w:rPr>
        <w:t>Należy wskazać właściwe poprzez zaznaczenie odpowiedniego pola.</w:t>
      </w:r>
    </w:p>
    <w:p w14:paraId="5ECD9149" w14:textId="77777777" w:rsidR="008D0F0C" w:rsidRPr="008D0F0C" w:rsidRDefault="008D0F0C" w:rsidP="00932BC7">
      <w:pPr>
        <w:shd w:val="clear" w:color="auto" w:fill="1A7466"/>
        <w:spacing w:before="240" w:after="240"/>
        <w:jc w:val="both"/>
        <w:rPr>
          <w:rFonts w:ascii="Verdana" w:hAnsi="Verdana" w:cs="Arial"/>
          <w:b/>
          <w:color w:val="191919"/>
        </w:rPr>
      </w:pPr>
      <w:r w:rsidRPr="008D0F0C">
        <w:rPr>
          <w:rFonts w:ascii="Verdana" w:hAnsi="Verdana" w:cs="Arial"/>
          <w:b/>
          <w:color w:val="191919"/>
        </w:rPr>
        <w:t>OŚWIADCZENIE DOTYCZĄCE DOSTAWCY, NA KTÓREGO PRZYPADA PONAD 10% WARTOŚCI ZAMÓWIENIA:</w:t>
      </w:r>
    </w:p>
    <w:p w14:paraId="0F4B7BDC" w14:textId="77777777" w:rsidR="008D0F0C" w:rsidRPr="001A357A" w:rsidRDefault="008D0F0C" w:rsidP="008D0F0C">
      <w:pPr>
        <w:spacing w:after="240"/>
        <w:jc w:val="both"/>
        <w:rPr>
          <w:rFonts w:ascii="Verdana" w:hAnsi="Verdana" w:cs="Arial"/>
          <w:color w:val="7297CE"/>
          <w:sz w:val="16"/>
          <w:szCs w:val="16"/>
        </w:rPr>
      </w:pPr>
      <w:r w:rsidRPr="001A357A">
        <w:rPr>
          <w:rFonts w:ascii="Verdana" w:hAnsi="Verdana" w:cs="Arial"/>
          <w:color w:val="7297CE"/>
          <w:sz w:val="16"/>
          <w:szCs w:val="16"/>
        </w:rPr>
        <w:lastRenderedPageBreak/>
        <w:t>[UWAGA</w:t>
      </w:r>
      <w:r w:rsidRPr="001A357A">
        <w:rPr>
          <w:rFonts w:ascii="Verdana" w:hAnsi="Verdana" w:cs="Arial"/>
          <w:i/>
          <w:color w:val="7297CE"/>
          <w:sz w:val="16"/>
          <w:szCs w:val="16"/>
        </w:rPr>
        <w:t>: wypełnić tylko w przypadku dostawcy, na którego przypada ponad 10% wartości zamówienia. W przypadku więcej niż jednego dostawcy, na którego przypada ponad 10% wartości zamówienia, należy powielić fragment tyle razy, ile jest to konieczne.</w:t>
      </w:r>
      <w:r w:rsidRPr="001A357A">
        <w:rPr>
          <w:rFonts w:ascii="Verdana" w:hAnsi="Verdana" w:cs="Arial"/>
          <w:color w:val="7297CE"/>
          <w:sz w:val="16"/>
          <w:szCs w:val="16"/>
        </w:rPr>
        <w:t>]</w:t>
      </w:r>
    </w:p>
    <w:p w14:paraId="5DDB4E55" w14:textId="55E74CD0" w:rsidR="008D0F0C" w:rsidRPr="001A357A" w:rsidRDefault="00550778" w:rsidP="008D0F0C">
      <w:pPr>
        <w:spacing w:after="240"/>
        <w:jc w:val="both"/>
        <w:rPr>
          <w:rFonts w:ascii="Verdana" w:hAnsi="Verdana" w:cs="Arial"/>
          <w:b/>
          <w:color w:val="191919"/>
        </w:rPr>
      </w:pPr>
      <w:sdt>
        <w:sdtPr>
          <w:rPr>
            <w:rFonts w:ascii="Verdana" w:hAnsi="Verdana" w:cs="Arial"/>
            <w:b/>
            <w:color w:val="FF0000"/>
          </w:rPr>
          <w:id w:val="253793545"/>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color w:val="191919"/>
        </w:rPr>
        <w:t>Oświadczam, że w stosunku do następującego podmiotu, będącego dostawcą, na którego przypada ponad 10% wartości zamówienia: ……………………………………………………………………</w:t>
      </w:r>
      <w:r w:rsidR="008D0F0C">
        <w:rPr>
          <w:rFonts w:ascii="Verdana" w:hAnsi="Verdana" w:cs="Arial"/>
          <w:color w:val="191919"/>
        </w:rPr>
        <w:t>………………………………….</w:t>
      </w:r>
      <w:r w:rsidR="008D0F0C" w:rsidRPr="001A357A">
        <w:rPr>
          <w:rFonts w:ascii="Verdana" w:hAnsi="Verdana" w:cs="Arial"/>
          <w:color w:val="191919"/>
        </w:rPr>
        <w:t xml:space="preserve"> ………………………….………..….…………………………………………………………………………………………………………………</w:t>
      </w:r>
      <w:r w:rsidR="008D0F0C">
        <w:rPr>
          <w:rFonts w:ascii="Verdana" w:hAnsi="Verdana" w:cs="Arial"/>
          <w:color w:val="191919"/>
        </w:rPr>
        <w:t>……….</w:t>
      </w:r>
      <w:r w:rsidR="008D0F0C" w:rsidRPr="001A357A">
        <w:rPr>
          <w:rFonts w:ascii="Verdana" w:hAnsi="Verdana" w:cs="Arial"/>
          <w:color w:val="191919"/>
        </w:rPr>
        <w:t xml:space="preserve"> </w:t>
      </w:r>
      <w:r w:rsidR="008D0F0C" w:rsidRPr="001A357A">
        <w:rPr>
          <w:rFonts w:ascii="Verdana" w:hAnsi="Verdana" w:cs="Arial"/>
          <w:i/>
          <w:color w:val="191919"/>
          <w:sz w:val="16"/>
          <w:szCs w:val="16"/>
        </w:rPr>
        <w:t>(podać pełną nazwę/firmę, adres, a także w zależności od podmiotu: NIP/PESEL, KRS/</w:t>
      </w:r>
      <w:proofErr w:type="spellStart"/>
      <w:r w:rsidR="008D0F0C" w:rsidRPr="001A357A">
        <w:rPr>
          <w:rFonts w:ascii="Verdana" w:hAnsi="Verdana" w:cs="Arial"/>
          <w:i/>
          <w:color w:val="191919"/>
          <w:sz w:val="16"/>
          <w:szCs w:val="16"/>
        </w:rPr>
        <w:t>CEiDG</w:t>
      </w:r>
      <w:proofErr w:type="spellEnd"/>
      <w:r w:rsidR="008D0F0C" w:rsidRPr="001A357A">
        <w:rPr>
          <w:rFonts w:ascii="Verdana" w:hAnsi="Verdana" w:cs="Arial"/>
          <w:i/>
          <w:color w:val="191919"/>
          <w:sz w:val="16"/>
          <w:szCs w:val="16"/>
        </w:rPr>
        <w:t>)</w:t>
      </w:r>
      <w:r w:rsidR="008D0F0C" w:rsidRPr="001A357A">
        <w:rPr>
          <w:rFonts w:ascii="Verdana" w:hAnsi="Verdana" w:cs="Arial"/>
          <w:color w:val="191919"/>
          <w:sz w:val="16"/>
          <w:szCs w:val="16"/>
        </w:rPr>
        <w:t>,</w:t>
      </w:r>
      <w:r w:rsidR="008D0F0C" w:rsidRPr="001A357A">
        <w:rPr>
          <w:rFonts w:ascii="Verdana" w:hAnsi="Verdana" w:cs="Arial"/>
          <w:color w:val="191919"/>
        </w:rPr>
        <w:br/>
      </w:r>
      <w:r w:rsidR="008D0F0C" w:rsidRPr="001A357A">
        <w:rPr>
          <w:rFonts w:ascii="Verdana" w:hAnsi="Verdana" w:cs="Arial"/>
          <w:b/>
          <w:color w:val="191919"/>
        </w:rPr>
        <w:t>nie zachodzą podstawy wykluczenia z postępowania o udzielenie zamówienia przewidziane w  art.  5k rozporządzenia 833/2014 w brzmieniu nadanym rozporządzeniem 2022/576.</w:t>
      </w:r>
    </w:p>
    <w:p w14:paraId="4159018C" w14:textId="77777777" w:rsidR="008D0F0C" w:rsidRPr="001A357A" w:rsidRDefault="008D0F0C" w:rsidP="008D0F0C">
      <w:pPr>
        <w:spacing w:after="240"/>
        <w:jc w:val="both"/>
        <w:rPr>
          <w:rFonts w:ascii="Verdana" w:hAnsi="Verdana" w:cs="Arial"/>
          <w:b/>
          <w:color w:val="191919"/>
        </w:rPr>
      </w:pPr>
      <w:r w:rsidRPr="001A357A">
        <w:rPr>
          <w:rFonts w:ascii="Verdana" w:hAnsi="Verdana" w:cs="Arial"/>
          <w:b/>
          <w:color w:val="191919"/>
        </w:rPr>
        <w:t xml:space="preserve">albo </w:t>
      </w:r>
    </w:p>
    <w:p w14:paraId="0E9D3C91" w14:textId="3C022875" w:rsidR="008D0F0C" w:rsidRPr="008D0F0C" w:rsidRDefault="00550778" w:rsidP="008D0F0C">
      <w:pPr>
        <w:spacing w:after="240"/>
        <w:jc w:val="both"/>
        <w:rPr>
          <w:rFonts w:ascii="Verdana" w:hAnsi="Verdana" w:cs="Arial"/>
          <w:b/>
          <w:bCs/>
          <w:color w:val="191919"/>
        </w:rPr>
      </w:pPr>
      <w:sdt>
        <w:sdtPr>
          <w:rPr>
            <w:rFonts w:ascii="Verdana" w:hAnsi="Verdana" w:cs="Arial"/>
            <w:b/>
            <w:color w:val="FF0000"/>
          </w:rPr>
          <w:id w:val="-1751111952"/>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1A357A">
        <w:rPr>
          <w:rFonts w:ascii="Verdana" w:hAnsi="Verdana" w:cs="Arial"/>
          <w:b/>
          <w:color w:val="191919"/>
        </w:rPr>
        <w:tab/>
        <w:t>Wskazuję, że w postępowaniu nie będę korzystał z dostawcy, na którego przypada ponad 10% wartości zamówienia</w:t>
      </w:r>
      <w:r w:rsidR="008D0F0C" w:rsidRPr="001A357A">
        <w:rPr>
          <w:rFonts w:ascii="Verdana" w:hAnsi="Verdana" w:cs="Arial"/>
          <w:b/>
          <w:bCs/>
          <w:color w:val="191919"/>
        </w:rPr>
        <w:t>.</w:t>
      </w:r>
    </w:p>
    <w:p w14:paraId="147CB3C2" w14:textId="77777777" w:rsidR="008C4026" w:rsidRPr="005F3152" w:rsidRDefault="008C4026" w:rsidP="008C4026">
      <w:pPr>
        <w:spacing w:after="240"/>
        <w:jc w:val="both"/>
        <w:rPr>
          <w:rFonts w:ascii="Verdana" w:hAnsi="Verdana" w:cs="Arial"/>
          <w:bCs/>
          <w:i/>
          <w:color w:val="FF0000"/>
          <w:sz w:val="16"/>
        </w:rPr>
      </w:pPr>
      <w:r w:rsidRPr="0098555B">
        <w:rPr>
          <w:rFonts w:ascii="Verdana" w:hAnsi="Verdana" w:cs="Arial"/>
          <w:bCs/>
          <w:i/>
          <w:color w:val="FF0000"/>
          <w:sz w:val="16"/>
        </w:rPr>
        <w:t>Należy wskazać właściwe poprzez zaznaczenie odpowiedniego pola.</w:t>
      </w:r>
    </w:p>
    <w:p w14:paraId="41293EF2" w14:textId="0F366056" w:rsidR="008D0F0C" w:rsidRPr="008D0F0C" w:rsidRDefault="008D0F0C" w:rsidP="008D0F0C">
      <w:pPr>
        <w:spacing w:after="240" w:line="300" w:lineRule="auto"/>
        <w:contextualSpacing/>
        <w:rPr>
          <w:rFonts w:ascii="Verdana" w:hAnsi="Verdana" w:cs="Calibri"/>
          <w:b/>
          <w:snapToGrid w:val="0"/>
          <w:color w:val="191919"/>
        </w:rPr>
      </w:pPr>
    </w:p>
    <w:p w14:paraId="5285EE8B" w14:textId="77777777" w:rsidR="00FC1456" w:rsidRPr="00FA5962" w:rsidRDefault="00FC1456" w:rsidP="001A357A">
      <w:pPr>
        <w:suppressAutoHyphens/>
        <w:autoSpaceDN w:val="0"/>
        <w:spacing w:after="200"/>
        <w:textAlignment w:val="baseline"/>
        <w:rPr>
          <w:rFonts w:ascii="Verdana" w:eastAsia="Calibri" w:hAnsi="Verdana"/>
          <w:b/>
          <w:lang w:eastAsia="en-US"/>
        </w:rPr>
      </w:pPr>
    </w:p>
    <w:p w14:paraId="771D1EF0" w14:textId="77777777" w:rsidR="00FC1456" w:rsidRPr="00FA5962" w:rsidRDefault="00FC1456" w:rsidP="00FC1456">
      <w:pPr>
        <w:spacing w:after="240"/>
        <w:contextualSpacing/>
        <w:rPr>
          <w:rFonts w:ascii="Verdana" w:hAnsi="Verdana" w:cs="Calibri"/>
        </w:rPr>
      </w:pPr>
      <w:r w:rsidRPr="00FA5962">
        <w:rPr>
          <w:rFonts w:ascii="Verdana" w:hAnsi="Verdana" w:cs="Calibri"/>
        </w:rPr>
        <w:t>______________________</w:t>
      </w:r>
    </w:p>
    <w:p w14:paraId="3338D23A" w14:textId="77777777" w:rsidR="00FC1456" w:rsidRPr="00FA5962" w:rsidRDefault="00FC1456" w:rsidP="00FC1456">
      <w:pPr>
        <w:spacing w:after="240"/>
        <w:ind w:firstLine="357"/>
        <w:contextualSpacing/>
        <w:rPr>
          <w:rFonts w:ascii="Verdana" w:hAnsi="Verdana" w:cs="Calibri"/>
          <w:sz w:val="16"/>
          <w:szCs w:val="16"/>
        </w:rPr>
      </w:pPr>
      <w:r w:rsidRPr="00FA5962">
        <w:rPr>
          <w:rFonts w:ascii="Verdana" w:hAnsi="Verdana" w:cs="Calibri"/>
          <w:sz w:val="16"/>
          <w:szCs w:val="16"/>
        </w:rPr>
        <w:t>(miejscowość i data)</w:t>
      </w:r>
      <w:r w:rsidRPr="00FA5962">
        <w:rPr>
          <w:rFonts w:ascii="Verdana" w:hAnsi="Verdana" w:cs="Calibri"/>
          <w:sz w:val="16"/>
          <w:szCs w:val="16"/>
        </w:rPr>
        <w:tab/>
      </w:r>
    </w:p>
    <w:p w14:paraId="25E5CA6C" w14:textId="77777777" w:rsidR="00FC1456" w:rsidRPr="00FA5962" w:rsidRDefault="00FC1456" w:rsidP="00FC1456">
      <w:pPr>
        <w:spacing w:after="240"/>
        <w:contextualSpacing/>
        <w:rPr>
          <w:rFonts w:ascii="Verdana" w:hAnsi="Verdana" w:cs="Calibri"/>
        </w:rPr>
      </w:pPr>
    </w:p>
    <w:p w14:paraId="7B93526B" w14:textId="23E7024A" w:rsidR="00FC1456" w:rsidRDefault="00FC1456" w:rsidP="00FC1456">
      <w:pPr>
        <w:spacing w:after="240"/>
        <w:contextualSpacing/>
        <w:rPr>
          <w:rFonts w:ascii="Verdana" w:hAnsi="Verdana" w:cs="Calibri"/>
        </w:rPr>
      </w:pPr>
    </w:p>
    <w:p w14:paraId="704F8627" w14:textId="77777777" w:rsidR="00115A97" w:rsidRPr="00FA5962" w:rsidRDefault="00115A97" w:rsidP="00FC1456">
      <w:pPr>
        <w:spacing w:after="240"/>
        <w:contextualSpacing/>
        <w:rPr>
          <w:rFonts w:ascii="Verdana" w:hAnsi="Verdana" w:cs="Calibri"/>
        </w:rPr>
      </w:pPr>
    </w:p>
    <w:p w14:paraId="5DCDD41F" w14:textId="77777777" w:rsidR="00FC1456" w:rsidRPr="00FA5962" w:rsidRDefault="00FC1456" w:rsidP="00FC1456">
      <w:pPr>
        <w:contextualSpacing/>
        <w:rPr>
          <w:rFonts w:ascii="Verdana" w:hAnsi="Verdana" w:cs="Calibri"/>
        </w:rPr>
      </w:pPr>
      <w:r w:rsidRPr="00FA5962">
        <w:rPr>
          <w:rFonts w:ascii="Verdana" w:hAnsi="Verdana" w:cs="Calibri"/>
        </w:rPr>
        <w:t>_________________________________________</w:t>
      </w:r>
    </w:p>
    <w:p w14:paraId="3C4F8FD7" w14:textId="21EFB38A" w:rsidR="00FC1456" w:rsidRPr="00FA5962" w:rsidRDefault="00115A97" w:rsidP="00FC1456">
      <w:pPr>
        <w:pStyle w:val="Akapitzlist"/>
        <w:shd w:val="clear" w:color="auto" w:fill="FFFFFF"/>
        <w:tabs>
          <w:tab w:val="left" w:pos="0"/>
        </w:tabs>
        <w:spacing w:after="240"/>
        <w:ind w:left="0"/>
        <w:contextualSpacing/>
        <w:rPr>
          <w:rFonts w:ascii="Verdana" w:hAnsi="Verdana" w:cs="Calibri"/>
          <w:sz w:val="16"/>
          <w:szCs w:val="16"/>
        </w:rPr>
      </w:pPr>
      <w:r w:rsidRPr="00115A97">
        <w:rPr>
          <w:rFonts w:ascii="Verdana" w:hAnsi="Verdana" w:cs="Calibri"/>
          <w:sz w:val="16"/>
          <w:szCs w:val="16"/>
        </w:rPr>
        <w:t>(podpisy osób upoważnionych zgodnie z zasadami reprezentacji Wykonawcy)</w:t>
      </w:r>
    </w:p>
    <w:p w14:paraId="28A84C3D" w14:textId="560A4389" w:rsidR="00480380" w:rsidRPr="00D0723F" w:rsidRDefault="00480380" w:rsidP="00D0723F">
      <w:pPr>
        <w:pStyle w:val="Akapitzlist"/>
        <w:shd w:val="clear" w:color="auto" w:fill="FFFFFF"/>
        <w:tabs>
          <w:tab w:val="left" w:pos="0"/>
        </w:tabs>
        <w:spacing w:after="240"/>
        <w:ind w:left="0"/>
        <w:contextualSpacing/>
        <w:rPr>
          <w:rFonts w:ascii="Verdana" w:hAnsi="Verdana" w:cs="Calibri"/>
          <w:sz w:val="16"/>
          <w:szCs w:val="16"/>
        </w:rPr>
      </w:pPr>
    </w:p>
    <w:sectPr w:rsidR="00480380" w:rsidRPr="00D0723F" w:rsidSect="00550778">
      <w:headerReference w:type="even" r:id="rId13"/>
      <w:headerReference w:type="default" r:id="rId14"/>
      <w:footerReference w:type="even" r:id="rId15"/>
      <w:footerReference w:type="default" r:id="rId16"/>
      <w:headerReference w:type="first" r:id="rId17"/>
      <w:footerReference w:type="first" r:id="rId18"/>
      <w:pgSz w:w="11909" w:h="16834" w:code="9"/>
      <w:pgMar w:top="1276" w:right="852" w:bottom="1135" w:left="85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4E0DD" w14:textId="77777777" w:rsidR="00F446C6" w:rsidRDefault="00F446C6">
      <w:r>
        <w:separator/>
      </w:r>
    </w:p>
  </w:endnote>
  <w:endnote w:type="continuationSeparator" w:id="0">
    <w:p w14:paraId="10F2D58F" w14:textId="77777777" w:rsidR="00F446C6" w:rsidRDefault="00F4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F1D2" w14:textId="77777777" w:rsidR="0044079D" w:rsidRDefault="0044079D">
    <w:pPr>
      <w:pStyle w:val="Stopka"/>
      <w:framePr w:wrap="around" w:vAnchor="text" w:hAnchor="margin" w:xAlign="center" w:y="1"/>
      <w:rPr>
        <w:rStyle w:val="Numerstrony"/>
      </w:rPr>
    </w:pPr>
  </w:p>
  <w:p w14:paraId="77F5D921" w14:textId="77777777" w:rsidR="0044079D" w:rsidRDefault="0044079D">
    <w:pPr>
      <w:pStyle w:val="Stopka"/>
      <w:jc w:val="right"/>
    </w:pPr>
    <w:r>
      <w:rPr>
        <w:snapToGrid w:val="0"/>
      </w:rPr>
      <w:t xml:space="preserve">Strona </w:t>
    </w:r>
    <w:r>
      <w:rPr>
        <w:snapToGrid w:val="0"/>
      </w:rPr>
      <w:fldChar w:fldCharType="begin"/>
    </w:r>
    <w:r>
      <w:rPr>
        <w:snapToGrid w:val="0"/>
      </w:rPr>
      <w:instrText xml:space="preserve"> PAGE </w:instrText>
    </w:r>
    <w:r>
      <w:rPr>
        <w:snapToGrid w:val="0"/>
      </w:rPr>
      <w:fldChar w:fldCharType="separate"/>
    </w:r>
    <w:r>
      <w:rPr>
        <w:noProof/>
        <w:snapToGrid w:val="0"/>
      </w:rPr>
      <w:t>22</w:t>
    </w:r>
    <w:r>
      <w:rPr>
        <w:snapToGrid w:val="0"/>
      </w:rPr>
      <w:fldChar w:fldCharType="end"/>
    </w:r>
    <w:r>
      <w:rPr>
        <w:snapToGrid w:val="0"/>
      </w:rPr>
      <w:t xml:space="preserve"> z </w:t>
    </w:r>
    <w:r>
      <w:rPr>
        <w:snapToGrid w:val="0"/>
      </w:rPr>
      <w:fldChar w:fldCharType="begin"/>
    </w:r>
    <w:r>
      <w:rPr>
        <w:snapToGrid w:val="0"/>
      </w:rPr>
      <w:instrText xml:space="preserve"> NUMPAGES </w:instrText>
    </w:r>
    <w:r>
      <w:rPr>
        <w:snapToGrid w:val="0"/>
      </w:rPr>
      <w:fldChar w:fldCharType="separate"/>
    </w:r>
    <w:r>
      <w:rPr>
        <w:noProof/>
        <w:snapToGrid w:val="0"/>
      </w:rPr>
      <w:t>34</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03AF" w14:textId="0150D40B" w:rsidR="0044079D" w:rsidRPr="009F78E0" w:rsidRDefault="0044079D" w:rsidP="00D46B7B">
    <w:pPr>
      <w:pStyle w:val="Stopka"/>
      <w:jc w:val="center"/>
      <w:rPr>
        <w:rStyle w:val="Numerstrony"/>
        <w:rFonts w:ascii="Trebuchet MS" w:hAnsi="Trebuchet MS"/>
        <w:color w:val="808080" w:themeColor="background1" w:themeShade="80"/>
        <w:sz w:val="16"/>
        <w:szCs w:val="16"/>
      </w:rPr>
    </w:pPr>
    <w:r w:rsidRPr="009F78E0">
      <w:rPr>
        <w:rStyle w:val="Numerstrony"/>
        <w:rFonts w:ascii="Trebuchet MS" w:hAnsi="Trebuchet MS"/>
        <w:snapToGrid w:val="0"/>
        <w:color w:val="808080" w:themeColor="background1" w:themeShade="80"/>
        <w:sz w:val="16"/>
        <w:szCs w:val="16"/>
      </w:rPr>
      <w:fldChar w:fldCharType="begin"/>
    </w:r>
    <w:r w:rsidRPr="009F78E0">
      <w:rPr>
        <w:rStyle w:val="Numerstrony"/>
        <w:rFonts w:ascii="Trebuchet MS" w:hAnsi="Trebuchet MS"/>
        <w:snapToGrid w:val="0"/>
        <w:color w:val="808080" w:themeColor="background1" w:themeShade="80"/>
        <w:sz w:val="16"/>
        <w:szCs w:val="16"/>
      </w:rPr>
      <w:instrText xml:space="preserve"> PAGE </w:instrText>
    </w:r>
    <w:r w:rsidRPr="009F78E0">
      <w:rPr>
        <w:rStyle w:val="Numerstrony"/>
        <w:rFonts w:ascii="Trebuchet MS" w:hAnsi="Trebuchet MS"/>
        <w:snapToGrid w:val="0"/>
        <w:color w:val="808080" w:themeColor="background1" w:themeShade="80"/>
        <w:sz w:val="16"/>
        <w:szCs w:val="16"/>
      </w:rPr>
      <w:fldChar w:fldCharType="separate"/>
    </w:r>
    <w:r w:rsidR="003B0CAE">
      <w:rPr>
        <w:rStyle w:val="Numerstrony"/>
        <w:rFonts w:ascii="Trebuchet MS" w:hAnsi="Trebuchet MS"/>
        <w:noProof/>
        <w:snapToGrid w:val="0"/>
        <w:color w:val="808080" w:themeColor="background1" w:themeShade="80"/>
        <w:sz w:val="16"/>
        <w:szCs w:val="16"/>
      </w:rPr>
      <w:t>35</w:t>
    </w:r>
    <w:r w:rsidRPr="009F78E0">
      <w:rPr>
        <w:rStyle w:val="Numerstrony"/>
        <w:rFonts w:ascii="Trebuchet MS" w:hAnsi="Trebuchet MS"/>
        <w:snapToGrid w:val="0"/>
        <w:color w:val="808080" w:themeColor="background1" w:themeShade="80"/>
        <w:sz w:val="16"/>
        <w:szCs w:val="16"/>
      </w:rPr>
      <w:fldChar w:fldCharType="end"/>
    </w:r>
  </w:p>
  <w:p w14:paraId="30AC0EC4" w14:textId="77777777" w:rsidR="0044079D" w:rsidRDefault="0044079D">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D791" w14:textId="0D7BF8B5" w:rsidR="0044079D" w:rsidRPr="00033B0A" w:rsidRDefault="007F7491">
    <w:pPr>
      <w:pStyle w:val="Stopka"/>
      <w:jc w:val="center"/>
      <w:rPr>
        <w:rFonts w:ascii="Trebuchet MS" w:hAnsi="Trebuchet MS"/>
        <w:color w:val="808080" w:themeColor="background1" w:themeShade="80"/>
        <w:sz w:val="16"/>
        <w:szCs w:val="16"/>
      </w:rPr>
    </w:pPr>
    <w:r w:rsidRPr="00582CE9">
      <w:rPr>
        <w:noProof/>
      </w:rPr>
      <w:drawing>
        <wp:anchor distT="0" distB="0" distL="114300" distR="114300" simplePos="0" relativeHeight="251659264" behindDoc="1" locked="0" layoutInCell="1" allowOverlap="1" wp14:anchorId="3DDE3826" wp14:editId="2A4B2EF8">
          <wp:simplePos x="0" y="0"/>
          <wp:positionH relativeFrom="column">
            <wp:posOffset>-559183</wp:posOffset>
          </wp:positionH>
          <wp:positionV relativeFrom="paragraph">
            <wp:posOffset>-1634490</wp:posOffset>
          </wp:positionV>
          <wp:extent cx="7617460" cy="2360930"/>
          <wp:effectExtent l="0" t="0" r="2540" b="127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 cstate="print">
                    <a:extLst>
                      <a:ext uri="{28A0092B-C50C-407E-A947-70E740481C1C}">
                        <a14:useLocalDpi xmlns:a14="http://schemas.microsoft.com/office/drawing/2010/main" val="0"/>
                      </a:ext>
                    </a:extLst>
                  </a:blip>
                  <a:srcRect t="21185" b="56886"/>
                  <a:stretch/>
                </pic:blipFill>
                <pic:spPr bwMode="auto">
                  <a:xfrm>
                    <a:off x="0" y="0"/>
                    <a:ext cx="7617460" cy="23609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4079D" w:rsidRPr="00033B0A">
      <w:rPr>
        <w:rFonts w:ascii="Trebuchet MS" w:hAnsi="Trebuchet MS"/>
        <w:color w:val="808080" w:themeColor="background1" w:themeShade="80"/>
        <w:sz w:val="16"/>
        <w:szCs w:val="16"/>
      </w:rPr>
      <w:fldChar w:fldCharType="begin"/>
    </w:r>
    <w:r w:rsidR="0044079D" w:rsidRPr="00033B0A">
      <w:rPr>
        <w:rFonts w:ascii="Trebuchet MS" w:hAnsi="Trebuchet MS"/>
        <w:color w:val="808080" w:themeColor="background1" w:themeShade="80"/>
        <w:sz w:val="16"/>
        <w:szCs w:val="16"/>
      </w:rPr>
      <w:instrText>PAGE   \* MERGEFORMAT</w:instrText>
    </w:r>
    <w:r w:rsidR="0044079D" w:rsidRPr="00033B0A">
      <w:rPr>
        <w:rFonts w:ascii="Trebuchet MS" w:hAnsi="Trebuchet MS"/>
        <w:color w:val="808080" w:themeColor="background1" w:themeShade="80"/>
        <w:sz w:val="16"/>
        <w:szCs w:val="16"/>
      </w:rPr>
      <w:fldChar w:fldCharType="separate"/>
    </w:r>
    <w:r w:rsidR="003B0CAE">
      <w:rPr>
        <w:rFonts w:ascii="Trebuchet MS" w:hAnsi="Trebuchet MS"/>
        <w:noProof/>
        <w:color w:val="808080" w:themeColor="background1" w:themeShade="80"/>
        <w:sz w:val="16"/>
        <w:szCs w:val="16"/>
      </w:rPr>
      <w:t>1</w:t>
    </w:r>
    <w:r w:rsidR="0044079D" w:rsidRPr="00033B0A">
      <w:rPr>
        <w:rFonts w:ascii="Trebuchet MS" w:hAnsi="Trebuchet MS"/>
        <w:color w:val="808080" w:themeColor="background1" w:themeShade="80"/>
        <w:sz w:val="16"/>
        <w:szCs w:val="16"/>
      </w:rPr>
      <w:fldChar w:fldCharType="end"/>
    </w:r>
  </w:p>
  <w:p w14:paraId="4EFACD43" w14:textId="376A8BA5" w:rsidR="0044079D" w:rsidRDefault="004407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5F38E" w14:textId="77777777" w:rsidR="00F446C6" w:rsidRDefault="00F446C6">
      <w:r>
        <w:separator/>
      </w:r>
    </w:p>
  </w:footnote>
  <w:footnote w:type="continuationSeparator" w:id="0">
    <w:p w14:paraId="23A67A3F" w14:textId="77777777" w:rsidR="00F446C6" w:rsidRDefault="00F446C6">
      <w:r>
        <w:continuationSeparator/>
      </w:r>
    </w:p>
  </w:footnote>
  <w:footnote w:id="1">
    <w:p w14:paraId="2AED6A0A" w14:textId="77777777" w:rsidR="0044079D" w:rsidRPr="002811D4" w:rsidRDefault="0044079D" w:rsidP="008D0F0C">
      <w:pPr>
        <w:pStyle w:val="Tekstprzypisudolnego"/>
        <w:jc w:val="both"/>
        <w:rPr>
          <w:rFonts w:cs="Arial"/>
          <w:sz w:val="16"/>
          <w:szCs w:val="16"/>
        </w:rPr>
      </w:pPr>
      <w:r w:rsidRPr="002811D4">
        <w:rPr>
          <w:rStyle w:val="Odwoanieprzypisudolnego"/>
          <w:rFonts w:cs="Arial"/>
          <w:sz w:val="16"/>
          <w:szCs w:val="16"/>
        </w:rPr>
        <w:footnoteRef/>
      </w:r>
      <w:r w:rsidRPr="002811D4">
        <w:rPr>
          <w:rFonts w:cs="Arial"/>
          <w:sz w:val="16"/>
          <w:szCs w:val="16"/>
        </w:rPr>
        <w:t xml:space="preserve">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109D16E" w14:textId="77777777" w:rsidR="0044079D" w:rsidRPr="002811D4" w:rsidRDefault="0044079D" w:rsidP="008D0F0C">
      <w:pPr>
        <w:pStyle w:val="Tekstprzypisudolnego"/>
        <w:numPr>
          <w:ilvl w:val="0"/>
          <w:numId w:val="60"/>
        </w:numPr>
        <w:rPr>
          <w:rFonts w:cs="Arial"/>
          <w:sz w:val="16"/>
          <w:szCs w:val="16"/>
        </w:rPr>
      </w:pPr>
      <w:r w:rsidRPr="002811D4">
        <w:rPr>
          <w:rFonts w:cs="Arial"/>
          <w:sz w:val="16"/>
          <w:szCs w:val="16"/>
        </w:rPr>
        <w:t>obywateli rosyjskich lub osób fizycznych lub prawnych, podmiotów lub organów z siedzibą w Rosji;</w:t>
      </w:r>
    </w:p>
    <w:p w14:paraId="20B453F6" w14:textId="77777777" w:rsidR="0044079D" w:rsidRPr="002811D4" w:rsidRDefault="0044079D" w:rsidP="008D0F0C">
      <w:pPr>
        <w:pStyle w:val="Tekstprzypisudolnego"/>
        <w:numPr>
          <w:ilvl w:val="0"/>
          <w:numId w:val="60"/>
        </w:numPr>
        <w:rPr>
          <w:rFonts w:cs="Arial"/>
          <w:sz w:val="16"/>
          <w:szCs w:val="16"/>
        </w:rPr>
      </w:pPr>
      <w:bookmarkStart w:id="2" w:name="_Hlk102557314"/>
      <w:r w:rsidRPr="002811D4">
        <w:rPr>
          <w:rFonts w:cs="Arial"/>
          <w:sz w:val="16"/>
          <w:szCs w:val="16"/>
        </w:rPr>
        <w:t>osób prawnych, podmiotów lub organów, do których prawa własności bezpośrednio lub pośrednio w ponad 50 % należą do podmiotu, o którym mowa w lit. a) niniejszego ustępu; lub</w:t>
      </w:r>
      <w:bookmarkEnd w:id="2"/>
    </w:p>
    <w:p w14:paraId="4105C687" w14:textId="77777777" w:rsidR="0044079D" w:rsidRPr="002811D4" w:rsidRDefault="0044079D" w:rsidP="008D0F0C">
      <w:pPr>
        <w:pStyle w:val="Tekstprzypisudolnego"/>
        <w:numPr>
          <w:ilvl w:val="0"/>
          <w:numId w:val="60"/>
        </w:numPr>
        <w:rPr>
          <w:rFonts w:cs="Arial"/>
          <w:sz w:val="16"/>
          <w:szCs w:val="16"/>
        </w:rPr>
      </w:pPr>
      <w:r w:rsidRPr="002811D4">
        <w:rPr>
          <w:rFonts w:cs="Arial"/>
          <w:sz w:val="16"/>
          <w:szCs w:val="16"/>
        </w:rPr>
        <w:t>osób fizycznych lub prawnych, podmiotów lub organów działających w imieniu lub pod kierunkiem podmiotu, o którym mowa w lit. a) lub b) niniejszego ustępu,</w:t>
      </w:r>
    </w:p>
    <w:p w14:paraId="159E11CC" w14:textId="77777777" w:rsidR="0044079D" w:rsidRPr="002811D4" w:rsidRDefault="0044079D" w:rsidP="008D0F0C">
      <w:pPr>
        <w:pStyle w:val="Tekstprzypisudolnego"/>
        <w:jc w:val="both"/>
        <w:rPr>
          <w:rFonts w:cs="Arial"/>
          <w:sz w:val="16"/>
          <w:szCs w:val="16"/>
        </w:rPr>
      </w:pPr>
      <w:r w:rsidRPr="002811D4">
        <w:rPr>
          <w:rFonts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6C1D7009" w14:textId="77777777" w:rsidR="0044079D" w:rsidRPr="002811D4" w:rsidRDefault="0044079D" w:rsidP="008D0F0C">
      <w:pPr>
        <w:jc w:val="both"/>
        <w:rPr>
          <w:rFonts w:cs="Arial"/>
          <w:color w:val="222222"/>
          <w:sz w:val="16"/>
          <w:szCs w:val="16"/>
        </w:rPr>
      </w:pPr>
      <w:r w:rsidRPr="002811D4">
        <w:rPr>
          <w:rStyle w:val="Odwoanieprzypisudolnego"/>
          <w:rFonts w:cs="Arial"/>
          <w:sz w:val="16"/>
          <w:szCs w:val="16"/>
        </w:rPr>
        <w:footnoteRef/>
      </w:r>
      <w:r w:rsidRPr="002811D4">
        <w:rPr>
          <w:rFonts w:cs="Arial"/>
          <w:sz w:val="16"/>
          <w:szCs w:val="16"/>
        </w:rPr>
        <w:t xml:space="preserve"> </w:t>
      </w:r>
      <w:r w:rsidRPr="002811D4">
        <w:rPr>
          <w:rFonts w:cs="Arial"/>
          <w:color w:val="222222"/>
          <w:sz w:val="16"/>
          <w:szCs w:val="16"/>
        </w:rPr>
        <w:t xml:space="preserve">Zgodnie z treścią art. 7 ust. 1 ustawy z dnia 13 kwietnia 2022 r. </w:t>
      </w:r>
      <w:r w:rsidRPr="002811D4">
        <w:rPr>
          <w:rFonts w:cs="Arial"/>
          <w:i/>
          <w:iCs/>
          <w:color w:val="222222"/>
          <w:sz w:val="16"/>
          <w:szCs w:val="16"/>
        </w:rPr>
        <w:t xml:space="preserve">o szczególnych rozwiązaniach w zakresie przeciwdziałania wspieraniu agresji na Ukrainę oraz służących ochronie bezpieczeństwa narodowego,  </w:t>
      </w:r>
      <w:r w:rsidRPr="002811D4">
        <w:rPr>
          <w:rFonts w:cs="Arial"/>
          <w:color w:val="222222"/>
          <w:sz w:val="16"/>
          <w:szCs w:val="16"/>
        </w:rPr>
        <w:t>z postępowania o udzielenie zamówienia publicznego lub konkursu prowadzonego na podstawie ustawy Pzp wyklucza się:</w:t>
      </w:r>
    </w:p>
    <w:p w14:paraId="405FFA90" w14:textId="77777777" w:rsidR="0044079D" w:rsidRPr="002811D4" w:rsidRDefault="0044079D" w:rsidP="008D0F0C">
      <w:pPr>
        <w:jc w:val="both"/>
        <w:rPr>
          <w:rFonts w:cs="Arial"/>
          <w:color w:val="222222"/>
          <w:sz w:val="16"/>
          <w:szCs w:val="16"/>
        </w:rPr>
      </w:pPr>
      <w:r w:rsidRPr="002811D4">
        <w:rPr>
          <w:rFonts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D1C325D" w14:textId="77777777" w:rsidR="0044079D" w:rsidRPr="002811D4" w:rsidRDefault="0044079D" w:rsidP="008D0F0C">
      <w:pPr>
        <w:jc w:val="both"/>
        <w:rPr>
          <w:rFonts w:cs="Arial"/>
          <w:color w:val="222222"/>
          <w:sz w:val="16"/>
          <w:szCs w:val="16"/>
        </w:rPr>
      </w:pPr>
      <w:r w:rsidRPr="002811D4">
        <w:rPr>
          <w:rFonts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DC501A2" w14:textId="77777777" w:rsidR="0044079D" w:rsidRPr="002811D4" w:rsidRDefault="0044079D" w:rsidP="008D0F0C">
      <w:pPr>
        <w:jc w:val="both"/>
        <w:rPr>
          <w:rFonts w:cs="Arial"/>
          <w:sz w:val="16"/>
          <w:szCs w:val="16"/>
        </w:rPr>
      </w:pPr>
      <w:r w:rsidRPr="002811D4">
        <w:rPr>
          <w:rFonts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7E4DE" w14:textId="465DDDBB" w:rsidR="0044079D" w:rsidRDefault="0044079D" w:rsidP="002F70FF">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5B46D" w14:textId="702E323F" w:rsidR="0044079D" w:rsidRPr="00E6158F" w:rsidRDefault="00410096" w:rsidP="00F649CE">
    <w:pPr>
      <w:pStyle w:val="Nagwek"/>
      <w:rPr>
        <w:rFonts w:ascii="Trebuchet MS" w:hAnsi="Trebuchet MS" w:cs="Arial"/>
        <w:color w:val="808080" w:themeColor="background1" w:themeShade="80"/>
        <w:sz w:val="16"/>
        <w:szCs w:val="16"/>
      </w:rPr>
    </w:pPr>
    <w:r>
      <w:rPr>
        <w:rFonts w:ascii="Trebuchet MS" w:hAnsi="Trebuchet MS" w:cs="Arial"/>
        <w:noProof/>
        <w:color w:val="808080" w:themeColor="background1" w:themeShade="80"/>
        <w:sz w:val="16"/>
        <w:szCs w:val="16"/>
      </w:rPr>
      <mc:AlternateContent>
        <mc:Choice Requires="wps">
          <w:drawing>
            <wp:anchor distT="0" distB="0" distL="114300" distR="114300" simplePos="0" relativeHeight="251660288" behindDoc="0" locked="0" layoutInCell="1" allowOverlap="1" wp14:anchorId="142316E9" wp14:editId="08369012">
              <wp:simplePos x="0" y="0"/>
              <wp:positionH relativeFrom="column">
                <wp:posOffset>5739503</wp:posOffset>
              </wp:positionH>
              <wp:positionV relativeFrom="paragraph">
                <wp:posOffset>-246175</wp:posOffset>
              </wp:positionV>
              <wp:extent cx="921957" cy="513877"/>
              <wp:effectExtent l="0" t="0" r="0" b="635"/>
              <wp:wrapNone/>
              <wp:docPr id="4" name="Pole tekstowe 4"/>
              <wp:cNvGraphicFramePr/>
              <a:graphic xmlns:a="http://schemas.openxmlformats.org/drawingml/2006/main">
                <a:graphicData uri="http://schemas.microsoft.com/office/word/2010/wordprocessingShape">
                  <wps:wsp>
                    <wps:cNvSpPr txBox="1"/>
                    <wps:spPr>
                      <a:xfrm>
                        <a:off x="0" y="0"/>
                        <a:ext cx="921957" cy="513877"/>
                      </a:xfrm>
                      <a:prstGeom prst="rect">
                        <a:avLst/>
                      </a:prstGeom>
                      <a:solidFill>
                        <a:schemeClr val="lt1"/>
                      </a:solidFill>
                      <a:ln w="6350">
                        <a:noFill/>
                      </a:ln>
                    </wps:spPr>
                    <wps:txbx>
                      <w:txbxContent>
                        <w:p w14:paraId="303FA48B" w14:textId="3649E059" w:rsidR="00410096" w:rsidRDefault="00410096">
                          <w:r>
                            <w:rPr>
                              <w:rFonts w:ascii="Trebuchet MS" w:hAnsi="Trebuchet MS" w:cs="Arial"/>
                              <w:noProof/>
                              <w:color w:val="808080" w:themeColor="background1" w:themeShade="80"/>
                              <w:sz w:val="16"/>
                              <w:szCs w:val="16"/>
                            </w:rPr>
                            <w:drawing>
                              <wp:inline distT="0" distB="0" distL="0" distR="0" wp14:anchorId="4B3085D5" wp14:editId="1F8B0B81">
                                <wp:extent cx="723130" cy="347624"/>
                                <wp:effectExtent l="0" t="0" r="127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618" cy="358915"/>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2316E9" id="_x0000_t202" coordsize="21600,21600" o:spt="202" path="m,l,21600r21600,l21600,xe">
              <v:stroke joinstyle="miter"/>
              <v:path gradientshapeok="t" o:connecttype="rect"/>
            </v:shapetype>
            <v:shape id="Pole tekstowe 4" o:spid="_x0000_s1026" type="#_x0000_t202" style="position:absolute;margin-left:451.95pt;margin-top:-19.4pt;width:72.6pt;height:40.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" fillcolor="white [3201]" stroked="f" strokeweight=".5pt">
              <v:textbox>
                <w:txbxContent>
                  <w:p w14:paraId="303FA48B" w14:textId="3649E059" w:rsidR="00410096" w:rsidRDefault="00410096">
                    <w:r>
                      <w:rPr>
                        <w:rFonts w:ascii="Trebuchet MS" w:hAnsi="Trebuchet MS" w:cs="Arial"/>
                        <w:noProof/>
                        <w:color w:val="808080" w:themeColor="background1" w:themeShade="80"/>
                        <w:sz w:val="16"/>
                        <w:szCs w:val="16"/>
                      </w:rPr>
                      <w:drawing>
                        <wp:inline distT="0" distB="0" distL="0" distR="0" wp14:anchorId="4B3085D5" wp14:editId="1F8B0B81">
                          <wp:extent cx="723130" cy="347624"/>
                          <wp:effectExtent l="0" t="0" r="127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618" cy="358915"/>
                                  </a:xfrm>
                                  <a:prstGeom prst="rect">
                                    <a:avLst/>
                                  </a:prstGeom>
                                  <a:noFill/>
                                </pic:spPr>
                              </pic:pic>
                            </a:graphicData>
                          </a:graphic>
                        </wp:inline>
                      </w:drawing>
                    </w:r>
                  </w:p>
                </w:txbxContent>
              </v:textbox>
            </v:shape>
          </w:pict>
        </mc:Fallback>
      </mc:AlternateContent>
    </w:r>
    <w:r w:rsidR="0044079D" w:rsidRPr="00E6158F">
      <w:rPr>
        <w:rFonts w:ascii="Trebuchet MS" w:hAnsi="Trebuchet MS" w:cs="Arial"/>
        <w:color w:val="808080" w:themeColor="background1" w:themeShade="80"/>
        <w:sz w:val="16"/>
        <w:szCs w:val="16"/>
      </w:rPr>
      <w:t>Nazwa postępowania: „</w:t>
    </w:r>
    <w:r w:rsidR="00680DF2" w:rsidRPr="00680DF2">
      <w:rPr>
        <w:rFonts w:ascii="Trebuchet MS" w:hAnsi="Trebuchet MS" w:cs="Arial"/>
        <w:i/>
        <w:color w:val="808080" w:themeColor="background1" w:themeShade="80"/>
        <w:sz w:val="16"/>
        <w:szCs w:val="16"/>
      </w:rPr>
      <w:t>System do wycen</w:t>
    </w:r>
    <w:r w:rsidR="0044079D" w:rsidRPr="00E6158F">
      <w:rPr>
        <w:rFonts w:ascii="Trebuchet MS" w:hAnsi="Trebuchet MS" w:cs="Arial"/>
        <w:color w:val="808080" w:themeColor="background1" w:themeShade="80"/>
        <w:sz w:val="16"/>
        <w:szCs w:val="16"/>
      </w:rPr>
      <w:t>”</w:t>
    </w:r>
  </w:p>
  <w:p w14:paraId="61B78978" w14:textId="2ACF693D" w:rsidR="0044079D" w:rsidRDefault="0044079D" w:rsidP="00F649CE">
    <w:pPr>
      <w:pStyle w:val="Nagwek"/>
      <w:pBdr>
        <w:bottom w:val="single" w:sz="12" w:space="1" w:color="auto"/>
      </w:pBdr>
      <w:rPr>
        <w:rFonts w:ascii="Trebuchet MS" w:hAnsi="Trebuchet MS" w:cs="Arial"/>
        <w:color w:val="808080" w:themeColor="background1" w:themeShade="80"/>
        <w:sz w:val="16"/>
        <w:szCs w:val="16"/>
      </w:rPr>
    </w:pPr>
    <w:r w:rsidRPr="00E6158F">
      <w:rPr>
        <w:rFonts w:ascii="Trebuchet MS" w:hAnsi="Trebuchet MS" w:cs="Arial"/>
        <w:color w:val="808080" w:themeColor="background1" w:themeShade="80"/>
        <w:sz w:val="16"/>
        <w:szCs w:val="16"/>
      </w:rPr>
      <w:t xml:space="preserve">Nr postępowania: </w:t>
    </w:r>
    <w:r w:rsidR="00713A81" w:rsidRPr="00713A81">
      <w:rPr>
        <w:rFonts w:ascii="Trebuchet MS" w:hAnsi="Trebuchet MS" w:cs="Arial"/>
        <w:color w:val="808080" w:themeColor="background1" w:themeShade="80"/>
        <w:sz w:val="16"/>
        <w:szCs w:val="16"/>
      </w:rPr>
      <w:t>POST/OBR/OBR/DZZ/00065/2025</w:t>
    </w:r>
  </w:p>
  <w:p w14:paraId="5EAC3271" w14:textId="77777777" w:rsidR="00410096" w:rsidRPr="003165EA" w:rsidRDefault="00410096" w:rsidP="00F649CE">
    <w:pPr>
      <w:pStyle w:val="Nagwek"/>
      <w:pBdr>
        <w:bottom w:val="single" w:sz="12" w:space="1" w:color="auto"/>
      </w:pBdr>
      <w:rPr>
        <w:rFonts w:ascii="Trebuchet MS" w:hAnsi="Trebuchet MS" w:cs="Arial"/>
        <w:color w:val="808080" w:themeColor="background1" w:themeShade="80"/>
        <w:sz w:val="8"/>
        <w:szCs w:val="8"/>
      </w:rPr>
    </w:pPr>
  </w:p>
  <w:p w14:paraId="5921B28F" w14:textId="77777777" w:rsidR="0044079D" w:rsidRPr="007E4942" w:rsidRDefault="0044079D" w:rsidP="00F649CE">
    <w:pPr>
      <w:pStyle w:val="Nagwek"/>
      <w:rPr>
        <w:rFonts w:ascii="Calibri" w:hAnsi="Calibri"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7A71" w14:textId="2A8D778E" w:rsidR="0044079D" w:rsidRPr="009122CB" w:rsidRDefault="008906C9" w:rsidP="008906C9">
    <w:pPr>
      <w:pStyle w:val="Nagwek"/>
      <w:jc w:val="right"/>
      <w:rPr>
        <w:rFonts w:ascii="Arial" w:hAnsi="Arial" w:cs="Arial"/>
        <w:color w:val="FF0000"/>
        <w:sz w:val="18"/>
        <w:szCs w:val="18"/>
      </w:rPr>
    </w:pPr>
    <w:r>
      <w:rPr>
        <w:rFonts w:ascii="Trebuchet MS" w:hAnsi="Trebuchet MS" w:cs="Arial"/>
        <w:noProof/>
        <w:color w:val="808080" w:themeColor="background1" w:themeShade="80"/>
        <w:sz w:val="16"/>
        <w:szCs w:val="16"/>
      </w:rPr>
      <w:drawing>
        <wp:inline distT="0" distB="0" distL="0" distR="0" wp14:anchorId="4ADD6328" wp14:editId="2A31CF1C">
          <wp:extent cx="723130" cy="347624"/>
          <wp:effectExtent l="0" t="0" r="127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618" cy="358915"/>
                  </a:xfrm>
                  <a:prstGeom prst="rect">
                    <a:avLst/>
                  </a:prstGeom>
                  <a:noFill/>
                </pic:spPr>
              </pic:pic>
            </a:graphicData>
          </a:graphic>
        </wp:inline>
      </w:drawing>
    </w:r>
  </w:p>
  <w:p w14:paraId="3E8D809B" w14:textId="07E52D95" w:rsidR="0044079D" w:rsidRPr="00863437" w:rsidRDefault="0044079D" w:rsidP="008906C9">
    <w:pPr>
      <w:pStyle w:val="Nagwek"/>
      <w:pBdr>
        <w:bottom w:val="single" w:sz="12" w:space="1" w:color="auto"/>
      </w:pBdr>
      <w:tabs>
        <w:tab w:val="clear" w:pos="4536"/>
        <w:tab w:val="clear" w:pos="9072"/>
        <w:tab w:val="left" w:pos="8550"/>
      </w:tabs>
      <w:jc w:val="right"/>
      <w:rPr>
        <w:rFonts w:ascii="Arial" w:hAnsi="Arial" w:cs="Arial"/>
        <w:color w:val="000000"/>
        <w:sz w:val="18"/>
        <w:szCs w:val="18"/>
      </w:rPr>
    </w:pPr>
    <w:r>
      <w:rPr>
        <w:rFonts w:ascii="Arial" w:hAnsi="Arial" w:cs="Arial"/>
        <w:color w:val="000000"/>
        <w:sz w:val="18"/>
        <w:szCs w:val="18"/>
      </w:rPr>
      <w:tab/>
    </w:r>
    <w:r>
      <w:rPr>
        <w:rFonts w:ascii="Arial" w:hAnsi="Arial" w:cs="Arial"/>
        <w:color w:val="00000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BD15057_"/>
      </v:shape>
    </w:pict>
  </w:numPicBullet>
  <w:abstractNum w:abstractNumId="0" w15:restartNumberingAfterBreak="0">
    <w:nsid w:val="00000003"/>
    <w:multiLevelType w:val="multilevel"/>
    <w:tmpl w:val="91D8A474"/>
    <w:name w:val="WW8Num3"/>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040"/>
        </w:tabs>
        <w:ind w:left="5040" w:hanging="2160"/>
      </w:pPr>
    </w:lvl>
  </w:abstractNum>
  <w:abstractNum w:abstractNumId="1" w15:restartNumberingAfterBreak="0">
    <w:nsid w:val="00000006"/>
    <w:multiLevelType w:val="multilevel"/>
    <w:tmpl w:val="2446DBA2"/>
    <w:lvl w:ilvl="0">
      <w:start w:val="1"/>
      <w:numFmt w:val="decimal"/>
      <w:lvlText w:val="%1."/>
      <w:lvlJc w:val="left"/>
      <w:pPr>
        <w:tabs>
          <w:tab w:val="num" w:pos="360"/>
        </w:tabs>
        <w:ind w:left="340" w:hanging="34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2" w15:restartNumberingAfterBreak="0">
    <w:nsid w:val="00CC49A6"/>
    <w:multiLevelType w:val="multilevel"/>
    <w:tmpl w:val="0415001F"/>
    <w:numStyleLink w:val="Styl1"/>
  </w:abstractNum>
  <w:abstractNum w:abstractNumId="3" w15:restartNumberingAfterBreak="0">
    <w:nsid w:val="031A196B"/>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7B52AB"/>
    <w:multiLevelType w:val="multilevel"/>
    <w:tmpl w:val="055262EE"/>
    <w:lvl w:ilvl="0">
      <w:start w:val="1"/>
      <w:numFmt w:val="decimal"/>
      <w:lvlText w:val="%1."/>
      <w:lvlJc w:val="left"/>
      <w:pPr>
        <w:ind w:left="408" w:hanging="408"/>
      </w:pPr>
      <w:rPr>
        <w:rFonts w:hint="default"/>
        <w:i w:val="0"/>
        <w:color w:val="auto"/>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lowerLetter"/>
      <w:lvlText w:val="%6)"/>
      <w:lvlJc w:val="left"/>
      <w:pPr>
        <w:ind w:left="4275" w:hanging="1440"/>
      </w:pPr>
      <w:rPr>
        <w:rFonts w:ascii="Verdana" w:eastAsia="Times New Roman" w:hAnsi="Verdana" w:cs="Calibri"/>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068E1F10"/>
    <w:multiLevelType w:val="singleLevel"/>
    <w:tmpl w:val="3E9EA188"/>
    <w:lvl w:ilvl="0">
      <w:start w:val="1"/>
      <w:numFmt w:val="decimal"/>
      <w:lvlText w:val="%1."/>
      <w:lvlJc w:val="left"/>
      <w:pPr>
        <w:tabs>
          <w:tab w:val="num" w:pos="360"/>
        </w:tabs>
        <w:ind w:left="360" w:hanging="360"/>
      </w:pPr>
      <w:rPr>
        <w:rFonts w:hint="default"/>
        <w:b w:val="0"/>
      </w:rPr>
    </w:lvl>
  </w:abstractNum>
  <w:abstractNum w:abstractNumId="6" w15:restartNumberingAfterBreak="0">
    <w:nsid w:val="06C30D11"/>
    <w:multiLevelType w:val="singleLevel"/>
    <w:tmpl w:val="C27A3F60"/>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8C06AA1"/>
    <w:multiLevelType w:val="hybridMultilevel"/>
    <w:tmpl w:val="7DBC3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B90E18"/>
    <w:multiLevelType w:val="hybridMultilevel"/>
    <w:tmpl w:val="47C6DEA2"/>
    <w:lvl w:ilvl="0" w:tplc="74B01E24">
      <w:start w:val="1"/>
      <w:numFmt w:val="upperRoman"/>
      <w:lvlText w:val="%1."/>
      <w:lvlJc w:val="left"/>
      <w:pPr>
        <w:ind w:left="1123" w:hanging="720"/>
      </w:pPr>
      <w:rPr>
        <w:rFonts w:eastAsia="Times New Roman" w:cs="Arial" w:hint="default"/>
        <w:color w:val="auto"/>
        <w:u w:val="single"/>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9" w15:restartNumberingAfterBreak="0">
    <w:nsid w:val="0D517E9B"/>
    <w:multiLevelType w:val="hybridMultilevel"/>
    <w:tmpl w:val="24EA7F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C22EEC"/>
    <w:multiLevelType w:val="hybridMultilevel"/>
    <w:tmpl w:val="8D441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2A3497"/>
    <w:multiLevelType w:val="multilevel"/>
    <w:tmpl w:val="055262EE"/>
    <w:lvl w:ilvl="0">
      <w:start w:val="1"/>
      <w:numFmt w:val="decimal"/>
      <w:lvlText w:val="%1."/>
      <w:lvlJc w:val="left"/>
      <w:pPr>
        <w:ind w:left="408" w:hanging="408"/>
      </w:pPr>
      <w:rPr>
        <w:rFonts w:hint="default"/>
        <w:i w:val="0"/>
        <w:color w:val="auto"/>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lowerLetter"/>
      <w:lvlText w:val="%6)"/>
      <w:lvlJc w:val="left"/>
      <w:pPr>
        <w:ind w:left="4275" w:hanging="1440"/>
      </w:pPr>
      <w:rPr>
        <w:rFonts w:ascii="Verdana" w:eastAsia="Times New Roman" w:hAnsi="Verdana" w:cs="Calibri"/>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117D2CF9"/>
    <w:multiLevelType w:val="hybridMultilevel"/>
    <w:tmpl w:val="26ECAD40"/>
    <w:lvl w:ilvl="0" w:tplc="A0D4532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6A0824"/>
    <w:multiLevelType w:val="hybridMultilevel"/>
    <w:tmpl w:val="A7DE6D58"/>
    <w:lvl w:ilvl="0" w:tplc="654A445A">
      <w:start w:val="1"/>
      <w:numFmt w:val="decimal"/>
      <w:lvlText w:val="%1."/>
      <w:lvlJc w:val="left"/>
      <w:pPr>
        <w:ind w:left="502" w:hanging="360"/>
      </w:pPr>
      <w:rPr>
        <w:i w:val="0"/>
        <w:color w:val="auto"/>
      </w:rPr>
    </w:lvl>
    <w:lvl w:ilvl="1" w:tplc="95CC28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C94519"/>
    <w:multiLevelType w:val="hybridMultilevel"/>
    <w:tmpl w:val="7DBC3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012F1B"/>
    <w:multiLevelType w:val="multilevel"/>
    <w:tmpl w:val="98FED2DC"/>
    <w:lvl w:ilvl="0">
      <w:start w:val="4"/>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lowerLetter"/>
      <w:lvlText w:val="%3)"/>
      <w:lvlJc w:val="left"/>
      <w:pPr>
        <w:ind w:left="1400" w:hanging="720"/>
      </w:pPr>
      <w:rPr>
        <w:rFonts w:hint="default"/>
        <w:b w:val="0"/>
        <w:color w:val="auto"/>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6" w15:restartNumberingAfterBreak="0">
    <w:nsid w:val="168B7B92"/>
    <w:multiLevelType w:val="multilevel"/>
    <w:tmpl w:val="0E5406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815175E"/>
    <w:multiLevelType w:val="singleLevel"/>
    <w:tmpl w:val="4448EA72"/>
    <w:lvl w:ilvl="0">
      <w:start w:val="3"/>
      <w:numFmt w:val="upperRoman"/>
      <w:pStyle w:val="Nagwek7"/>
      <w:lvlText w:val="%1."/>
      <w:lvlJc w:val="left"/>
      <w:pPr>
        <w:tabs>
          <w:tab w:val="num" w:pos="720"/>
        </w:tabs>
        <w:ind w:left="720" w:hanging="720"/>
      </w:pPr>
      <w:rPr>
        <w:rFonts w:hint="default"/>
      </w:rPr>
    </w:lvl>
  </w:abstractNum>
  <w:abstractNum w:abstractNumId="18" w15:restartNumberingAfterBreak="0">
    <w:nsid w:val="1B011C5C"/>
    <w:multiLevelType w:val="hybridMultilevel"/>
    <w:tmpl w:val="AF364E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C191D58"/>
    <w:multiLevelType w:val="hybridMultilevel"/>
    <w:tmpl w:val="7C949836"/>
    <w:lvl w:ilvl="0" w:tplc="3D30D04C">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0" w15:restartNumberingAfterBreak="0">
    <w:nsid w:val="1D917669"/>
    <w:multiLevelType w:val="singleLevel"/>
    <w:tmpl w:val="26C6D7E4"/>
    <w:lvl w:ilvl="0">
      <w:start w:val="1"/>
      <w:numFmt w:val="lowerLetter"/>
      <w:lvlText w:val="%1)"/>
      <w:lvlJc w:val="left"/>
      <w:pPr>
        <w:tabs>
          <w:tab w:val="num" w:pos="643"/>
        </w:tabs>
        <w:ind w:left="643" w:hanging="360"/>
      </w:pPr>
      <w:rPr>
        <w:b w:val="0"/>
        <w:i w:val="0"/>
        <w:color w:val="auto"/>
      </w:rPr>
    </w:lvl>
  </w:abstractNum>
  <w:abstractNum w:abstractNumId="21" w15:restartNumberingAfterBreak="0">
    <w:nsid w:val="1FF540DE"/>
    <w:multiLevelType w:val="hybridMultilevel"/>
    <w:tmpl w:val="37A4E98A"/>
    <w:lvl w:ilvl="0" w:tplc="F7340A18">
      <w:start w:val="1"/>
      <w:numFmt w:val="lowerLetter"/>
      <w:lvlText w:val="%1."/>
      <w:lvlJc w:val="left"/>
      <w:pPr>
        <w:ind w:left="720" w:hanging="360"/>
      </w:pPr>
      <w:rPr>
        <w:rFonts w:ascii="Calibri" w:hAnsi="Calibri" w:cs="Times New Roman"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6F575A"/>
    <w:multiLevelType w:val="hybridMultilevel"/>
    <w:tmpl w:val="CC06BE6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EAEA5CA">
      <w:start w:val="1"/>
      <w:numFmt w:val="decimal"/>
      <w:lvlText w:val="%4."/>
      <w:lvlJc w:val="left"/>
      <w:pPr>
        <w:ind w:left="2520" w:hanging="360"/>
      </w:pPr>
      <w:rPr>
        <w:rFonts w:ascii="Calibri" w:hAnsi="Calibri" w:cs="Calibri"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21C827F2"/>
    <w:multiLevelType w:val="hybridMultilevel"/>
    <w:tmpl w:val="DAD0FAFC"/>
    <w:lvl w:ilvl="0" w:tplc="7EBEBB10">
      <w:start w:val="1"/>
      <w:numFmt w:val="lowerLetter"/>
      <w:lvlText w:val="%1)"/>
      <w:lvlJc w:val="left"/>
      <w:pPr>
        <w:tabs>
          <w:tab w:val="num" w:pos="340"/>
        </w:tabs>
        <w:ind w:left="340" w:hanging="340"/>
      </w:pPr>
      <w:rPr>
        <w:rFonts w:hint="default"/>
        <w:color w:val="0000FF"/>
      </w:rPr>
    </w:lvl>
    <w:lvl w:ilvl="1" w:tplc="2F5432AE">
      <w:start w:val="4"/>
      <w:numFmt w:val="lowerLetter"/>
      <w:lvlText w:val="%2)"/>
      <w:lvlJc w:val="left"/>
      <w:pPr>
        <w:tabs>
          <w:tab w:val="num" w:pos="340"/>
        </w:tabs>
        <w:ind w:left="340" w:hanging="340"/>
      </w:pPr>
      <w:rPr>
        <w:rFonts w:ascii="Verdana" w:eastAsia="Times New Roman" w:hAnsi="Verdana" w:cs="Arial" w:hint="default"/>
        <w:i w:val="0"/>
        <w:color w:val="000000"/>
        <w:sz w:val="20"/>
        <w:szCs w:val="20"/>
      </w:rPr>
    </w:lvl>
    <w:lvl w:ilvl="2" w:tplc="FCA25532">
      <w:start w:val="4"/>
      <w:numFmt w:val="upperRoman"/>
      <w:lvlText w:val="%3."/>
      <w:lvlJc w:val="left"/>
      <w:pPr>
        <w:ind w:left="4072" w:hanging="720"/>
      </w:pPr>
      <w:rPr>
        <w:rFonts w:hint="default"/>
      </w:rPr>
    </w:lvl>
    <w:lvl w:ilvl="3" w:tplc="0415000F" w:tentative="1">
      <w:start w:val="1"/>
      <w:numFmt w:val="decimal"/>
      <w:lvlText w:val="%4."/>
      <w:lvlJc w:val="left"/>
      <w:pPr>
        <w:tabs>
          <w:tab w:val="num" w:pos="4252"/>
        </w:tabs>
        <w:ind w:left="4252" w:hanging="360"/>
      </w:pPr>
    </w:lvl>
    <w:lvl w:ilvl="4" w:tplc="04150019" w:tentative="1">
      <w:start w:val="1"/>
      <w:numFmt w:val="lowerLetter"/>
      <w:lvlText w:val="%5."/>
      <w:lvlJc w:val="left"/>
      <w:pPr>
        <w:tabs>
          <w:tab w:val="num" w:pos="4972"/>
        </w:tabs>
        <w:ind w:left="4972" w:hanging="360"/>
      </w:pPr>
    </w:lvl>
    <w:lvl w:ilvl="5" w:tplc="0415001B" w:tentative="1">
      <w:start w:val="1"/>
      <w:numFmt w:val="lowerRoman"/>
      <w:lvlText w:val="%6."/>
      <w:lvlJc w:val="right"/>
      <w:pPr>
        <w:tabs>
          <w:tab w:val="num" w:pos="5692"/>
        </w:tabs>
        <w:ind w:left="5692" w:hanging="180"/>
      </w:pPr>
    </w:lvl>
    <w:lvl w:ilvl="6" w:tplc="0415000F" w:tentative="1">
      <w:start w:val="1"/>
      <w:numFmt w:val="decimal"/>
      <w:lvlText w:val="%7."/>
      <w:lvlJc w:val="left"/>
      <w:pPr>
        <w:tabs>
          <w:tab w:val="num" w:pos="6412"/>
        </w:tabs>
        <w:ind w:left="6412" w:hanging="360"/>
      </w:pPr>
    </w:lvl>
    <w:lvl w:ilvl="7" w:tplc="04150019" w:tentative="1">
      <w:start w:val="1"/>
      <w:numFmt w:val="lowerLetter"/>
      <w:lvlText w:val="%8."/>
      <w:lvlJc w:val="left"/>
      <w:pPr>
        <w:tabs>
          <w:tab w:val="num" w:pos="7132"/>
        </w:tabs>
        <w:ind w:left="7132" w:hanging="360"/>
      </w:pPr>
    </w:lvl>
    <w:lvl w:ilvl="8" w:tplc="0415001B" w:tentative="1">
      <w:start w:val="1"/>
      <w:numFmt w:val="lowerRoman"/>
      <w:lvlText w:val="%9."/>
      <w:lvlJc w:val="right"/>
      <w:pPr>
        <w:tabs>
          <w:tab w:val="num" w:pos="7852"/>
        </w:tabs>
        <w:ind w:left="7852" w:hanging="180"/>
      </w:pPr>
    </w:lvl>
  </w:abstractNum>
  <w:abstractNum w:abstractNumId="24" w15:restartNumberingAfterBreak="0">
    <w:nsid w:val="25A84BF6"/>
    <w:multiLevelType w:val="hybridMultilevel"/>
    <w:tmpl w:val="64464A72"/>
    <w:lvl w:ilvl="0" w:tplc="80AE26AE">
      <w:start w:val="1"/>
      <w:numFmt w:val="lowerLetter"/>
      <w:lvlText w:val="%1."/>
      <w:lvlJc w:val="left"/>
      <w:pPr>
        <w:ind w:left="720" w:hanging="360"/>
      </w:pPr>
      <w:rPr>
        <w:rFonts w:ascii="Calibri" w:hAnsi="Calibri" w:cs="Times New Roman"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260E08"/>
    <w:multiLevelType w:val="singleLevel"/>
    <w:tmpl w:val="D820D886"/>
    <w:lvl w:ilvl="0">
      <w:start w:val="4"/>
      <w:numFmt w:val="upperRoman"/>
      <w:pStyle w:val="Nagwek5"/>
      <w:lvlText w:val="%1. "/>
      <w:legacy w:legacy="1" w:legacySpace="0" w:legacyIndent="283"/>
      <w:lvlJc w:val="left"/>
      <w:pPr>
        <w:ind w:left="283" w:hanging="283"/>
      </w:pPr>
      <w:rPr>
        <w:rFonts w:ascii="Times New Roman" w:hAnsi="Times New Roman" w:hint="default"/>
        <w:b/>
        <w:i w:val="0"/>
        <w:sz w:val="24"/>
        <w:u w:val="none"/>
      </w:rPr>
    </w:lvl>
  </w:abstractNum>
  <w:abstractNum w:abstractNumId="26" w15:restartNumberingAfterBreak="0">
    <w:nsid w:val="2733089B"/>
    <w:multiLevelType w:val="hybridMultilevel"/>
    <w:tmpl w:val="4ECEC780"/>
    <w:lvl w:ilvl="0" w:tplc="F22C1024">
      <w:start w:val="1"/>
      <w:numFmt w:val="lowerLetter"/>
      <w:lvlText w:val="%1)"/>
      <w:lvlJc w:val="left"/>
      <w:pPr>
        <w:tabs>
          <w:tab w:val="num" w:pos="539"/>
        </w:tabs>
        <w:ind w:left="539" w:hanging="397"/>
      </w:pPr>
      <w:rPr>
        <w:rFonts w:ascii="Verdana" w:eastAsia="Times New Roman" w:hAnsi="Verdana" w:cs="Arial" w:hint="default"/>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B476C32"/>
    <w:multiLevelType w:val="singleLevel"/>
    <w:tmpl w:val="8326B646"/>
    <w:lvl w:ilvl="0">
      <w:start w:val="1"/>
      <w:numFmt w:val="lowerLetter"/>
      <w:pStyle w:val="podpunkt-a"/>
      <w:lvlText w:val="%1)"/>
      <w:lvlJc w:val="left"/>
      <w:pPr>
        <w:tabs>
          <w:tab w:val="num" w:pos="1134"/>
        </w:tabs>
        <w:ind w:left="1134" w:hanging="454"/>
      </w:pPr>
    </w:lvl>
  </w:abstractNum>
  <w:abstractNum w:abstractNumId="28" w15:restartNumberingAfterBreak="0">
    <w:nsid w:val="2D0A1047"/>
    <w:multiLevelType w:val="hybridMultilevel"/>
    <w:tmpl w:val="3564B51C"/>
    <w:lvl w:ilvl="0" w:tplc="0415000F">
      <w:start w:val="1"/>
      <w:numFmt w:val="decimal"/>
      <w:lvlText w:val="%1."/>
      <w:lvlJc w:val="left"/>
      <w:pPr>
        <w:ind w:left="502" w:hanging="360"/>
      </w:pPr>
    </w:lvl>
    <w:lvl w:ilvl="1" w:tplc="95CC28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D43A9"/>
    <w:multiLevelType w:val="hybridMultilevel"/>
    <w:tmpl w:val="AD8EA1B2"/>
    <w:lvl w:ilvl="0" w:tplc="FFFFFFFF">
      <w:start w:val="1"/>
      <w:numFmt w:val="lowerLetter"/>
      <w:lvlText w:val="%1)"/>
      <w:lvlJc w:val="left"/>
      <w:pPr>
        <w:ind w:left="2007" w:hanging="360"/>
      </w:pPr>
    </w:lvl>
    <w:lvl w:ilvl="1" w:tplc="FFFFFFFF">
      <w:start w:val="1"/>
      <w:numFmt w:val="decimal"/>
      <w:lvlText w:val="%2)"/>
      <w:lvlJc w:val="left"/>
      <w:pPr>
        <w:ind w:left="2727" w:hanging="360"/>
      </w:pPr>
      <w:rPr>
        <w:rFonts w:hint="default"/>
      </w:rPr>
    </w:lvl>
    <w:lvl w:ilvl="2" w:tplc="FFFFFFFF" w:tentative="1">
      <w:start w:val="1"/>
      <w:numFmt w:val="lowerRoman"/>
      <w:lvlText w:val="%3."/>
      <w:lvlJc w:val="right"/>
      <w:pPr>
        <w:ind w:left="3447" w:hanging="180"/>
      </w:pPr>
    </w:lvl>
    <w:lvl w:ilvl="3" w:tplc="FFFFFFFF" w:tentative="1">
      <w:start w:val="1"/>
      <w:numFmt w:val="decimal"/>
      <w:lvlText w:val="%4."/>
      <w:lvlJc w:val="left"/>
      <w:pPr>
        <w:ind w:left="4167" w:hanging="360"/>
      </w:pPr>
    </w:lvl>
    <w:lvl w:ilvl="4" w:tplc="FFFFFFFF">
      <w:start w:val="1"/>
      <w:numFmt w:val="lowerLetter"/>
      <w:lvlText w:val="%5."/>
      <w:lvlJc w:val="left"/>
      <w:pPr>
        <w:ind w:left="4887" w:hanging="360"/>
      </w:pPr>
    </w:lvl>
    <w:lvl w:ilvl="5" w:tplc="FFFFFFFF" w:tentative="1">
      <w:start w:val="1"/>
      <w:numFmt w:val="lowerRoman"/>
      <w:lvlText w:val="%6."/>
      <w:lvlJc w:val="right"/>
      <w:pPr>
        <w:ind w:left="5607" w:hanging="180"/>
      </w:pPr>
    </w:lvl>
    <w:lvl w:ilvl="6" w:tplc="FFFFFFFF" w:tentative="1">
      <w:start w:val="1"/>
      <w:numFmt w:val="decimal"/>
      <w:lvlText w:val="%7."/>
      <w:lvlJc w:val="left"/>
      <w:pPr>
        <w:ind w:left="6327" w:hanging="360"/>
      </w:pPr>
    </w:lvl>
    <w:lvl w:ilvl="7" w:tplc="FFFFFFFF" w:tentative="1">
      <w:start w:val="1"/>
      <w:numFmt w:val="lowerLetter"/>
      <w:lvlText w:val="%8."/>
      <w:lvlJc w:val="left"/>
      <w:pPr>
        <w:ind w:left="7047" w:hanging="360"/>
      </w:pPr>
    </w:lvl>
    <w:lvl w:ilvl="8" w:tplc="FFFFFFFF" w:tentative="1">
      <w:start w:val="1"/>
      <w:numFmt w:val="lowerRoman"/>
      <w:lvlText w:val="%9."/>
      <w:lvlJc w:val="right"/>
      <w:pPr>
        <w:ind w:left="7767" w:hanging="180"/>
      </w:pPr>
    </w:lvl>
  </w:abstractNum>
  <w:abstractNum w:abstractNumId="30" w15:restartNumberingAfterBreak="0">
    <w:nsid w:val="3170598E"/>
    <w:multiLevelType w:val="hybridMultilevel"/>
    <w:tmpl w:val="E9620386"/>
    <w:lvl w:ilvl="0" w:tplc="6A4A3118">
      <w:start w:val="2"/>
      <w:numFmt w:val="decimal"/>
      <w:lvlText w:val="%1."/>
      <w:lvlJc w:val="left"/>
      <w:pPr>
        <w:tabs>
          <w:tab w:val="num" w:pos="360"/>
        </w:tabs>
        <w:ind w:left="340" w:hanging="340"/>
      </w:pPr>
      <w:rPr>
        <w:rFonts w:ascii="Verdana" w:hAnsi="Verdana" w:cs="Arial" w:hint="default"/>
        <w:color w:val="000000"/>
      </w:rPr>
    </w:lvl>
    <w:lvl w:ilvl="1" w:tplc="0392302C">
      <w:start w:val="2"/>
      <w:numFmt w:val="upperRoman"/>
      <w:lvlText w:val="%2."/>
      <w:lvlJc w:val="left"/>
      <w:pPr>
        <w:tabs>
          <w:tab w:val="num" w:pos="1800"/>
        </w:tabs>
        <w:ind w:left="1800" w:hanging="720"/>
      </w:pPr>
      <w:rPr>
        <w:rFonts w:hint="default"/>
      </w:rPr>
    </w:lvl>
    <w:lvl w:ilvl="2" w:tplc="F5FAF956">
      <w:start w:val="3"/>
      <w:numFmt w:val="upperRoman"/>
      <w:lvlText w:val="%3&gt;"/>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37A151F"/>
    <w:multiLevelType w:val="hybridMultilevel"/>
    <w:tmpl w:val="DB2CB4C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EAEA5CA">
      <w:start w:val="1"/>
      <w:numFmt w:val="decimal"/>
      <w:lvlText w:val="%4."/>
      <w:lvlJc w:val="left"/>
      <w:pPr>
        <w:ind w:left="2520" w:hanging="360"/>
      </w:pPr>
      <w:rPr>
        <w:rFonts w:ascii="Calibri" w:hAnsi="Calibri" w:cs="Calibri"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33904927"/>
    <w:multiLevelType w:val="hybridMultilevel"/>
    <w:tmpl w:val="C9B23ACE"/>
    <w:lvl w:ilvl="0" w:tplc="661EF00E">
      <w:start w:val="1"/>
      <w:numFmt w:val="upperRoman"/>
      <w:lvlText w:val="%1."/>
      <w:lvlJc w:val="left"/>
      <w:pPr>
        <w:ind w:left="1123" w:hanging="720"/>
      </w:pPr>
      <w:rPr>
        <w:rFonts w:eastAsia="Times New Roman" w:cs="Arial" w:hint="default"/>
        <w:color w:val="auto"/>
        <w:u w:val="single"/>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33" w15:restartNumberingAfterBreak="0">
    <w:nsid w:val="35652690"/>
    <w:multiLevelType w:val="hybridMultilevel"/>
    <w:tmpl w:val="2BDE2F28"/>
    <w:lvl w:ilvl="0" w:tplc="9CF4D00C">
      <w:start w:val="1"/>
      <w:numFmt w:val="lowerLetter"/>
      <w:lvlText w:val="%1)"/>
      <w:lvlJc w:val="left"/>
      <w:pPr>
        <w:ind w:left="643" w:hanging="360"/>
      </w:pPr>
      <w:rPr>
        <w:rFonts w:hint="default"/>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906140"/>
    <w:multiLevelType w:val="multilevel"/>
    <w:tmpl w:val="D740565C"/>
    <w:lvl w:ilvl="0">
      <w:start w:val="6"/>
      <w:numFmt w:val="upperRoman"/>
      <w:pStyle w:val="Nagwek1"/>
      <w:lvlText w:val="%1."/>
      <w:lvlJc w:val="right"/>
      <w:pPr>
        <w:tabs>
          <w:tab w:val="num" w:pos="1134"/>
        </w:tabs>
        <w:ind w:left="1134" w:firstLine="1"/>
      </w:pPr>
      <w:rPr>
        <w:rFonts w:hint="default"/>
        <w:sz w:val="28"/>
        <w:szCs w:val="28"/>
      </w:rPr>
    </w:lvl>
    <w:lvl w:ilvl="1">
      <w:start w:val="1"/>
      <w:numFmt w:val="decimal"/>
      <w:lvlText w:val="%1.%2."/>
      <w:lvlJc w:val="left"/>
      <w:pPr>
        <w:tabs>
          <w:tab w:val="num" w:pos="1156"/>
        </w:tabs>
        <w:ind w:left="508" w:hanging="432"/>
      </w:pPr>
      <w:rPr>
        <w:rFonts w:hint="default"/>
      </w:rPr>
    </w:lvl>
    <w:lvl w:ilvl="2">
      <w:start w:val="1"/>
      <w:numFmt w:val="decimal"/>
      <w:lvlText w:val="%1.%2.%3."/>
      <w:lvlJc w:val="left"/>
      <w:pPr>
        <w:tabs>
          <w:tab w:val="num" w:pos="1876"/>
        </w:tabs>
        <w:ind w:left="940" w:hanging="504"/>
      </w:pPr>
      <w:rPr>
        <w:rFonts w:hint="default"/>
      </w:rPr>
    </w:lvl>
    <w:lvl w:ilvl="3">
      <w:start w:val="1"/>
      <w:numFmt w:val="decimal"/>
      <w:lvlText w:val="%1.%2.%3.%4."/>
      <w:lvlJc w:val="left"/>
      <w:pPr>
        <w:tabs>
          <w:tab w:val="num" w:pos="2956"/>
        </w:tabs>
        <w:ind w:left="1444" w:hanging="648"/>
      </w:pPr>
      <w:rPr>
        <w:rFonts w:hint="default"/>
      </w:rPr>
    </w:lvl>
    <w:lvl w:ilvl="4">
      <w:start w:val="1"/>
      <w:numFmt w:val="decimal"/>
      <w:lvlText w:val="%1.%2.%3.%4.%5."/>
      <w:lvlJc w:val="left"/>
      <w:pPr>
        <w:tabs>
          <w:tab w:val="num" w:pos="3676"/>
        </w:tabs>
        <w:ind w:left="1948" w:hanging="792"/>
      </w:pPr>
      <w:rPr>
        <w:rFonts w:hint="default"/>
      </w:rPr>
    </w:lvl>
    <w:lvl w:ilvl="5">
      <w:start w:val="1"/>
      <w:numFmt w:val="decimal"/>
      <w:lvlText w:val="%1.%2.%3.%4.%5.%6."/>
      <w:lvlJc w:val="left"/>
      <w:pPr>
        <w:tabs>
          <w:tab w:val="num" w:pos="4396"/>
        </w:tabs>
        <w:ind w:left="2452" w:hanging="936"/>
      </w:pPr>
      <w:rPr>
        <w:rFonts w:hint="default"/>
      </w:rPr>
    </w:lvl>
    <w:lvl w:ilvl="6">
      <w:start w:val="1"/>
      <w:numFmt w:val="decimal"/>
      <w:lvlText w:val="%1.%2.%3.%4.%5.%6.%7."/>
      <w:lvlJc w:val="left"/>
      <w:pPr>
        <w:tabs>
          <w:tab w:val="num" w:pos="5116"/>
        </w:tabs>
        <w:ind w:left="2956" w:hanging="1080"/>
      </w:pPr>
      <w:rPr>
        <w:rFonts w:hint="default"/>
      </w:rPr>
    </w:lvl>
    <w:lvl w:ilvl="7">
      <w:start w:val="1"/>
      <w:numFmt w:val="decimal"/>
      <w:lvlText w:val="%1.%2.%3.%4.%5.%6.%7.%8."/>
      <w:lvlJc w:val="left"/>
      <w:pPr>
        <w:tabs>
          <w:tab w:val="num" w:pos="6196"/>
        </w:tabs>
        <w:ind w:left="3460" w:hanging="1224"/>
      </w:pPr>
      <w:rPr>
        <w:rFonts w:hint="default"/>
      </w:rPr>
    </w:lvl>
    <w:lvl w:ilvl="8">
      <w:start w:val="1"/>
      <w:numFmt w:val="decimal"/>
      <w:lvlText w:val="%1.%2.%3.%4.%5.%6.%7.%8.%9."/>
      <w:lvlJc w:val="left"/>
      <w:pPr>
        <w:tabs>
          <w:tab w:val="num" w:pos="6916"/>
        </w:tabs>
        <w:ind w:left="4036" w:hanging="1440"/>
      </w:pPr>
      <w:rPr>
        <w:rFonts w:hint="default"/>
      </w:rPr>
    </w:lvl>
  </w:abstractNum>
  <w:abstractNum w:abstractNumId="35" w15:restartNumberingAfterBreak="0">
    <w:nsid w:val="36FE7306"/>
    <w:multiLevelType w:val="multilevel"/>
    <w:tmpl w:val="6C9C36F0"/>
    <w:lvl w:ilvl="0">
      <w:start w:val="1"/>
      <w:numFmt w:val="decimal"/>
      <w:lvlText w:val="%1."/>
      <w:lvlJc w:val="left"/>
      <w:pPr>
        <w:tabs>
          <w:tab w:val="num" w:pos="360"/>
        </w:tabs>
        <w:ind w:left="340" w:hanging="340"/>
      </w:pPr>
    </w:lvl>
    <w:lvl w:ilvl="1">
      <w:start w:val="1"/>
      <w:numFmt w:val="lowerLetter"/>
      <w:lvlText w:val="%2."/>
      <w:lvlJc w:val="left"/>
      <w:pPr>
        <w:tabs>
          <w:tab w:val="num" w:pos="0"/>
        </w:tabs>
        <w:ind w:left="0" w:firstLine="0"/>
      </w:pPr>
    </w:lvl>
    <w:lvl w:ilvl="2">
      <w:start w:val="1"/>
      <w:numFmt w:val="decimal"/>
      <w:lvlText w:val="%3."/>
      <w:lvlJc w:val="left"/>
      <w:pPr>
        <w:tabs>
          <w:tab w:val="num" w:pos="44"/>
        </w:tabs>
        <w:ind w:left="2204" w:hanging="360"/>
      </w:pPr>
      <w:rPr>
        <w:rFonts w:ascii="Verdana" w:eastAsia="Times New Roman" w:hAnsi="Verdana" w:cs="Calibri" w:hint="default"/>
        <w:color w:val="auto"/>
      </w:rPr>
    </w:lvl>
    <w:lvl w:ilvl="3">
      <w:start w:val="1"/>
      <w:numFmt w:val="decimal"/>
      <w:lvlText w:val="%4."/>
      <w:lvlJc w:val="left"/>
      <w:pPr>
        <w:tabs>
          <w:tab w:val="num" w:pos="-2520"/>
        </w:tabs>
        <w:ind w:left="36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36" w15:restartNumberingAfterBreak="0">
    <w:nsid w:val="3BE636FA"/>
    <w:multiLevelType w:val="multilevel"/>
    <w:tmpl w:val="F1CA5E8E"/>
    <w:lvl w:ilvl="0">
      <w:start w:val="1"/>
      <w:numFmt w:val="decimal"/>
      <w:lvlText w:val="%1."/>
      <w:lvlJc w:val="left"/>
      <w:pPr>
        <w:tabs>
          <w:tab w:val="num" w:pos="0"/>
        </w:tabs>
        <w:ind w:left="340" w:hanging="340"/>
      </w:pPr>
      <w:rPr>
        <w:rFonts w:ascii="Verdana" w:hAnsi="Verdana" w:cs="Arial" w:hint="default"/>
        <w:b w:val="0"/>
        <w:i w:val="0"/>
        <w:sz w:val="20"/>
        <w:szCs w:val="20"/>
      </w:rPr>
    </w:lvl>
    <w:lvl w:ilvl="1">
      <w:start w:val="1"/>
      <w:numFmt w:val="decimal"/>
      <w:isLgl/>
      <w:lvlText w:val="%1.%2."/>
      <w:lvlJc w:val="left"/>
      <w:pPr>
        <w:ind w:left="860" w:hanging="43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7" w15:restartNumberingAfterBreak="0">
    <w:nsid w:val="3E812CCE"/>
    <w:multiLevelType w:val="hybridMultilevel"/>
    <w:tmpl w:val="AC5852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4B6CC5"/>
    <w:multiLevelType w:val="hybridMultilevel"/>
    <w:tmpl w:val="914C9E12"/>
    <w:lvl w:ilvl="0" w:tplc="0415000F">
      <w:start w:val="1"/>
      <w:numFmt w:val="decimal"/>
      <w:lvlText w:val="%1."/>
      <w:lvlJc w:val="left"/>
      <w:pPr>
        <w:ind w:left="1146"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0EA2464"/>
    <w:multiLevelType w:val="multilevel"/>
    <w:tmpl w:val="C824C87C"/>
    <w:lvl w:ilvl="0">
      <w:start w:val="4"/>
      <w:numFmt w:val="decimal"/>
      <w:lvlText w:val="%1."/>
      <w:lvlJc w:val="left"/>
      <w:pPr>
        <w:ind w:left="360" w:hanging="360"/>
      </w:pPr>
      <w:rPr>
        <w:rFonts w:hint="default"/>
      </w:rPr>
    </w:lvl>
    <w:lvl w:ilvl="1">
      <w:start w:val="1"/>
      <w:numFmt w:val="decimal"/>
      <w:lvlText w:val="%1.%2."/>
      <w:lvlJc w:val="left"/>
      <w:pPr>
        <w:ind w:left="700" w:hanging="360"/>
      </w:pPr>
      <w:rPr>
        <w:rFonts w:hint="default"/>
        <w:b w:val="0"/>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0" w15:restartNumberingAfterBreak="0">
    <w:nsid w:val="4301365E"/>
    <w:multiLevelType w:val="multilevel"/>
    <w:tmpl w:val="7102E16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40"/>
        </w:tabs>
        <w:ind w:left="340" w:hanging="340"/>
      </w:pPr>
      <w:rPr>
        <w:rFonts w:ascii="Arial" w:eastAsia="Times New Roman" w:hAnsi="Arial" w:cs="Arial"/>
        <w:color w:val="000000"/>
      </w:rPr>
    </w:lvl>
    <w:lvl w:ilvl="2">
      <w:start w:val="4"/>
      <w:numFmt w:val="upperRoman"/>
      <w:lvlText w:val="%3."/>
      <w:lvlJc w:val="left"/>
      <w:pPr>
        <w:ind w:left="4072" w:hanging="720"/>
      </w:pPr>
      <w:rPr>
        <w:rFonts w:hint="default"/>
      </w:rPr>
    </w:lvl>
    <w:lvl w:ilvl="3" w:tentative="1">
      <w:start w:val="1"/>
      <w:numFmt w:val="decimal"/>
      <w:lvlText w:val="%4."/>
      <w:lvlJc w:val="left"/>
      <w:pPr>
        <w:tabs>
          <w:tab w:val="num" w:pos="4252"/>
        </w:tabs>
        <w:ind w:left="4252" w:hanging="360"/>
      </w:pPr>
    </w:lvl>
    <w:lvl w:ilvl="4" w:tentative="1">
      <w:start w:val="1"/>
      <w:numFmt w:val="lowerLetter"/>
      <w:lvlText w:val="%5."/>
      <w:lvlJc w:val="left"/>
      <w:pPr>
        <w:tabs>
          <w:tab w:val="num" w:pos="4972"/>
        </w:tabs>
        <w:ind w:left="4972" w:hanging="360"/>
      </w:pPr>
    </w:lvl>
    <w:lvl w:ilvl="5" w:tentative="1">
      <w:start w:val="1"/>
      <w:numFmt w:val="lowerRoman"/>
      <w:lvlText w:val="%6."/>
      <w:lvlJc w:val="right"/>
      <w:pPr>
        <w:tabs>
          <w:tab w:val="num" w:pos="5692"/>
        </w:tabs>
        <w:ind w:left="5692" w:hanging="180"/>
      </w:pPr>
    </w:lvl>
    <w:lvl w:ilvl="6" w:tentative="1">
      <w:start w:val="1"/>
      <w:numFmt w:val="decimal"/>
      <w:lvlText w:val="%7."/>
      <w:lvlJc w:val="left"/>
      <w:pPr>
        <w:tabs>
          <w:tab w:val="num" w:pos="6412"/>
        </w:tabs>
        <w:ind w:left="6412" w:hanging="360"/>
      </w:pPr>
    </w:lvl>
    <w:lvl w:ilvl="7" w:tentative="1">
      <w:start w:val="1"/>
      <w:numFmt w:val="lowerLetter"/>
      <w:lvlText w:val="%8."/>
      <w:lvlJc w:val="left"/>
      <w:pPr>
        <w:tabs>
          <w:tab w:val="num" w:pos="7132"/>
        </w:tabs>
        <w:ind w:left="7132" w:hanging="360"/>
      </w:pPr>
    </w:lvl>
    <w:lvl w:ilvl="8" w:tentative="1">
      <w:start w:val="1"/>
      <w:numFmt w:val="lowerRoman"/>
      <w:lvlText w:val="%9."/>
      <w:lvlJc w:val="right"/>
      <w:pPr>
        <w:tabs>
          <w:tab w:val="num" w:pos="7852"/>
        </w:tabs>
        <w:ind w:left="7852" w:hanging="180"/>
      </w:pPr>
    </w:lvl>
  </w:abstractNum>
  <w:abstractNum w:abstractNumId="41" w15:restartNumberingAfterBreak="0">
    <w:nsid w:val="437C2F73"/>
    <w:multiLevelType w:val="hybridMultilevel"/>
    <w:tmpl w:val="24EA7F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31041F"/>
    <w:multiLevelType w:val="hybridMultilevel"/>
    <w:tmpl w:val="95A66E20"/>
    <w:lvl w:ilvl="0" w:tplc="04150019">
      <w:start w:val="1"/>
      <w:numFmt w:val="lowerLetter"/>
      <w:lvlText w:val="%1."/>
      <w:lvlJc w:val="left"/>
      <w:pPr>
        <w:ind w:left="1551" w:hanging="360"/>
      </w:pPr>
    </w:lvl>
    <w:lvl w:ilvl="1" w:tplc="04150019" w:tentative="1">
      <w:start w:val="1"/>
      <w:numFmt w:val="lowerLetter"/>
      <w:lvlText w:val="%2."/>
      <w:lvlJc w:val="left"/>
      <w:pPr>
        <w:ind w:left="2271" w:hanging="360"/>
      </w:pPr>
    </w:lvl>
    <w:lvl w:ilvl="2" w:tplc="0415001B" w:tentative="1">
      <w:start w:val="1"/>
      <w:numFmt w:val="lowerRoman"/>
      <w:lvlText w:val="%3."/>
      <w:lvlJc w:val="right"/>
      <w:pPr>
        <w:ind w:left="2991" w:hanging="180"/>
      </w:pPr>
    </w:lvl>
    <w:lvl w:ilvl="3" w:tplc="0415000F" w:tentative="1">
      <w:start w:val="1"/>
      <w:numFmt w:val="decimal"/>
      <w:lvlText w:val="%4."/>
      <w:lvlJc w:val="left"/>
      <w:pPr>
        <w:ind w:left="3711" w:hanging="360"/>
      </w:pPr>
    </w:lvl>
    <w:lvl w:ilvl="4" w:tplc="04150019" w:tentative="1">
      <w:start w:val="1"/>
      <w:numFmt w:val="lowerLetter"/>
      <w:lvlText w:val="%5."/>
      <w:lvlJc w:val="left"/>
      <w:pPr>
        <w:ind w:left="4431" w:hanging="360"/>
      </w:pPr>
    </w:lvl>
    <w:lvl w:ilvl="5" w:tplc="0415001B" w:tentative="1">
      <w:start w:val="1"/>
      <w:numFmt w:val="lowerRoman"/>
      <w:lvlText w:val="%6."/>
      <w:lvlJc w:val="right"/>
      <w:pPr>
        <w:ind w:left="5151" w:hanging="180"/>
      </w:pPr>
    </w:lvl>
    <w:lvl w:ilvl="6" w:tplc="0415000F" w:tentative="1">
      <w:start w:val="1"/>
      <w:numFmt w:val="decimal"/>
      <w:lvlText w:val="%7."/>
      <w:lvlJc w:val="left"/>
      <w:pPr>
        <w:ind w:left="5871" w:hanging="360"/>
      </w:pPr>
    </w:lvl>
    <w:lvl w:ilvl="7" w:tplc="04150019" w:tentative="1">
      <w:start w:val="1"/>
      <w:numFmt w:val="lowerLetter"/>
      <w:lvlText w:val="%8."/>
      <w:lvlJc w:val="left"/>
      <w:pPr>
        <w:ind w:left="6591" w:hanging="360"/>
      </w:pPr>
    </w:lvl>
    <w:lvl w:ilvl="8" w:tplc="0415001B" w:tentative="1">
      <w:start w:val="1"/>
      <w:numFmt w:val="lowerRoman"/>
      <w:lvlText w:val="%9."/>
      <w:lvlJc w:val="right"/>
      <w:pPr>
        <w:ind w:left="7311" w:hanging="180"/>
      </w:pPr>
    </w:lvl>
  </w:abstractNum>
  <w:abstractNum w:abstractNumId="43" w15:restartNumberingAfterBreak="0">
    <w:nsid w:val="464B7E1B"/>
    <w:multiLevelType w:val="hybridMultilevel"/>
    <w:tmpl w:val="3D7413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98240A8"/>
    <w:multiLevelType w:val="hybridMultilevel"/>
    <w:tmpl w:val="5308E1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16251BA"/>
    <w:multiLevelType w:val="multilevel"/>
    <w:tmpl w:val="6C9C36F0"/>
    <w:lvl w:ilvl="0">
      <w:start w:val="1"/>
      <w:numFmt w:val="decimal"/>
      <w:lvlText w:val="%1."/>
      <w:lvlJc w:val="left"/>
      <w:pPr>
        <w:tabs>
          <w:tab w:val="num" w:pos="360"/>
        </w:tabs>
        <w:ind w:left="340" w:hanging="340"/>
      </w:pPr>
    </w:lvl>
    <w:lvl w:ilvl="1">
      <w:start w:val="1"/>
      <w:numFmt w:val="lowerLetter"/>
      <w:lvlText w:val="%2."/>
      <w:lvlJc w:val="left"/>
      <w:pPr>
        <w:tabs>
          <w:tab w:val="num" w:pos="0"/>
        </w:tabs>
        <w:ind w:left="0" w:firstLine="0"/>
      </w:pPr>
    </w:lvl>
    <w:lvl w:ilvl="2">
      <w:start w:val="1"/>
      <w:numFmt w:val="decimal"/>
      <w:lvlText w:val="%3."/>
      <w:lvlJc w:val="left"/>
      <w:pPr>
        <w:tabs>
          <w:tab w:val="num" w:pos="44"/>
        </w:tabs>
        <w:ind w:left="2204" w:hanging="360"/>
      </w:pPr>
      <w:rPr>
        <w:rFonts w:ascii="Verdana" w:eastAsia="Times New Roman" w:hAnsi="Verdana" w:cs="Calibri" w:hint="default"/>
        <w:color w:val="auto"/>
      </w:rPr>
    </w:lvl>
    <w:lvl w:ilvl="3">
      <w:start w:val="1"/>
      <w:numFmt w:val="decimal"/>
      <w:lvlText w:val="%4."/>
      <w:lvlJc w:val="left"/>
      <w:pPr>
        <w:tabs>
          <w:tab w:val="num" w:pos="5844"/>
        </w:tabs>
        <w:ind w:left="8724"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46" w15:restartNumberingAfterBreak="0">
    <w:nsid w:val="531D4941"/>
    <w:multiLevelType w:val="hybridMultilevel"/>
    <w:tmpl w:val="1C2E8A96"/>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AC3177"/>
    <w:multiLevelType w:val="hybridMultilevel"/>
    <w:tmpl w:val="24EA7F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B57FD2"/>
    <w:multiLevelType w:val="hybridMultilevel"/>
    <w:tmpl w:val="D84C730E"/>
    <w:lvl w:ilvl="0" w:tplc="7A0E10EC">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120C90"/>
    <w:multiLevelType w:val="multilevel"/>
    <w:tmpl w:val="543042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61361C8"/>
    <w:multiLevelType w:val="hybridMultilevel"/>
    <w:tmpl w:val="8944962E"/>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71C25D4"/>
    <w:multiLevelType w:val="multilevel"/>
    <w:tmpl w:val="D23E0C7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8480D7F"/>
    <w:multiLevelType w:val="hybridMultilevel"/>
    <w:tmpl w:val="F1609A06"/>
    <w:lvl w:ilvl="0" w:tplc="843EC342">
      <w:start w:val="1"/>
      <w:numFmt w:val="decimal"/>
      <w:lvlText w:val="%1."/>
      <w:lvlJc w:val="left"/>
      <w:pPr>
        <w:tabs>
          <w:tab w:val="num" w:pos="357"/>
        </w:tabs>
        <w:ind w:left="357" w:hanging="357"/>
      </w:pPr>
      <w:rPr>
        <w:rFonts w:hint="default"/>
        <w:b w:val="0"/>
        <w:i w:val="0"/>
        <w:color w:val="000000"/>
        <w:sz w:val="20"/>
        <w:szCs w:val="20"/>
      </w:rPr>
    </w:lvl>
    <w:lvl w:ilvl="1" w:tplc="81249F18">
      <w:start w:val="1"/>
      <w:numFmt w:val="lowerLetter"/>
      <w:lvlText w:val="%2)"/>
      <w:lvlJc w:val="left"/>
      <w:pPr>
        <w:ind w:left="1515" w:hanging="43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AA47D6D"/>
    <w:multiLevelType w:val="hybridMultilevel"/>
    <w:tmpl w:val="6D0A9070"/>
    <w:lvl w:ilvl="0" w:tplc="0415000B">
      <w:start w:val="1"/>
      <w:numFmt w:val="bullet"/>
      <w:lvlText w:val=""/>
      <w:lvlJc w:val="left"/>
      <w:pPr>
        <w:tabs>
          <w:tab w:val="num" w:pos="142"/>
        </w:tabs>
        <w:ind w:left="482" w:hanging="340"/>
      </w:pPr>
      <w:rPr>
        <w:rFonts w:ascii="Wingdings" w:hAnsi="Wingdings" w:hint="default"/>
        <w:b w:val="0"/>
        <w:i w:val="0"/>
        <w:sz w:val="22"/>
        <w:szCs w:val="22"/>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54" w15:restartNumberingAfterBreak="0">
    <w:nsid w:val="5AB81952"/>
    <w:multiLevelType w:val="hybridMultilevel"/>
    <w:tmpl w:val="BACCBD6C"/>
    <w:lvl w:ilvl="0" w:tplc="8F4010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1A6849"/>
    <w:multiLevelType w:val="hybridMultilevel"/>
    <w:tmpl w:val="8528A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213B8F"/>
    <w:multiLevelType w:val="hybridMultilevel"/>
    <w:tmpl w:val="3A8207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1315B9D"/>
    <w:multiLevelType w:val="hybridMultilevel"/>
    <w:tmpl w:val="40E85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C73B36"/>
    <w:multiLevelType w:val="hybridMultilevel"/>
    <w:tmpl w:val="1A4295AE"/>
    <w:lvl w:ilvl="0" w:tplc="FFFFFFFF">
      <w:start w:val="1"/>
      <w:numFmt w:val="lowerLetter"/>
      <w:lvlText w:val="%1)"/>
      <w:lvlJc w:val="left"/>
      <w:pPr>
        <w:tabs>
          <w:tab w:val="num" w:pos="5130"/>
        </w:tabs>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lowerLetter"/>
      <w:lvlText w:val="%3)"/>
      <w:lvlJc w:val="left"/>
      <w:pPr>
        <w:tabs>
          <w:tab w:val="num" w:pos="7110"/>
        </w:tabs>
        <w:ind w:left="1980"/>
      </w:pPr>
      <w:rPr>
        <w:rFonts w:cs="Times New Roman" w:hint="default"/>
      </w:rPr>
    </w:lvl>
    <w:lvl w:ilvl="3" w:tplc="9DC62ADA">
      <w:start w:val="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15:restartNumberingAfterBreak="0">
    <w:nsid w:val="634C2FC5"/>
    <w:multiLevelType w:val="hybridMultilevel"/>
    <w:tmpl w:val="CBF6201A"/>
    <w:lvl w:ilvl="0" w:tplc="EB98CAE6">
      <w:start w:val="1"/>
      <w:numFmt w:val="upperRoman"/>
      <w:pStyle w:val="Spistreci3"/>
      <w:lvlText w:val="%1."/>
      <w:lvlJc w:val="left"/>
      <w:pPr>
        <w:ind w:left="1123" w:hanging="720"/>
      </w:pPr>
      <w:rPr>
        <w:rFonts w:ascii="Verdana" w:eastAsia="Times New Roman" w:hAnsi="Verdana" w:cs="Times New Roman" w:hint="default"/>
        <w:b/>
        <w:bCs/>
        <w:i w:val="0"/>
        <w:iCs w:val="0"/>
        <w:color w:val="auto"/>
        <w:sz w:val="20"/>
        <w:u w:val="none"/>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60" w15:restartNumberingAfterBreak="0">
    <w:nsid w:val="63DA7A42"/>
    <w:multiLevelType w:val="multilevel"/>
    <w:tmpl w:val="2ABE1E8C"/>
    <w:lvl w:ilvl="0">
      <w:start w:val="13"/>
      <w:numFmt w:val="decimal"/>
      <w:lvlText w:val="%1"/>
      <w:lvlJc w:val="left"/>
      <w:pPr>
        <w:ind w:left="462" w:hanging="46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1" w15:restartNumberingAfterBreak="0">
    <w:nsid w:val="6851457B"/>
    <w:multiLevelType w:val="multilevel"/>
    <w:tmpl w:val="C33676C0"/>
    <w:lvl w:ilvl="0">
      <w:start w:val="5"/>
      <w:numFmt w:val="decimal"/>
      <w:lvlText w:val="%1."/>
      <w:lvlJc w:val="left"/>
      <w:pPr>
        <w:ind w:left="360" w:hanging="360"/>
      </w:pPr>
      <w:rPr>
        <w:rFonts w:hint="default"/>
        <w:b/>
      </w:rPr>
    </w:lvl>
    <w:lvl w:ilvl="1">
      <w:start w:val="1"/>
      <w:numFmt w:val="lowerLetter"/>
      <w:lvlText w:val="%2)"/>
      <w:lvlJc w:val="left"/>
      <w:pPr>
        <w:ind w:left="360" w:hanging="360"/>
      </w:pPr>
      <w:rPr>
        <w:rFonts w:hint="default"/>
        <w:b w:val="0"/>
        <w:i w:val="0"/>
        <w:sz w:val="20"/>
        <w:szCs w:val="20"/>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69A4197D"/>
    <w:multiLevelType w:val="hybridMultilevel"/>
    <w:tmpl w:val="12BE7B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EAEA5CA">
      <w:start w:val="1"/>
      <w:numFmt w:val="decimal"/>
      <w:lvlText w:val="%4."/>
      <w:lvlJc w:val="left"/>
      <w:pPr>
        <w:ind w:left="2520" w:hanging="360"/>
      </w:pPr>
      <w:rPr>
        <w:rFonts w:ascii="Calibri" w:hAnsi="Calibri" w:cs="Calibri"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6AE53128"/>
    <w:multiLevelType w:val="multilevel"/>
    <w:tmpl w:val="26B67DE6"/>
    <w:lvl w:ilvl="0">
      <w:start w:val="1"/>
      <w:numFmt w:val="decimal"/>
      <w:lvlText w:val="%1."/>
      <w:lvlJc w:val="left"/>
      <w:pPr>
        <w:ind w:left="408" w:hanging="408"/>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64" w15:restartNumberingAfterBreak="0">
    <w:nsid w:val="6C86214C"/>
    <w:multiLevelType w:val="hybridMultilevel"/>
    <w:tmpl w:val="09625A36"/>
    <w:lvl w:ilvl="0" w:tplc="596E28FC">
      <w:start w:val="2"/>
      <w:numFmt w:val="decimal"/>
      <w:lvlText w:val="%1."/>
      <w:lvlJc w:val="left"/>
      <w:pPr>
        <w:tabs>
          <w:tab w:val="num" w:pos="0"/>
        </w:tabs>
        <w:ind w:left="340" w:hanging="340"/>
      </w:pPr>
      <w:rPr>
        <w:rFonts w:ascii="Verdana" w:hAnsi="Verdana"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D9113F5"/>
    <w:multiLevelType w:val="hybridMultilevel"/>
    <w:tmpl w:val="439E59BE"/>
    <w:lvl w:ilvl="0" w:tplc="0415000F">
      <w:start w:val="1"/>
      <w:numFmt w:val="decimal"/>
      <w:lvlText w:val="%1."/>
      <w:lvlJc w:val="left"/>
      <w:pPr>
        <w:ind w:left="720" w:hanging="360"/>
      </w:pPr>
      <w:rPr>
        <w:rFonts w:hint="default"/>
      </w:rPr>
    </w:lvl>
    <w:lvl w:ilvl="1" w:tplc="3C8C5A0A">
      <w:start w:val="1"/>
      <w:numFmt w:val="lowerLetter"/>
      <w:lvlText w:val="%2)"/>
      <w:lvlJc w:val="left"/>
      <w:pPr>
        <w:ind w:left="1500" w:hanging="4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BF4346"/>
    <w:multiLevelType w:val="hybridMultilevel"/>
    <w:tmpl w:val="34F6242A"/>
    <w:lvl w:ilvl="0" w:tplc="ADB213B2">
      <w:start w:val="1"/>
      <w:numFmt w:val="decimal"/>
      <w:lvlText w:val="%1."/>
      <w:lvlJc w:val="left"/>
      <w:pPr>
        <w:tabs>
          <w:tab w:val="num" w:pos="357"/>
        </w:tabs>
        <w:ind w:left="357" w:hanging="357"/>
      </w:pPr>
      <w:rPr>
        <w:rFonts w:hint="default"/>
        <w:b w:val="0"/>
        <w:i w:val="0"/>
        <w:color w:val="000000"/>
        <w:sz w:val="20"/>
        <w:szCs w:val="20"/>
      </w:rPr>
    </w:lvl>
    <w:lvl w:ilvl="1" w:tplc="81249F18">
      <w:start w:val="1"/>
      <w:numFmt w:val="lowerLetter"/>
      <w:lvlText w:val="%2)"/>
      <w:lvlJc w:val="left"/>
      <w:pPr>
        <w:ind w:left="1515" w:hanging="43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162FA8"/>
    <w:multiLevelType w:val="singleLevel"/>
    <w:tmpl w:val="C27A3F60"/>
    <w:lvl w:ilvl="0">
      <w:start w:val="1"/>
      <w:numFmt w:val="bullet"/>
      <w:lvlText w:val=""/>
      <w:lvlJc w:val="left"/>
      <w:pPr>
        <w:tabs>
          <w:tab w:val="num" w:pos="360"/>
        </w:tabs>
        <w:ind w:left="360" w:hanging="360"/>
      </w:pPr>
      <w:rPr>
        <w:rFonts w:ascii="Wingdings" w:hAnsi="Wingdings" w:hint="default"/>
      </w:rPr>
    </w:lvl>
  </w:abstractNum>
  <w:abstractNum w:abstractNumId="69" w15:restartNumberingAfterBreak="0">
    <w:nsid w:val="718C653B"/>
    <w:multiLevelType w:val="multilevel"/>
    <w:tmpl w:val="9DEA99A8"/>
    <w:lvl w:ilvl="0">
      <w:start w:val="12"/>
      <w:numFmt w:val="decimal"/>
      <w:lvlText w:val="%1"/>
      <w:lvlJc w:val="left"/>
      <w:pPr>
        <w:ind w:left="462" w:hanging="462"/>
      </w:pPr>
      <w:rPr>
        <w:rFonts w:hint="default"/>
      </w:rPr>
    </w:lvl>
    <w:lvl w:ilvl="1">
      <w:start w:val="2"/>
      <w:numFmt w:val="decimal"/>
      <w:lvlText w:val="%1.%2"/>
      <w:lvlJc w:val="left"/>
      <w:pPr>
        <w:ind w:left="1644" w:hanging="7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852" w:hanging="1080"/>
      </w:pPr>
      <w:rPr>
        <w:rFonts w:hint="default"/>
      </w:rPr>
    </w:lvl>
    <w:lvl w:ilvl="4">
      <w:start w:val="1"/>
      <w:numFmt w:val="decimal"/>
      <w:lvlText w:val="%1.%2.%3.%4.%5"/>
      <w:lvlJc w:val="left"/>
      <w:pPr>
        <w:ind w:left="5136" w:hanging="1440"/>
      </w:pPr>
      <w:rPr>
        <w:rFonts w:hint="default"/>
      </w:rPr>
    </w:lvl>
    <w:lvl w:ilvl="5">
      <w:start w:val="1"/>
      <w:numFmt w:val="decimal"/>
      <w:lvlText w:val="%1.%2.%3.%4.%5.%6"/>
      <w:lvlJc w:val="left"/>
      <w:pPr>
        <w:ind w:left="6060" w:hanging="1440"/>
      </w:pPr>
      <w:rPr>
        <w:rFonts w:hint="default"/>
      </w:rPr>
    </w:lvl>
    <w:lvl w:ilvl="6">
      <w:start w:val="1"/>
      <w:numFmt w:val="decimal"/>
      <w:lvlText w:val="%1.%2.%3.%4.%5.%6.%7"/>
      <w:lvlJc w:val="left"/>
      <w:pPr>
        <w:ind w:left="7344" w:hanging="1800"/>
      </w:pPr>
      <w:rPr>
        <w:rFonts w:hint="default"/>
      </w:rPr>
    </w:lvl>
    <w:lvl w:ilvl="7">
      <w:start w:val="1"/>
      <w:numFmt w:val="decimal"/>
      <w:lvlText w:val="%1.%2.%3.%4.%5.%6.%7.%8"/>
      <w:lvlJc w:val="left"/>
      <w:pPr>
        <w:ind w:left="8628" w:hanging="2160"/>
      </w:pPr>
      <w:rPr>
        <w:rFonts w:hint="default"/>
      </w:rPr>
    </w:lvl>
    <w:lvl w:ilvl="8">
      <w:start w:val="1"/>
      <w:numFmt w:val="decimal"/>
      <w:lvlText w:val="%1.%2.%3.%4.%5.%6.%7.%8.%9"/>
      <w:lvlJc w:val="left"/>
      <w:pPr>
        <w:ind w:left="9552" w:hanging="2160"/>
      </w:pPr>
      <w:rPr>
        <w:rFonts w:hint="default"/>
      </w:rPr>
    </w:lvl>
  </w:abstractNum>
  <w:abstractNum w:abstractNumId="70" w15:restartNumberingAfterBreak="0">
    <w:nsid w:val="71964907"/>
    <w:multiLevelType w:val="hybridMultilevel"/>
    <w:tmpl w:val="AD8EA1B2"/>
    <w:lvl w:ilvl="0" w:tplc="04150017">
      <w:start w:val="1"/>
      <w:numFmt w:val="lowerLetter"/>
      <w:lvlText w:val="%1)"/>
      <w:lvlJc w:val="left"/>
      <w:pPr>
        <w:ind w:left="2007" w:hanging="360"/>
      </w:pPr>
    </w:lvl>
    <w:lvl w:ilvl="1" w:tplc="C34244FA">
      <w:start w:val="1"/>
      <w:numFmt w:val="decimal"/>
      <w:lvlText w:val="%2)"/>
      <w:lvlJc w:val="left"/>
      <w:pPr>
        <w:ind w:left="2727" w:hanging="360"/>
      </w:pPr>
      <w:rPr>
        <w:rFonts w:hint="default"/>
      </w:r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71" w15:restartNumberingAfterBreak="0">
    <w:nsid w:val="719E7BF6"/>
    <w:multiLevelType w:val="hybridMultilevel"/>
    <w:tmpl w:val="7AE8A67C"/>
    <w:lvl w:ilvl="0" w:tplc="04150017">
      <w:start w:val="1"/>
      <w:numFmt w:val="lowerLetter"/>
      <w:lvlText w:val="%1)"/>
      <w:lvlJc w:val="left"/>
      <w:pPr>
        <w:ind w:left="2280" w:hanging="360"/>
      </w:pPr>
    </w:lvl>
    <w:lvl w:ilvl="1" w:tplc="04150001">
      <w:start w:val="1"/>
      <w:numFmt w:val="bullet"/>
      <w:lvlText w:val=""/>
      <w:lvlJc w:val="left"/>
      <w:pPr>
        <w:ind w:left="3000" w:hanging="360"/>
      </w:pPr>
      <w:rPr>
        <w:rFonts w:ascii="Symbol" w:hAnsi="Symbol" w:hint="default"/>
      </w:rPr>
    </w:lvl>
    <w:lvl w:ilvl="2" w:tplc="5AEA443E">
      <w:start w:val="1"/>
      <w:numFmt w:val="decimal"/>
      <w:lvlText w:val="%3)"/>
      <w:lvlJc w:val="left"/>
      <w:pPr>
        <w:ind w:left="3900" w:hanging="360"/>
      </w:pPr>
      <w:rPr>
        <w:rFonts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2" w15:restartNumberingAfterBreak="0">
    <w:nsid w:val="7316747D"/>
    <w:multiLevelType w:val="singleLevel"/>
    <w:tmpl w:val="FF5634C0"/>
    <w:lvl w:ilvl="0">
      <w:start w:val="15"/>
      <w:numFmt w:val="decimal"/>
      <w:lvlText w:val="%1."/>
      <w:lvlJc w:val="left"/>
      <w:pPr>
        <w:tabs>
          <w:tab w:val="num" w:pos="360"/>
        </w:tabs>
        <w:ind w:left="360" w:hanging="360"/>
      </w:pPr>
      <w:rPr>
        <w:rFonts w:hint="default"/>
        <w:b w:val="0"/>
      </w:rPr>
    </w:lvl>
  </w:abstractNum>
  <w:abstractNum w:abstractNumId="73" w15:restartNumberingAfterBreak="0">
    <w:nsid w:val="742B6430"/>
    <w:multiLevelType w:val="hybridMultilevel"/>
    <w:tmpl w:val="AC5852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0484823">
    <w:abstractNumId w:val="25"/>
  </w:num>
  <w:num w:numId="2" w16cid:durableId="497813319">
    <w:abstractNumId w:val="17"/>
  </w:num>
  <w:num w:numId="3" w16cid:durableId="426578873">
    <w:abstractNumId w:val="72"/>
  </w:num>
  <w:num w:numId="4" w16cid:durableId="491332839">
    <w:abstractNumId w:val="20"/>
  </w:num>
  <w:num w:numId="5" w16cid:durableId="484398046">
    <w:abstractNumId w:val="1"/>
  </w:num>
  <w:num w:numId="6" w16cid:durableId="111365771">
    <w:abstractNumId w:val="40"/>
  </w:num>
  <w:num w:numId="7" w16cid:durableId="1514568004">
    <w:abstractNumId w:val="68"/>
  </w:num>
  <w:num w:numId="8" w16cid:durableId="300579285">
    <w:abstractNumId w:val="6"/>
  </w:num>
  <w:num w:numId="9" w16cid:durableId="931089460">
    <w:abstractNumId w:val="34"/>
  </w:num>
  <w:num w:numId="10" w16cid:durableId="1935437292">
    <w:abstractNumId w:val="30"/>
  </w:num>
  <w:num w:numId="11" w16cid:durableId="2032602714">
    <w:abstractNumId w:val="52"/>
  </w:num>
  <w:num w:numId="12" w16cid:durableId="1134450416">
    <w:abstractNumId w:val="45"/>
  </w:num>
  <w:num w:numId="13" w16cid:durableId="1479762056">
    <w:abstractNumId w:val="23"/>
  </w:num>
  <w:num w:numId="14" w16cid:durableId="2028632650">
    <w:abstractNumId w:val="64"/>
  </w:num>
  <w:num w:numId="15" w16cid:durableId="1404258478">
    <w:abstractNumId w:val="27"/>
  </w:num>
  <w:num w:numId="16" w16cid:durableId="32969268">
    <w:abstractNumId w:val="58"/>
  </w:num>
  <w:num w:numId="17" w16cid:durableId="92090039">
    <w:abstractNumId w:val="7"/>
  </w:num>
  <w:num w:numId="18" w16cid:durableId="1164586022">
    <w:abstractNumId w:val="47"/>
  </w:num>
  <w:num w:numId="19" w16cid:durableId="704986749">
    <w:abstractNumId w:val="10"/>
  </w:num>
  <w:num w:numId="20" w16cid:durableId="1386878478">
    <w:abstractNumId w:val="33"/>
  </w:num>
  <w:num w:numId="21" w16cid:durableId="477263250">
    <w:abstractNumId w:val="73"/>
  </w:num>
  <w:num w:numId="22" w16cid:durableId="1005934070">
    <w:abstractNumId w:val="65"/>
  </w:num>
  <w:num w:numId="23" w16cid:durableId="522010776">
    <w:abstractNumId w:val="14"/>
  </w:num>
  <w:num w:numId="24" w16cid:durableId="403144458">
    <w:abstractNumId w:val="36"/>
  </w:num>
  <w:num w:numId="25" w16cid:durableId="1337030663">
    <w:abstractNumId w:val="53"/>
  </w:num>
  <w:num w:numId="26" w16cid:durableId="898516140">
    <w:abstractNumId w:val="42"/>
  </w:num>
  <w:num w:numId="27" w16cid:durableId="1060665122">
    <w:abstractNumId w:val="28"/>
  </w:num>
  <w:num w:numId="28" w16cid:durableId="1808428426">
    <w:abstractNumId w:val="57"/>
  </w:num>
  <w:num w:numId="29" w16cid:durableId="1980185140">
    <w:abstractNumId w:val="44"/>
  </w:num>
  <w:num w:numId="30" w16cid:durableId="166674012">
    <w:abstractNumId w:val="39"/>
  </w:num>
  <w:num w:numId="31" w16cid:durableId="665787667">
    <w:abstractNumId w:val="15"/>
  </w:num>
  <w:num w:numId="32" w16cid:durableId="1447846041">
    <w:abstractNumId w:val="16"/>
  </w:num>
  <w:num w:numId="33" w16cid:durableId="1459302998">
    <w:abstractNumId w:val="50"/>
  </w:num>
  <w:num w:numId="34" w16cid:durableId="1370372420">
    <w:abstractNumId w:val="26"/>
  </w:num>
  <w:num w:numId="35" w16cid:durableId="798260017">
    <w:abstractNumId w:val="5"/>
  </w:num>
  <w:num w:numId="36" w16cid:durableId="1548764570">
    <w:abstractNumId w:val="55"/>
  </w:num>
  <w:num w:numId="37" w16cid:durableId="730347002">
    <w:abstractNumId w:val="66"/>
  </w:num>
  <w:num w:numId="38" w16cid:durableId="1884754244">
    <w:abstractNumId w:val="12"/>
  </w:num>
  <w:num w:numId="39" w16cid:durableId="914121978">
    <w:abstractNumId w:val="51"/>
  </w:num>
  <w:num w:numId="40" w16cid:durableId="122385418">
    <w:abstractNumId w:val="21"/>
  </w:num>
  <w:num w:numId="41" w16cid:durableId="226839398">
    <w:abstractNumId w:val="38"/>
  </w:num>
  <w:num w:numId="42" w16cid:durableId="688023016">
    <w:abstractNumId w:val="62"/>
  </w:num>
  <w:num w:numId="43" w16cid:durableId="93552246">
    <w:abstractNumId w:val="24"/>
  </w:num>
  <w:num w:numId="44" w16cid:durableId="1908223558">
    <w:abstractNumId w:val="22"/>
  </w:num>
  <w:num w:numId="45" w16cid:durableId="2050521382">
    <w:abstractNumId w:val="31"/>
  </w:num>
  <w:num w:numId="46" w16cid:durableId="782961547">
    <w:abstractNumId w:val="61"/>
  </w:num>
  <w:num w:numId="47" w16cid:durableId="598224399">
    <w:abstractNumId w:val="71"/>
  </w:num>
  <w:num w:numId="48" w16cid:durableId="1692536015">
    <w:abstractNumId w:val="48"/>
  </w:num>
  <w:num w:numId="49" w16cid:durableId="1128087799">
    <w:abstractNumId w:val="13"/>
  </w:num>
  <w:num w:numId="50" w16cid:durableId="593049516">
    <w:abstractNumId w:val="9"/>
  </w:num>
  <w:num w:numId="51" w16cid:durableId="1839273123">
    <w:abstractNumId w:val="41"/>
  </w:num>
  <w:num w:numId="52" w16cid:durableId="1342588356">
    <w:abstractNumId w:val="63"/>
  </w:num>
  <w:num w:numId="53" w16cid:durableId="383991868">
    <w:abstractNumId w:val="11"/>
  </w:num>
  <w:num w:numId="54" w16cid:durableId="267396890">
    <w:abstractNumId w:val="49"/>
  </w:num>
  <w:num w:numId="55" w16cid:durableId="38014020">
    <w:abstractNumId w:val="4"/>
  </w:num>
  <w:num w:numId="56" w16cid:durableId="817691">
    <w:abstractNumId w:val="70"/>
  </w:num>
  <w:num w:numId="57" w16cid:durableId="444736807">
    <w:abstractNumId w:val="60"/>
  </w:num>
  <w:num w:numId="58" w16cid:durableId="240255153">
    <w:abstractNumId w:val="43"/>
  </w:num>
  <w:num w:numId="59" w16cid:durableId="110705111">
    <w:abstractNumId w:val="37"/>
  </w:num>
  <w:num w:numId="60" w16cid:durableId="2058046954">
    <w:abstractNumId w:val="67"/>
  </w:num>
  <w:num w:numId="61" w16cid:durableId="1510483919">
    <w:abstractNumId w:val="54"/>
  </w:num>
  <w:num w:numId="62" w16cid:durableId="1688601266">
    <w:abstractNumId w:val="19"/>
  </w:num>
  <w:num w:numId="63" w16cid:durableId="1554849562">
    <w:abstractNumId w:val="8"/>
  </w:num>
  <w:num w:numId="64" w16cid:durableId="2010135823">
    <w:abstractNumId w:val="32"/>
  </w:num>
  <w:num w:numId="65" w16cid:durableId="1445419388">
    <w:abstractNumId w:val="59"/>
  </w:num>
  <w:num w:numId="66" w16cid:durableId="594870977">
    <w:abstractNumId w:val="69"/>
  </w:num>
  <w:num w:numId="67" w16cid:durableId="1264651093">
    <w:abstractNumId w:val="46"/>
  </w:num>
  <w:num w:numId="68" w16cid:durableId="1861240008">
    <w:abstractNumId w:val="18"/>
  </w:num>
  <w:num w:numId="69" w16cid:durableId="183641032">
    <w:abstractNumId w:val="2"/>
  </w:num>
  <w:num w:numId="70" w16cid:durableId="648284693">
    <w:abstractNumId w:val="3"/>
  </w:num>
  <w:num w:numId="71" w16cid:durableId="1793860387">
    <w:abstractNumId w:val="35"/>
  </w:num>
  <w:num w:numId="72" w16cid:durableId="20396192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08661927">
    <w:abstractNumId w:val="2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142"/>
  <w:doNotHyphenateCaps/>
  <w:displayHorizontalDrawingGridEvery w:val="0"/>
  <w:displayVerticalDrawingGridEvery w:val="0"/>
  <w:doNotUseMarginsForDrawingGridOrigin/>
  <w:noPunctuationKerning/>
  <w:characterSpacingControl w:val="doNotCompress"/>
  <w:hdrShapeDefaults>
    <o:shapedefaults v:ext="edit" spidmax="12289" fillcolor="none [1300]" strokecolor="none [1604]">
      <v:fill color="none [1300]"/>
      <v:stroke color="none [1604]"/>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A8D"/>
    <w:rsid w:val="000019D3"/>
    <w:rsid w:val="0000205F"/>
    <w:rsid w:val="00002689"/>
    <w:rsid w:val="00002772"/>
    <w:rsid w:val="00003143"/>
    <w:rsid w:val="00004022"/>
    <w:rsid w:val="00004248"/>
    <w:rsid w:val="00005C46"/>
    <w:rsid w:val="00006326"/>
    <w:rsid w:val="000069DF"/>
    <w:rsid w:val="00006F3D"/>
    <w:rsid w:val="00007E6D"/>
    <w:rsid w:val="00007F92"/>
    <w:rsid w:val="0001066D"/>
    <w:rsid w:val="0001072F"/>
    <w:rsid w:val="0001115A"/>
    <w:rsid w:val="0001212D"/>
    <w:rsid w:val="00012D70"/>
    <w:rsid w:val="00015DC6"/>
    <w:rsid w:val="00017CBC"/>
    <w:rsid w:val="00017E8B"/>
    <w:rsid w:val="000202D2"/>
    <w:rsid w:val="00022E34"/>
    <w:rsid w:val="0002319E"/>
    <w:rsid w:val="000238F8"/>
    <w:rsid w:val="00024285"/>
    <w:rsid w:val="00024514"/>
    <w:rsid w:val="000259B5"/>
    <w:rsid w:val="00026763"/>
    <w:rsid w:val="000269D8"/>
    <w:rsid w:val="000309FC"/>
    <w:rsid w:val="00031320"/>
    <w:rsid w:val="00031D71"/>
    <w:rsid w:val="00032537"/>
    <w:rsid w:val="0003327B"/>
    <w:rsid w:val="00033B0A"/>
    <w:rsid w:val="00034C29"/>
    <w:rsid w:val="00040F60"/>
    <w:rsid w:val="000429CE"/>
    <w:rsid w:val="00044784"/>
    <w:rsid w:val="00045D46"/>
    <w:rsid w:val="00046369"/>
    <w:rsid w:val="00047969"/>
    <w:rsid w:val="00047C37"/>
    <w:rsid w:val="000507F2"/>
    <w:rsid w:val="00050B1D"/>
    <w:rsid w:val="000523E6"/>
    <w:rsid w:val="0005405D"/>
    <w:rsid w:val="0005444E"/>
    <w:rsid w:val="00054BA3"/>
    <w:rsid w:val="00054FAE"/>
    <w:rsid w:val="000552A3"/>
    <w:rsid w:val="00055614"/>
    <w:rsid w:val="000608AB"/>
    <w:rsid w:val="0006202F"/>
    <w:rsid w:val="00064E22"/>
    <w:rsid w:val="0006560A"/>
    <w:rsid w:val="000657A9"/>
    <w:rsid w:val="00065DAC"/>
    <w:rsid w:val="000663CD"/>
    <w:rsid w:val="00070989"/>
    <w:rsid w:val="00071DAB"/>
    <w:rsid w:val="00071EDC"/>
    <w:rsid w:val="00072384"/>
    <w:rsid w:val="000735FA"/>
    <w:rsid w:val="00073D4A"/>
    <w:rsid w:val="0007670A"/>
    <w:rsid w:val="000812DC"/>
    <w:rsid w:val="000813FD"/>
    <w:rsid w:val="00081CFB"/>
    <w:rsid w:val="000836F4"/>
    <w:rsid w:val="00085F79"/>
    <w:rsid w:val="000872FB"/>
    <w:rsid w:val="00090ED5"/>
    <w:rsid w:val="000911E1"/>
    <w:rsid w:val="00091787"/>
    <w:rsid w:val="00092002"/>
    <w:rsid w:val="0009343F"/>
    <w:rsid w:val="000946F1"/>
    <w:rsid w:val="00094FBF"/>
    <w:rsid w:val="000974B7"/>
    <w:rsid w:val="000A12EF"/>
    <w:rsid w:val="000A16DF"/>
    <w:rsid w:val="000A2141"/>
    <w:rsid w:val="000A2635"/>
    <w:rsid w:val="000A2F49"/>
    <w:rsid w:val="000A2FBD"/>
    <w:rsid w:val="000A330E"/>
    <w:rsid w:val="000A4CA1"/>
    <w:rsid w:val="000A6008"/>
    <w:rsid w:val="000A61E0"/>
    <w:rsid w:val="000A62B3"/>
    <w:rsid w:val="000A76A4"/>
    <w:rsid w:val="000B05B4"/>
    <w:rsid w:val="000B0ACA"/>
    <w:rsid w:val="000B17E4"/>
    <w:rsid w:val="000B2310"/>
    <w:rsid w:val="000B343B"/>
    <w:rsid w:val="000B4817"/>
    <w:rsid w:val="000B4B16"/>
    <w:rsid w:val="000B769C"/>
    <w:rsid w:val="000C0889"/>
    <w:rsid w:val="000C099A"/>
    <w:rsid w:val="000C18F2"/>
    <w:rsid w:val="000C216B"/>
    <w:rsid w:val="000C28B6"/>
    <w:rsid w:val="000C4543"/>
    <w:rsid w:val="000C47CB"/>
    <w:rsid w:val="000C5020"/>
    <w:rsid w:val="000C53B6"/>
    <w:rsid w:val="000C56E0"/>
    <w:rsid w:val="000C5A6E"/>
    <w:rsid w:val="000C751F"/>
    <w:rsid w:val="000C7C2D"/>
    <w:rsid w:val="000D0D25"/>
    <w:rsid w:val="000D125B"/>
    <w:rsid w:val="000D1529"/>
    <w:rsid w:val="000D2345"/>
    <w:rsid w:val="000D32EC"/>
    <w:rsid w:val="000D5377"/>
    <w:rsid w:val="000D5D13"/>
    <w:rsid w:val="000D69BD"/>
    <w:rsid w:val="000E3AD5"/>
    <w:rsid w:val="000E3F43"/>
    <w:rsid w:val="000E4C48"/>
    <w:rsid w:val="000E5526"/>
    <w:rsid w:val="000E64C3"/>
    <w:rsid w:val="000E699E"/>
    <w:rsid w:val="000F1502"/>
    <w:rsid w:val="000F2CE1"/>
    <w:rsid w:val="000F4317"/>
    <w:rsid w:val="000F4840"/>
    <w:rsid w:val="000F4A73"/>
    <w:rsid w:val="000F6667"/>
    <w:rsid w:val="000F7405"/>
    <w:rsid w:val="001001A5"/>
    <w:rsid w:val="0010143D"/>
    <w:rsid w:val="00101912"/>
    <w:rsid w:val="001019D0"/>
    <w:rsid w:val="001022E8"/>
    <w:rsid w:val="00102C64"/>
    <w:rsid w:val="00103242"/>
    <w:rsid w:val="00105163"/>
    <w:rsid w:val="001077C9"/>
    <w:rsid w:val="00107AA0"/>
    <w:rsid w:val="00107B0E"/>
    <w:rsid w:val="001105BD"/>
    <w:rsid w:val="001109C1"/>
    <w:rsid w:val="00111500"/>
    <w:rsid w:val="001123EC"/>
    <w:rsid w:val="00112F2F"/>
    <w:rsid w:val="001152B5"/>
    <w:rsid w:val="001158B4"/>
    <w:rsid w:val="00115A97"/>
    <w:rsid w:val="0011607C"/>
    <w:rsid w:val="00117C52"/>
    <w:rsid w:val="0012276D"/>
    <w:rsid w:val="001232B7"/>
    <w:rsid w:val="001235C1"/>
    <w:rsid w:val="001239AD"/>
    <w:rsid w:val="001250B3"/>
    <w:rsid w:val="00130686"/>
    <w:rsid w:val="00132913"/>
    <w:rsid w:val="00133AAE"/>
    <w:rsid w:val="00135629"/>
    <w:rsid w:val="00135EED"/>
    <w:rsid w:val="0014235A"/>
    <w:rsid w:val="00142792"/>
    <w:rsid w:val="00143D67"/>
    <w:rsid w:val="0015058F"/>
    <w:rsid w:val="001511CC"/>
    <w:rsid w:val="00151346"/>
    <w:rsid w:val="00154F3D"/>
    <w:rsid w:val="00155B0A"/>
    <w:rsid w:val="0015777B"/>
    <w:rsid w:val="001603F1"/>
    <w:rsid w:val="00161232"/>
    <w:rsid w:val="00161879"/>
    <w:rsid w:val="00162B9F"/>
    <w:rsid w:val="00162FF5"/>
    <w:rsid w:val="00164B9A"/>
    <w:rsid w:val="00164E34"/>
    <w:rsid w:val="00167341"/>
    <w:rsid w:val="0016735C"/>
    <w:rsid w:val="00167B65"/>
    <w:rsid w:val="00172263"/>
    <w:rsid w:val="001733BB"/>
    <w:rsid w:val="00174B4B"/>
    <w:rsid w:val="00175CB5"/>
    <w:rsid w:val="00175CB6"/>
    <w:rsid w:val="0017622F"/>
    <w:rsid w:val="00177263"/>
    <w:rsid w:val="00177397"/>
    <w:rsid w:val="00181B4A"/>
    <w:rsid w:val="00182243"/>
    <w:rsid w:val="00182C58"/>
    <w:rsid w:val="00183F51"/>
    <w:rsid w:val="00184E94"/>
    <w:rsid w:val="00185004"/>
    <w:rsid w:val="001854F2"/>
    <w:rsid w:val="00185EC4"/>
    <w:rsid w:val="00186DD3"/>
    <w:rsid w:val="00190CE0"/>
    <w:rsid w:val="001927B0"/>
    <w:rsid w:val="001931C2"/>
    <w:rsid w:val="00193DFE"/>
    <w:rsid w:val="00195663"/>
    <w:rsid w:val="00195A97"/>
    <w:rsid w:val="00195CB3"/>
    <w:rsid w:val="0019707D"/>
    <w:rsid w:val="001A126F"/>
    <w:rsid w:val="001A14C7"/>
    <w:rsid w:val="001A233D"/>
    <w:rsid w:val="001A357A"/>
    <w:rsid w:val="001A4054"/>
    <w:rsid w:val="001A4253"/>
    <w:rsid w:val="001A44E2"/>
    <w:rsid w:val="001A4904"/>
    <w:rsid w:val="001A61F7"/>
    <w:rsid w:val="001B1A3E"/>
    <w:rsid w:val="001B2B7C"/>
    <w:rsid w:val="001B2F26"/>
    <w:rsid w:val="001B6EA2"/>
    <w:rsid w:val="001C1031"/>
    <w:rsid w:val="001C171E"/>
    <w:rsid w:val="001C1E34"/>
    <w:rsid w:val="001C2BBC"/>
    <w:rsid w:val="001C3202"/>
    <w:rsid w:val="001C4249"/>
    <w:rsid w:val="001C6D8F"/>
    <w:rsid w:val="001D0590"/>
    <w:rsid w:val="001D0700"/>
    <w:rsid w:val="001D0D64"/>
    <w:rsid w:val="001D0E6F"/>
    <w:rsid w:val="001D122E"/>
    <w:rsid w:val="001D2891"/>
    <w:rsid w:val="001D2C87"/>
    <w:rsid w:val="001D30BB"/>
    <w:rsid w:val="001D341E"/>
    <w:rsid w:val="001D4B2B"/>
    <w:rsid w:val="001D5705"/>
    <w:rsid w:val="001D6F00"/>
    <w:rsid w:val="001E1395"/>
    <w:rsid w:val="001E166A"/>
    <w:rsid w:val="001E601D"/>
    <w:rsid w:val="001E74AD"/>
    <w:rsid w:val="001F2346"/>
    <w:rsid w:val="001F2705"/>
    <w:rsid w:val="001F315E"/>
    <w:rsid w:val="001F3C56"/>
    <w:rsid w:val="001F4820"/>
    <w:rsid w:val="001F4D8C"/>
    <w:rsid w:val="001F4E45"/>
    <w:rsid w:val="001F6C18"/>
    <w:rsid w:val="002003B4"/>
    <w:rsid w:val="00200DA2"/>
    <w:rsid w:val="002013AD"/>
    <w:rsid w:val="002026A9"/>
    <w:rsid w:val="0020307F"/>
    <w:rsid w:val="00204430"/>
    <w:rsid w:val="00204BF6"/>
    <w:rsid w:val="0020574F"/>
    <w:rsid w:val="00206EB1"/>
    <w:rsid w:val="00212816"/>
    <w:rsid w:val="00213EB5"/>
    <w:rsid w:val="00215666"/>
    <w:rsid w:val="00217B31"/>
    <w:rsid w:val="00220132"/>
    <w:rsid w:val="00220150"/>
    <w:rsid w:val="002228E2"/>
    <w:rsid w:val="0022294F"/>
    <w:rsid w:val="00223864"/>
    <w:rsid w:val="00223CD8"/>
    <w:rsid w:val="00226A68"/>
    <w:rsid w:val="0023194A"/>
    <w:rsid w:val="00233346"/>
    <w:rsid w:val="00233585"/>
    <w:rsid w:val="002341AF"/>
    <w:rsid w:val="0024026B"/>
    <w:rsid w:val="002410D7"/>
    <w:rsid w:val="002413DE"/>
    <w:rsid w:val="0024445B"/>
    <w:rsid w:val="00244BA3"/>
    <w:rsid w:val="00245EF1"/>
    <w:rsid w:val="002479CA"/>
    <w:rsid w:val="002500B6"/>
    <w:rsid w:val="002512EC"/>
    <w:rsid w:val="00252C64"/>
    <w:rsid w:val="00253472"/>
    <w:rsid w:val="00255796"/>
    <w:rsid w:val="002561BA"/>
    <w:rsid w:val="002564ED"/>
    <w:rsid w:val="00261E98"/>
    <w:rsid w:val="00262F66"/>
    <w:rsid w:val="00264B00"/>
    <w:rsid w:val="00265ADA"/>
    <w:rsid w:val="002707EC"/>
    <w:rsid w:val="00270998"/>
    <w:rsid w:val="002718D0"/>
    <w:rsid w:val="0027339E"/>
    <w:rsid w:val="00273499"/>
    <w:rsid w:val="0027475A"/>
    <w:rsid w:val="00274FD0"/>
    <w:rsid w:val="00275810"/>
    <w:rsid w:val="00275F48"/>
    <w:rsid w:val="00275FFB"/>
    <w:rsid w:val="00276B8A"/>
    <w:rsid w:val="00280CB0"/>
    <w:rsid w:val="00280F3B"/>
    <w:rsid w:val="002817D0"/>
    <w:rsid w:val="002827E1"/>
    <w:rsid w:val="0028409B"/>
    <w:rsid w:val="00285345"/>
    <w:rsid w:val="00285494"/>
    <w:rsid w:val="002854F4"/>
    <w:rsid w:val="002859F6"/>
    <w:rsid w:val="002860C0"/>
    <w:rsid w:val="002861AD"/>
    <w:rsid w:val="00287911"/>
    <w:rsid w:val="0028796A"/>
    <w:rsid w:val="00287AB6"/>
    <w:rsid w:val="00287E43"/>
    <w:rsid w:val="00291224"/>
    <w:rsid w:val="002912B4"/>
    <w:rsid w:val="00292130"/>
    <w:rsid w:val="0029216F"/>
    <w:rsid w:val="0029494A"/>
    <w:rsid w:val="002963A1"/>
    <w:rsid w:val="002A077E"/>
    <w:rsid w:val="002A11EE"/>
    <w:rsid w:val="002A19B6"/>
    <w:rsid w:val="002A1BF1"/>
    <w:rsid w:val="002A4E3D"/>
    <w:rsid w:val="002A63B3"/>
    <w:rsid w:val="002A64F7"/>
    <w:rsid w:val="002A703B"/>
    <w:rsid w:val="002B0B40"/>
    <w:rsid w:val="002B1CFB"/>
    <w:rsid w:val="002B2AB5"/>
    <w:rsid w:val="002B2BD0"/>
    <w:rsid w:val="002B2BD4"/>
    <w:rsid w:val="002B2BF1"/>
    <w:rsid w:val="002B3E94"/>
    <w:rsid w:val="002B4673"/>
    <w:rsid w:val="002B4FBC"/>
    <w:rsid w:val="002B50D8"/>
    <w:rsid w:val="002B5697"/>
    <w:rsid w:val="002C047F"/>
    <w:rsid w:val="002C1144"/>
    <w:rsid w:val="002C24A5"/>
    <w:rsid w:val="002C2A57"/>
    <w:rsid w:val="002C565D"/>
    <w:rsid w:val="002C7CEC"/>
    <w:rsid w:val="002D0F40"/>
    <w:rsid w:val="002D11B4"/>
    <w:rsid w:val="002D18AB"/>
    <w:rsid w:val="002D20A0"/>
    <w:rsid w:val="002D2AAD"/>
    <w:rsid w:val="002D300F"/>
    <w:rsid w:val="002D3042"/>
    <w:rsid w:val="002D35EB"/>
    <w:rsid w:val="002D4C5F"/>
    <w:rsid w:val="002D4CFA"/>
    <w:rsid w:val="002D6739"/>
    <w:rsid w:val="002D6DF2"/>
    <w:rsid w:val="002D7531"/>
    <w:rsid w:val="002E0659"/>
    <w:rsid w:val="002E0877"/>
    <w:rsid w:val="002E1736"/>
    <w:rsid w:val="002E2EB9"/>
    <w:rsid w:val="002E34CD"/>
    <w:rsid w:val="002E3572"/>
    <w:rsid w:val="002E4017"/>
    <w:rsid w:val="002E55D1"/>
    <w:rsid w:val="002E5661"/>
    <w:rsid w:val="002E5E4B"/>
    <w:rsid w:val="002E78BA"/>
    <w:rsid w:val="002F24A9"/>
    <w:rsid w:val="002F42E2"/>
    <w:rsid w:val="002F47F9"/>
    <w:rsid w:val="002F5177"/>
    <w:rsid w:val="002F62B7"/>
    <w:rsid w:val="002F70FF"/>
    <w:rsid w:val="002F7CFB"/>
    <w:rsid w:val="002F7FAE"/>
    <w:rsid w:val="00301290"/>
    <w:rsid w:val="00301DB1"/>
    <w:rsid w:val="003028DC"/>
    <w:rsid w:val="00303B4B"/>
    <w:rsid w:val="0031034D"/>
    <w:rsid w:val="0031172D"/>
    <w:rsid w:val="00311BD6"/>
    <w:rsid w:val="00314021"/>
    <w:rsid w:val="00314771"/>
    <w:rsid w:val="003150B6"/>
    <w:rsid w:val="003158DB"/>
    <w:rsid w:val="003165EA"/>
    <w:rsid w:val="00316A20"/>
    <w:rsid w:val="00317626"/>
    <w:rsid w:val="00320ECD"/>
    <w:rsid w:val="0032716F"/>
    <w:rsid w:val="00331D5A"/>
    <w:rsid w:val="00334922"/>
    <w:rsid w:val="00334AEC"/>
    <w:rsid w:val="00334B2F"/>
    <w:rsid w:val="0033580B"/>
    <w:rsid w:val="00335D3B"/>
    <w:rsid w:val="00336999"/>
    <w:rsid w:val="0034210B"/>
    <w:rsid w:val="00342B6F"/>
    <w:rsid w:val="0034455B"/>
    <w:rsid w:val="00344A9B"/>
    <w:rsid w:val="00344FC6"/>
    <w:rsid w:val="0034555C"/>
    <w:rsid w:val="00346581"/>
    <w:rsid w:val="00351231"/>
    <w:rsid w:val="00352D66"/>
    <w:rsid w:val="00352FB7"/>
    <w:rsid w:val="003550E4"/>
    <w:rsid w:val="00357676"/>
    <w:rsid w:val="00357C11"/>
    <w:rsid w:val="00357E18"/>
    <w:rsid w:val="00361E0D"/>
    <w:rsid w:val="00362840"/>
    <w:rsid w:val="003646EA"/>
    <w:rsid w:val="0036532F"/>
    <w:rsid w:val="00371296"/>
    <w:rsid w:val="0037145F"/>
    <w:rsid w:val="00371A32"/>
    <w:rsid w:val="003721EB"/>
    <w:rsid w:val="00374099"/>
    <w:rsid w:val="00375DB1"/>
    <w:rsid w:val="00376307"/>
    <w:rsid w:val="00381528"/>
    <w:rsid w:val="00382111"/>
    <w:rsid w:val="003833D9"/>
    <w:rsid w:val="00384675"/>
    <w:rsid w:val="00384B4D"/>
    <w:rsid w:val="00385BA0"/>
    <w:rsid w:val="00386DB2"/>
    <w:rsid w:val="00386F02"/>
    <w:rsid w:val="0038705E"/>
    <w:rsid w:val="0038711A"/>
    <w:rsid w:val="00387CBE"/>
    <w:rsid w:val="00390D1F"/>
    <w:rsid w:val="00392471"/>
    <w:rsid w:val="003929B0"/>
    <w:rsid w:val="003934DE"/>
    <w:rsid w:val="00394A78"/>
    <w:rsid w:val="00395519"/>
    <w:rsid w:val="003957B5"/>
    <w:rsid w:val="00395BA1"/>
    <w:rsid w:val="00397C9C"/>
    <w:rsid w:val="003A0DD1"/>
    <w:rsid w:val="003A328B"/>
    <w:rsid w:val="003A3E99"/>
    <w:rsid w:val="003B00A9"/>
    <w:rsid w:val="003B0CAE"/>
    <w:rsid w:val="003B14BB"/>
    <w:rsid w:val="003B27BF"/>
    <w:rsid w:val="003B6200"/>
    <w:rsid w:val="003B67CF"/>
    <w:rsid w:val="003C0349"/>
    <w:rsid w:val="003C0AC3"/>
    <w:rsid w:val="003C12CA"/>
    <w:rsid w:val="003C16F7"/>
    <w:rsid w:val="003C191B"/>
    <w:rsid w:val="003C32D7"/>
    <w:rsid w:val="003C4AB3"/>
    <w:rsid w:val="003C5464"/>
    <w:rsid w:val="003C6148"/>
    <w:rsid w:val="003C6F51"/>
    <w:rsid w:val="003C7158"/>
    <w:rsid w:val="003D30DC"/>
    <w:rsid w:val="003D37AF"/>
    <w:rsid w:val="003D5943"/>
    <w:rsid w:val="003D5B59"/>
    <w:rsid w:val="003D6213"/>
    <w:rsid w:val="003E0572"/>
    <w:rsid w:val="003E0702"/>
    <w:rsid w:val="003E1D55"/>
    <w:rsid w:val="003E4134"/>
    <w:rsid w:val="003E6924"/>
    <w:rsid w:val="003F08BE"/>
    <w:rsid w:val="003F47D5"/>
    <w:rsid w:val="003F4B3F"/>
    <w:rsid w:val="003F5B72"/>
    <w:rsid w:val="003F6CBD"/>
    <w:rsid w:val="003F6EAD"/>
    <w:rsid w:val="004005FC"/>
    <w:rsid w:val="00400E00"/>
    <w:rsid w:val="00401305"/>
    <w:rsid w:val="00401651"/>
    <w:rsid w:val="00401909"/>
    <w:rsid w:val="00401AB9"/>
    <w:rsid w:val="0040543E"/>
    <w:rsid w:val="00405727"/>
    <w:rsid w:val="00406E0F"/>
    <w:rsid w:val="00407863"/>
    <w:rsid w:val="00410096"/>
    <w:rsid w:val="004121F6"/>
    <w:rsid w:val="004125CF"/>
    <w:rsid w:val="004143F5"/>
    <w:rsid w:val="00423E5B"/>
    <w:rsid w:val="00424212"/>
    <w:rsid w:val="00425674"/>
    <w:rsid w:val="00425FF1"/>
    <w:rsid w:val="00427277"/>
    <w:rsid w:val="004279E1"/>
    <w:rsid w:val="00430BA7"/>
    <w:rsid w:val="0043131D"/>
    <w:rsid w:val="00431E47"/>
    <w:rsid w:val="00432A81"/>
    <w:rsid w:val="00433053"/>
    <w:rsid w:val="00433340"/>
    <w:rsid w:val="00433D63"/>
    <w:rsid w:val="004346A5"/>
    <w:rsid w:val="004360CC"/>
    <w:rsid w:val="00440386"/>
    <w:rsid w:val="0044069E"/>
    <w:rsid w:val="0044079D"/>
    <w:rsid w:val="004414EF"/>
    <w:rsid w:val="00442FE2"/>
    <w:rsid w:val="004430BB"/>
    <w:rsid w:val="004430DB"/>
    <w:rsid w:val="004439AC"/>
    <w:rsid w:val="004450D3"/>
    <w:rsid w:val="004501E1"/>
    <w:rsid w:val="004505E4"/>
    <w:rsid w:val="0045077F"/>
    <w:rsid w:val="00450C17"/>
    <w:rsid w:val="00450D62"/>
    <w:rsid w:val="004512E4"/>
    <w:rsid w:val="004523E0"/>
    <w:rsid w:val="00453318"/>
    <w:rsid w:val="00460AC6"/>
    <w:rsid w:val="00460C35"/>
    <w:rsid w:val="00462169"/>
    <w:rsid w:val="00463AAA"/>
    <w:rsid w:val="00464661"/>
    <w:rsid w:val="004651B0"/>
    <w:rsid w:val="00465446"/>
    <w:rsid w:val="004655A9"/>
    <w:rsid w:val="00465A82"/>
    <w:rsid w:val="00465F25"/>
    <w:rsid w:val="00467C6D"/>
    <w:rsid w:val="0047187B"/>
    <w:rsid w:val="00472BD1"/>
    <w:rsid w:val="00474920"/>
    <w:rsid w:val="00475C15"/>
    <w:rsid w:val="004760B2"/>
    <w:rsid w:val="00480380"/>
    <w:rsid w:val="00480DA4"/>
    <w:rsid w:val="004814F1"/>
    <w:rsid w:val="004819FF"/>
    <w:rsid w:val="0048320E"/>
    <w:rsid w:val="00483771"/>
    <w:rsid w:val="004837A7"/>
    <w:rsid w:val="00485A34"/>
    <w:rsid w:val="00486134"/>
    <w:rsid w:val="004903F7"/>
    <w:rsid w:val="00491026"/>
    <w:rsid w:val="00492844"/>
    <w:rsid w:val="00493A3C"/>
    <w:rsid w:val="004950C1"/>
    <w:rsid w:val="004952D9"/>
    <w:rsid w:val="0049540F"/>
    <w:rsid w:val="00495472"/>
    <w:rsid w:val="00495F90"/>
    <w:rsid w:val="0049669D"/>
    <w:rsid w:val="0049751D"/>
    <w:rsid w:val="004A3149"/>
    <w:rsid w:val="004A3BBF"/>
    <w:rsid w:val="004A456C"/>
    <w:rsid w:val="004A599C"/>
    <w:rsid w:val="004A6084"/>
    <w:rsid w:val="004A7700"/>
    <w:rsid w:val="004B39F3"/>
    <w:rsid w:val="004B3B0E"/>
    <w:rsid w:val="004B4A7D"/>
    <w:rsid w:val="004B6B0D"/>
    <w:rsid w:val="004B7441"/>
    <w:rsid w:val="004C1C1D"/>
    <w:rsid w:val="004C24D9"/>
    <w:rsid w:val="004C2975"/>
    <w:rsid w:val="004C2D41"/>
    <w:rsid w:val="004C464A"/>
    <w:rsid w:val="004C4766"/>
    <w:rsid w:val="004C5C62"/>
    <w:rsid w:val="004C5CA3"/>
    <w:rsid w:val="004C7D46"/>
    <w:rsid w:val="004D26A0"/>
    <w:rsid w:val="004D332E"/>
    <w:rsid w:val="004D4484"/>
    <w:rsid w:val="004D533C"/>
    <w:rsid w:val="004D7ABB"/>
    <w:rsid w:val="004D7F24"/>
    <w:rsid w:val="004E1D46"/>
    <w:rsid w:val="004E4E1B"/>
    <w:rsid w:val="004E580E"/>
    <w:rsid w:val="004E6BBE"/>
    <w:rsid w:val="004E6DDC"/>
    <w:rsid w:val="004E6E55"/>
    <w:rsid w:val="004E715A"/>
    <w:rsid w:val="004F15A8"/>
    <w:rsid w:val="004F184F"/>
    <w:rsid w:val="004F25EA"/>
    <w:rsid w:val="004F2E3C"/>
    <w:rsid w:val="004F379B"/>
    <w:rsid w:val="004F4D91"/>
    <w:rsid w:val="004F5592"/>
    <w:rsid w:val="004F70A6"/>
    <w:rsid w:val="004F7740"/>
    <w:rsid w:val="004F7D91"/>
    <w:rsid w:val="005009E7"/>
    <w:rsid w:val="00502D70"/>
    <w:rsid w:val="00503E93"/>
    <w:rsid w:val="0050493D"/>
    <w:rsid w:val="00505479"/>
    <w:rsid w:val="00505D01"/>
    <w:rsid w:val="0050631E"/>
    <w:rsid w:val="0050646D"/>
    <w:rsid w:val="005066FD"/>
    <w:rsid w:val="00510163"/>
    <w:rsid w:val="00511BCB"/>
    <w:rsid w:val="00512852"/>
    <w:rsid w:val="00514344"/>
    <w:rsid w:val="005151B5"/>
    <w:rsid w:val="00515D1D"/>
    <w:rsid w:val="00515F5C"/>
    <w:rsid w:val="00516BE5"/>
    <w:rsid w:val="005176CC"/>
    <w:rsid w:val="00517F59"/>
    <w:rsid w:val="005200FD"/>
    <w:rsid w:val="00520121"/>
    <w:rsid w:val="005208C7"/>
    <w:rsid w:val="00520DFE"/>
    <w:rsid w:val="00520E91"/>
    <w:rsid w:val="005224F6"/>
    <w:rsid w:val="005229F8"/>
    <w:rsid w:val="00522B9C"/>
    <w:rsid w:val="00523EB9"/>
    <w:rsid w:val="0052447A"/>
    <w:rsid w:val="0052492C"/>
    <w:rsid w:val="00525447"/>
    <w:rsid w:val="00527972"/>
    <w:rsid w:val="005311F7"/>
    <w:rsid w:val="00531617"/>
    <w:rsid w:val="005322A7"/>
    <w:rsid w:val="00533187"/>
    <w:rsid w:val="00534D69"/>
    <w:rsid w:val="00535301"/>
    <w:rsid w:val="005353F1"/>
    <w:rsid w:val="00535ED3"/>
    <w:rsid w:val="0053682B"/>
    <w:rsid w:val="005374EA"/>
    <w:rsid w:val="00537E95"/>
    <w:rsid w:val="005404FF"/>
    <w:rsid w:val="0054080F"/>
    <w:rsid w:val="00540910"/>
    <w:rsid w:val="0054179B"/>
    <w:rsid w:val="0054216C"/>
    <w:rsid w:val="00543382"/>
    <w:rsid w:val="0054578D"/>
    <w:rsid w:val="00546AE6"/>
    <w:rsid w:val="00546F61"/>
    <w:rsid w:val="00550778"/>
    <w:rsid w:val="00550DDA"/>
    <w:rsid w:val="00550F29"/>
    <w:rsid w:val="005519D3"/>
    <w:rsid w:val="00551EA5"/>
    <w:rsid w:val="00553DE8"/>
    <w:rsid w:val="005543C7"/>
    <w:rsid w:val="00554BF7"/>
    <w:rsid w:val="00556371"/>
    <w:rsid w:val="00561618"/>
    <w:rsid w:val="00561DBD"/>
    <w:rsid w:val="005626AC"/>
    <w:rsid w:val="00563BE2"/>
    <w:rsid w:val="00563FB9"/>
    <w:rsid w:val="005650BA"/>
    <w:rsid w:val="0056565D"/>
    <w:rsid w:val="00566F85"/>
    <w:rsid w:val="005673B6"/>
    <w:rsid w:val="00570579"/>
    <w:rsid w:val="0057210A"/>
    <w:rsid w:val="00572F2C"/>
    <w:rsid w:val="00573861"/>
    <w:rsid w:val="00573B41"/>
    <w:rsid w:val="00574481"/>
    <w:rsid w:val="00575A9D"/>
    <w:rsid w:val="00576007"/>
    <w:rsid w:val="005775B4"/>
    <w:rsid w:val="0058032C"/>
    <w:rsid w:val="00580B8D"/>
    <w:rsid w:val="005827C7"/>
    <w:rsid w:val="00583AC9"/>
    <w:rsid w:val="005843DB"/>
    <w:rsid w:val="00587547"/>
    <w:rsid w:val="00590A76"/>
    <w:rsid w:val="00590D3D"/>
    <w:rsid w:val="005928EF"/>
    <w:rsid w:val="005938C1"/>
    <w:rsid w:val="00595070"/>
    <w:rsid w:val="00595D7A"/>
    <w:rsid w:val="00597013"/>
    <w:rsid w:val="0059757D"/>
    <w:rsid w:val="005A2071"/>
    <w:rsid w:val="005A4185"/>
    <w:rsid w:val="005A432F"/>
    <w:rsid w:val="005A541A"/>
    <w:rsid w:val="005A66E5"/>
    <w:rsid w:val="005A6995"/>
    <w:rsid w:val="005B0026"/>
    <w:rsid w:val="005B03A5"/>
    <w:rsid w:val="005B1B38"/>
    <w:rsid w:val="005B3DA2"/>
    <w:rsid w:val="005B6810"/>
    <w:rsid w:val="005B78BB"/>
    <w:rsid w:val="005C078C"/>
    <w:rsid w:val="005C1C96"/>
    <w:rsid w:val="005C2875"/>
    <w:rsid w:val="005C4181"/>
    <w:rsid w:val="005C4DAE"/>
    <w:rsid w:val="005C5968"/>
    <w:rsid w:val="005C6EC4"/>
    <w:rsid w:val="005D16C5"/>
    <w:rsid w:val="005D2853"/>
    <w:rsid w:val="005D41A2"/>
    <w:rsid w:val="005D4CF1"/>
    <w:rsid w:val="005D5D98"/>
    <w:rsid w:val="005D63F3"/>
    <w:rsid w:val="005D7297"/>
    <w:rsid w:val="005D797F"/>
    <w:rsid w:val="005D7A56"/>
    <w:rsid w:val="005E0005"/>
    <w:rsid w:val="005E0128"/>
    <w:rsid w:val="005E0FC3"/>
    <w:rsid w:val="005E42AD"/>
    <w:rsid w:val="005E47A4"/>
    <w:rsid w:val="005E47DB"/>
    <w:rsid w:val="005E6A95"/>
    <w:rsid w:val="005E726B"/>
    <w:rsid w:val="005E7427"/>
    <w:rsid w:val="005F0169"/>
    <w:rsid w:val="005F2018"/>
    <w:rsid w:val="005F7A4B"/>
    <w:rsid w:val="00602B0E"/>
    <w:rsid w:val="0060375C"/>
    <w:rsid w:val="00604978"/>
    <w:rsid w:val="00605727"/>
    <w:rsid w:val="00606335"/>
    <w:rsid w:val="0060726E"/>
    <w:rsid w:val="0061280B"/>
    <w:rsid w:val="0061317A"/>
    <w:rsid w:val="00615A67"/>
    <w:rsid w:val="006161D2"/>
    <w:rsid w:val="0061704F"/>
    <w:rsid w:val="006171AF"/>
    <w:rsid w:val="00617D7F"/>
    <w:rsid w:val="0062166A"/>
    <w:rsid w:val="00621AF5"/>
    <w:rsid w:val="00623982"/>
    <w:rsid w:val="006240D7"/>
    <w:rsid w:val="00625ED9"/>
    <w:rsid w:val="0062733D"/>
    <w:rsid w:val="00630CBC"/>
    <w:rsid w:val="006322F6"/>
    <w:rsid w:val="00636FC8"/>
    <w:rsid w:val="00643F7B"/>
    <w:rsid w:val="00644405"/>
    <w:rsid w:val="006456FB"/>
    <w:rsid w:val="00647941"/>
    <w:rsid w:val="00650C88"/>
    <w:rsid w:val="00651B08"/>
    <w:rsid w:val="00651E4E"/>
    <w:rsid w:val="00652500"/>
    <w:rsid w:val="00652542"/>
    <w:rsid w:val="00652A74"/>
    <w:rsid w:val="00652F12"/>
    <w:rsid w:val="00653626"/>
    <w:rsid w:val="00653964"/>
    <w:rsid w:val="00653CE5"/>
    <w:rsid w:val="006563AF"/>
    <w:rsid w:val="006563BB"/>
    <w:rsid w:val="006572E2"/>
    <w:rsid w:val="00661B0D"/>
    <w:rsid w:val="006623D1"/>
    <w:rsid w:val="00663BED"/>
    <w:rsid w:val="00663FA3"/>
    <w:rsid w:val="006645A9"/>
    <w:rsid w:val="00666902"/>
    <w:rsid w:val="006724C6"/>
    <w:rsid w:val="00672BE1"/>
    <w:rsid w:val="00674A1F"/>
    <w:rsid w:val="00674B90"/>
    <w:rsid w:val="0067570C"/>
    <w:rsid w:val="006758FE"/>
    <w:rsid w:val="00675AF3"/>
    <w:rsid w:val="00680C11"/>
    <w:rsid w:val="00680DF2"/>
    <w:rsid w:val="00681AE0"/>
    <w:rsid w:val="00682F6B"/>
    <w:rsid w:val="00684804"/>
    <w:rsid w:val="00685580"/>
    <w:rsid w:val="00687783"/>
    <w:rsid w:val="006907D5"/>
    <w:rsid w:val="00690CB7"/>
    <w:rsid w:val="0069274C"/>
    <w:rsid w:val="00693C7E"/>
    <w:rsid w:val="006940F3"/>
    <w:rsid w:val="00694F46"/>
    <w:rsid w:val="00695DEB"/>
    <w:rsid w:val="00697F9C"/>
    <w:rsid w:val="00697FDA"/>
    <w:rsid w:val="006A0F37"/>
    <w:rsid w:val="006A2027"/>
    <w:rsid w:val="006A3055"/>
    <w:rsid w:val="006A5F2F"/>
    <w:rsid w:val="006B15E6"/>
    <w:rsid w:val="006B1C26"/>
    <w:rsid w:val="006B1D42"/>
    <w:rsid w:val="006B3960"/>
    <w:rsid w:val="006B4EFC"/>
    <w:rsid w:val="006B6128"/>
    <w:rsid w:val="006B7596"/>
    <w:rsid w:val="006C03C8"/>
    <w:rsid w:val="006C0D0D"/>
    <w:rsid w:val="006C1516"/>
    <w:rsid w:val="006C15B8"/>
    <w:rsid w:val="006C2D10"/>
    <w:rsid w:val="006C2E1C"/>
    <w:rsid w:val="006C3089"/>
    <w:rsid w:val="006C3098"/>
    <w:rsid w:val="006C497A"/>
    <w:rsid w:val="006C6A60"/>
    <w:rsid w:val="006C7756"/>
    <w:rsid w:val="006D0312"/>
    <w:rsid w:val="006D0536"/>
    <w:rsid w:val="006D0BAA"/>
    <w:rsid w:val="006D0CF5"/>
    <w:rsid w:val="006D105D"/>
    <w:rsid w:val="006D2F16"/>
    <w:rsid w:val="006D5BF9"/>
    <w:rsid w:val="006D5F97"/>
    <w:rsid w:val="006D6612"/>
    <w:rsid w:val="006D66C0"/>
    <w:rsid w:val="006D6CA4"/>
    <w:rsid w:val="006D7D07"/>
    <w:rsid w:val="006E00FA"/>
    <w:rsid w:val="006E1BAE"/>
    <w:rsid w:val="006E29FF"/>
    <w:rsid w:val="006E2C1D"/>
    <w:rsid w:val="006E3BC5"/>
    <w:rsid w:val="006E504A"/>
    <w:rsid w:val="006E6022"/>
    <w:rsid w:val="006E67A4"/>
    <w:rsid w:val="006F1D40"/>
    <w:rsid w:val="006F1EA0"/>
    <w:rsid w:val="006F671B"/>
    <w:rsid w:val="006F7F30"/>
    <w:rsid w:val="0070027E"/>
    <w:rsid w:val="007010A6"/>
    <w:rsid w:val="007015A5"/>
    <w:rsid w:val="00701C3A"/>
    <w:rsid w:val="00702240"/>
    <w:rsid w:val="00703418"/>
    <w:rsid w:val="00704166"/>
    <w:rsid w:val="007044EC"/>
    <w:rsid w:val="00704727"/>
    <w:rsid w:val="007105D0"/>
    <w:rsid w:val="0071082B"/>
    <w:rsid w:val="00713A81"/>
    <w:rsid w:val="0071455D"/>
    <w:rsid w:val="007145AD"/>
    <w:rsid w:val="00716E4C"/>
    <w:rsid w:val="00721DBE"/>
    <w:rsid w:val="00722BC5"/>
    <w:rsid w:val="007246D5"/>
    <w:rsid w:val="00725169"/>
    <w:rsid w:val="00727647"/>
    <w:rsid w:val="007276E3"/>
    <w:rsid w:val="00727E5D"/>
    <w:rsid w:val="007300A3"/>
    <w:rsid w:val="00730162"/>
    <w:rsid w:val="00730724"/>
    <w:rsid w:val="00731D64"/>
    <w:rsid w:val="0073401A"/>
    <w:rsid w:val="00735009"/>
    <w:rsid w:val="00735AF7"/>
    <w:rsid w:val="00740760"/>
    <w:rsid w:val="007428D0"/>
    <w:rsid w:val="00742A7D"/>
    <w:rsid w:val="00742D67"/>
    <w:rsid w:val="007437D1"/>
    <w:rsid w:val="00743ADF"/>
    <w:rsid w:val="0074408C"/>
    <w:rsid w:val="00744237"/>
    <w:rsid w:val="00744D56"/>
    <w:rsid w:val="007469D7"/>
    <w:rsid w:val="00746F69"/>
    <w:rsid w:val="007478EE"/>
    <w:rsid w:val="00750AC8"/>
    <w:rsid w:val="00750E70"/>
    <w:rsid w:val="00751B5C"/>
    <w:rsid w:val="007523AD"/>
    <w:rsid w:val="007527E1"/>
    <w:rsid w:val="00752E64"/>
    <w:rsid w:val="007557CC"/>
    <w:rsid w:val="007566FF"/>
    <w:rsid w:val="00757D9C"/>
    <w:rsid w:val="0076340F"/>
    <w:rsid w:val="00763D89"/>
    <w:rsid w:val="0076409E"/>
    <w:rsid w:val="0076749E"/>
    <w:rsid w:val="00772984"/>
    <w:rsid w:val="00773ECC"/>
    <w:rsid w:val="007743ED"/>
    <w:rsid w:val="007744BA"/>
    <w:rsid w:val="0077465B"/>
    <w:rsid w:val="00774C54"/>
    <w:rsid w:val="0077533C"/>
    <w:rsid w:val="007759C1"/>
    <w:rsid w:val="007761DA"/>
    <w:rsid w:val="00777849"/>
    <w:rsid w:val="00777B90"/>
    <w:rsid w:val="007802DF"/>
    <w:rsid w:val="00781BE4"/>
    <w:rsid w:val="007825C7"/>
    <w:rsid w:val="00783B1D"/>
    <w:rsid w:val="007840DE"/>
    <w:rsid w:val="0078411F"/>
    <w:rsid w:val="007846B1"/>
    <w:rsid w:val="00784E1C"/>
    <w:rsid w:val="007868BF"/>
    <w:rsid w:val="00792E88"/>
    <w:rsid w:val="007946ED"/>
    <w:rsid w:val="00794E84"/>
    <w:rsid w:val="007972A0"/>
    <w:rsid w:val="007974B4"/>
    <w:rsid w:val="007A2EBD"/>
    <w:rsid w:val="007A3395"/>
    <w:rsid w:val="007A352E"/>
    <w:rsid w:val="007A47DD"/>
    <w:rsid w:val="007A697B"/>
    <w:rsid w:val="007B018B"/>
    <w:rsid w:val="007B1944"/>
    <w:rsid w:val="007B3314"/>
    <w:rsid w:val="007B4E41"/>
    <w:rsid w:val="007B5A83"/>
    <w:rsid w:val="007B683C"/>
    <w:rsid w:val="007B7468"/>
    <w:rsid w:val="007C0894"/>
    <w:rsid w:val="007C0FEF"/>
    <w:rsid w:val="007C1BBF"/>
    <w:rsid w:val="007C5000"/>
    <w:rsid w:val="007C7992"/>
    <w:rsid w:val="007D1F0D"/>
    <w:rsid w:val="007D1F39"/>
    <w:rsid w:val="007D2570"/>
    <w:rsid w:val="007D4C0E"/>
    <w:rsid w:val="007D70A0"/>
    <w:rsid w:val="007D7E24"/>
    <w:rsid w:val="007E0AFC"/>
    <w:rsid w:val="007E4316"/>
    <w:rsid w:val="007E4942"/>
    <w:rsid w:val="007E55B2"/>
    <w:rsid w:val="007E57AD"/>
    <w:rsid w:val="007E7DC3"/>
    <w:rsid w:val="007F14A1"/>
    <w:rsid w:val="007F1708"/>
    <w:rsid w:val="007F1B29"/>
    <w:rsid w:val="007F264E"/>
    <w:rsid w:val="007F2B87"/>
    <w:rsid w:val="007F31C2"/>
    <w:rsid w:val="007F40A1"/>
    <w:rsid w:val="007F4B04"/>
    <w:rsid w:val="007F60BD"/>
    <w:rsid w:val="007F6BAB"/>
    <w:rsid w:val="007F70D7"/>
    <w:rsid w:val="007F7491"/>
    <w:rsid w:val="007F7894"/>
    <w:rsid w:val="00800F37"/>
    <w:rsid w:val="008015FA"/>
    <w:rsid w:val="00802379"/>
    <w:rsid w:val="00802E11"/>
    <w:rsid w:val="008056E1"/>
    <w:rsid w:val="00805962"/>
    <w:rsid w:val="00805B0C"/>
    <w:rsid w:val="00805DA1"/>
    <w:rsid w:val="0080611B"/>
    <w:rsid w:val="00806271"/>
    <w:rsid w:val="00806FE3"/>
    <w:rsid w:val="00807178"/>
    <w:rsid w:val="00810761"/>
    <w:rsid w:val="00811650"/>
    <w:rsid w:val="008125CE"/>
    <w:rsid w:val="008142F1"/>
    <w:rsid w:val="00815CD3"/>
    <w:rsid w:val="00816D69"/>
    <w:rsid w:val="00817454"/>
    <w:rsid w:val="00817550"/>
    <w:rsid w:val="008177E7"/>
    <w:rsid w:val="008179BB"/>
    <w:rsid w:val="00822C40"/>
    <w:rsid w:val="00824067"/>
    <w:rsid w:val="0082419F"/>
    <w:rsid w:val="008243D9"/>
    <w:rsid w:val="0082474E"/>
    <w:rsid w:val="00825BC2"/>
    <w:rsid w:val="00825C94"/>
    <w:rsid w:val="008270CD"/>
    <w:rsid w:val="008278FF"/>
    <w:rsid w:val="00830568"/>
    <w:rsid w:val="00836460"/>
    <w:rsid w:val="00836F23"/>
    <w:rsid w:val="008425F0"/>
    <w:rsid w:val="00842E25"/>
    <w:rsid w:val="0084381E"/>
    <w:rsid w:val="008444ED"/>
    <w:rsid w:val="00844725"/>
    <w:rsid w:val="0084539A"/>
    <w:rsid w:val="00845634"/>
    <w:rsid w:val="00846734"/>
    <w:rsid w:val="00846C46"/>
    <w:rsid w:val="008478DD"/>
    <w:rsid w:val="00847B47"/>
    <w:rsid w:val="00847D4B"/>
    <w:rsid w:val="00850247"/>
    <w:rsid w:val="00850E30"/>
    <w:rsid w:val="008525CB"/>
    <w:rsid w:val="008534EF"/>
    <w:rsid w:val="00860324"/>
    <w:rsid w:val="00860D8F"/>
    <w:rsid w:val="008632AE"/>
    <w:rsid w:val="00863437"/>
    <w:rsid w:val="00863F49"/>
    <w:rsid w:val="00864105"/>
    <w:rsid w:val="00865A21"/>
    <w:rsid w:val="008667B3"/>
    <w:rsid w:val="00867599"/>
    <w:rsid w:val="00871CA3"/>
    <w:rsid w:val="00871F3D"/>
    <w:rsid w:val="00872847"/>
    <w:rsid w:val="00872F16"/>
    <w:rsid w:val="0087356D"/>
    <w:rsid w:val="0087361E"/>
    <w:rsid w:val="00874E2B"/>
    <w:rsid w:val="00876830"/>
    <w:rsid w:val="0087739F"/>
    <w:rsid w:val="008828DA"/>
    <w:rsid w:val="00884084"/>
    <w:rsid w:val="00885207"/>
    <w:rsid w:val="008856FB"/>
    <w:rsid w:val="008872BB"/>
    <w:rsid w:val="00887C08"/>
    <w:rsid w:val="008906C9"/>
    <w:rsid w:val="00890C93"/>
    <w:rsid w:val="00892EC8"/>
    <w:rsid w:val="0089312C"/>
    <w:rsid w:val="00893263"/>
    <w:rsid w:val="008934E9"/>
    <w:rsid w:val="008939E4"/>
    <w:rsid w:val="00894AA3"/>
    <w:rsid w:val="00895147"/>
    <w:rsid w:val="00896E18"/>
    <w:rsid w:val="0089724D"/>
    <w:rsid w:val="00897FB1"/>
    <w:rsid w:val="008A1C1D"/>
    <w:rsid w:val="008A2077"/>
    <w:rsid w:val="008A48E5"/>
    <w:rsid w:val="008A58B4"/>
    <w:rsid w:val="008A6274"/>
    <w:rsid w:val="008A6C06"/>
    <w:rsid w:val="008A734C"/>
    <w:rsid w:val="008B026F"/>
    <w:rsid w:val="008B0400"/>
    <w:rsid w:val="008B0F69"/>
    <w:rsid w:val="008B1920"/>
    <w:rsid w:val="008B1FA4"/>
    <w:rsid w:val="008B664A"/>
    <w:rsid w:val="008C4026"/>
    <w:rsid w:val="008C5240"/>
    <w:rsid w:val="008C5727"/>
    <w:rsid w:val="008C5819"/>
    <w:rsid w:val="008C5FEB"/>
    <w:rsid w:val="008C6332"/>
    <w:rsid w:val="008C6805"/>
    <w:rsid w:val="008C7814"/>
    <w:rsid w:val="008D0DEE"/>
    <w:rsid w:val="008D0F0C"/>
    <w:rsid w:val="008D103E"/>
    <w:rsid w:val="008D189D"/>
    <w:rsid w:val="008D656B"/>
    <w:rsid w:val="008E08A1"/>
    <w:rsid w:val="008E25C3"/>
    <w:rsid w:val="008E26EB"/>
    <w:rsid w:val="008E4173"/>
    <w:rsid w:val="008E4997"/>
    <w:rsid w:val="008E50B4"/>
    <w:rsid w:val="008E5940"/>
    <w:rsid w:val="008E59E4"/>
    <w:rsid w:val="008E5B83"/>
    <w:rsid w:val="008E5E88"/>
    <w:rsid w:val="008E6254"/>
    <w:rsid w:val="008E65F9"/>
    <w:rsid w:val="008E7190"/>
    <w:rsid w:val="008E73E1"/>
    <w:rsid w:val="008E7B3B"/>
    <w:rsid w:val="008F1496"/>
    <w:rsid w:val="008F1DDB"/>
    <w:rsid w:val="008F1E31"/>
    <w:rsid w:val="008F28FE"/>
    <w:rsid w:val="008F4784"/>
    <w:rsid w:val="00900150"/>
    <w:rsid w:val="00900A19"/>
    <w:rsid w:val="00901544"/>
    <w:rsid w:val="00901D34"/>
    <w:rsid w:val="00904ADE"/>
    <w:rsid w:val="00905464"/>
    <w:rsid w:val="00905599"/>
    <w:rsid w:val="009056BE"/>
    <w:rsid w:val="009056F9"/>
    <w:rsid w:val="009066B8"/>
    <w:rsid w:val="00907AE8"/>
    <w:rsid w:val="00910B83"/>
    <w:rsid w:val="009111BA"/>
    <w:rsid w:val="0091127C"/>
    <w:rsid w:val="00911650"/>
    <w:rsid w:val="009122CB"/>
    <w:rsid w:val="00912789"/>
    <w:rsid w:val="00912855"/>
    <w:rsid w:val="00913AF8"/>
    <w:rsid w:val="00913E58"/>
    <w:rsid w:val="00914E67"/>
    <w:rsid w:val="00915076"/>
    <w:rsid w:val="0091567D"/>
    <w:rsid w:val="00916221"/>
    <w:rsid w:val="009169A0"/>
    <w:rsid w:val="00917EE0"/>
    <w:rsid w:val="00917FFA"/>
    <w:rsid w:val="00920150"/>
    <w:rsid w:val="0092400C"/>
    <w:rsid w:val="009248F1"/>
    <w:rsid w:val="0092548A"/>
    <w:rsid w:val="00925E8E"/>
    <w:rsid w:val="009275E2"/>
    <w:rsid w:val="0093067D"/>
    <w:rsid w:val="009317CC"/>
    <w:rsid w:val="00932BC7"/>
    <w:rsid w:val="00932E8B"/>
    <w:rsid w:val="009331AA"/>
    <w:rsid w:val="009354A6"/>
    <w:rsid w:val="00935A22"/>
    <w:rsid w:val="00937EAD"/>
    <w:rsid w:val="00940250"/>
    <w:rsid w:val="00944D62"/>
    <w:rsid w:val="00946557"/>
    <w:rsid w:val="00946CAF"/>
    <w:rsid w:val="009474B4"/>
    <w:rsid w:val="00951BAC"/>
    <w:rsid w:val="00951D49"/>
    <w:rsid w:val="0095223F"/>
    <w:rsid w:val="0095252E"/>
    <w:rsid w:val="0095264C"/>
    <w:rsid w:val="00953A84"/>
    <w:rsid w:val="009540EC"/>
    <w:rsid w:val="009544DB"/>
    <w:rsid w:val="009548AD"/>
    <w:rsid w:val="00955547"/>
    <w:rsid w:val="0095559A"/>
    <w:rsid w:val="00955835"/>
    <w:rsid w:val="0095636A"/>
    <w:rsid w:val="0096036E"/>
    <w:rsid w:val="00963CE4"/>
    <w:rsid w:val="00964A6F"/>
    <w:rsid w:val="0096562A"/>
    <w:rsid w:val="009658F2"/>
    <w:rsid w:val="009679BD"/>
    <w:rsid w:val="009713C7"/>
    <w:rsid w:val="00971441"/>
    <w:rsid w:val="00972993"/>
    <w:rsid w:val="00976107"/>
    <w:rsid w:val="00976D56"/>
    <w:rsid w:val="00976DB5"/>
    <w:rsid w:val="00980ACA"/>
    <w:rsid w:val="009837DB"/>
    <w:rsid w:val="009837E8"/>
    <w:rsid w:val="00986547"/>
    <w:rsid w:val="00991802"/>
    <w:rsid w:val="00992474"/>
    <w:rsid w:val="00992794"/>
    <w:rsid w:val="00993667"/>
    <w:rsid w:val="00993779"/>
    <w:rsid w:val="0099382C"/>
    <w:rsid w:val="00997FCA"/>
    <w:rsid w:val="009A0BE7"/>
    <w:rsid w:val="009A21A4"/>
    <w:rsid w:val="009A2399"/>
    <w:rsid w:val="009A2F16"/>
    <w:rsid w:val="009A35B0"/>
    <w:rsid w:val="009A372F"/>
    <w:rsid w:val="009A3D1C"/>
    <w:rsid w:val="009A5552"/>
    <w:rsid w:val="009A5991"/>
    <w:rsid w:val="009A5E50"/>
    <w:rsid w:val="009B213F"/>
    <w:rsid w:val="009B5ECA"/>
    <w:rsid w:val="009B697A"/>
    <w:rsid w:val="009C2E7B"/>
    <w:rsid w:val="009C4173"/>
    <w:rsid w:val="009C52F2"/>
    <w:rsid w:val="009C5D02"/>
    <w:rsid w:val="009C6642"/>
    <w:rsid w:val="009C66B4"/>
    <w:rsid w:val="009C778E"/>
    <w:rsid w:val="009D28DE"/>
    <w:rsid w:val="009D2B5E"/>
    <w:rsid w:val="009D2F4B"/>
    <w:rsid w:val="009D35D7"/>
    <w:rsid w:val="009D53AF"/>
    <w:rsid w:val="009D76E5"/>
    <w:rsid w:val="009E0B6A"/>
    <w:rsid w:val="009E1D9E"/>
    <w:rsid w:val="009E4656"/>
    <w:rsid w:val="009E4D9A"/>
    <w:rsid w:val="009E7DD1"/>
    <w:rsid w:val="009F019C"/>
    <w:rsid w:val="009F234D"/>
    <w:rsid w:val="009F33BA"/>
    <w:rsid w:val="009F581E"/>
    <w:rsid w:val="009F58B6"/>
    <w:rsid w:val="009F6872"/>
    <w:rsid w:val="009F78E0"/>
    <w:rsid w:val="009F7C46"/>
    <w:rsid w:val="00A00C53"/>
    <w:rsid w:val="00A01E12"/>
    <w:rsid w:val="00A03779"/>
    <w:rsid w:val="00A04313"/>
    <w:rsid w:val="00A05BC6"/>
    <w:rsid w:val="00A07B5D"/>
    <w:rsid w:val="00A07BD8"/>
    <w:rsid w:val="00A11991"/>
    <w:rsid w:val="00A11B7A"/>
    <w:rsid w:val="00A136A2"/>
    <w:rsid w:val="00A13B01"/>
    <w:rsid w:val="00A13F3E"/>
    <w:rsid w:val="00A1732D"/>
    <w:rsid w:val="00A20C7F"/>
    <w:rsid w:val="00A21881"/>
    <w:rsid w:val="00A21B96"/>
    <w:rsid w:val="00A22511"/>
    <w:rsid w:val="00A24E7C"/>
    <w:rsid w:val="00A2527B"/>
    <w:rsid w:val="00A257E3"/>
    <w:rsid w:val="00A25E50"/>
    <w:rsid w:val="00A26421"/>
    <w:rsid w:val="00A312A9"/>
    <w:rsid w:val="00A321D2"/>
    <w:rsid w:val="00A3327C"/>
    <w:rsid w:val="00A333D5"/>
    <w:rsid w:val="00A3689D"/>
    <w:rsid w:val="00A40437"/>
    <w:rsid w:val="00A40850"/>
    <w:rsid w:val="00A41805"/>
    <w:rsid w:val="00A44665"/>
    <w:rsid w:val="00A45EDE"/>
    <w:rsid w:val="00A46CA6"/>
    <w:rsid w:val="00A4765D"/>
    <w:rsid w:val="00A51147"/>
    <w:rsid w:val="00A51F0F"/>
    <w:rsid w:val="00A53739"/>
    <w:rsid w:val="00A54879"/>
    <w:rsid w:val="00A54CBC"/>
    <w:rsid w:val="00A578FB"/>
    <w:rsid w:val="00A60B9C"/>
    <w:rsid w:val="00A61158"/>
    <w:rsid w:val="00A61798"/>
    <w:rsid w:val="00A620EE"/>
    <w:rsid w:val="00A641A6"/>
    <w:rsid w:val="00A652BF"/>
    <w:rsid w:val="00A65A8D"/>
    <w:rsid w:val="00A6642D"/>
    <w:rsid w:val="00A67826"/>
    <w:rsid w:val="00A67A95"/>
    <w:rsid w:val="00A715CC"/>
    <w:rsid w:val="00A72E45"/>
    <w:rsid w:val="00A748C3"/>
    <w:rsid w:val="00A75102"/>
    <w:rsid w:val="00A75871"/>
    <w:rsid w:val="00A7594C"/>
    <w:rsid w:val="00A77AA4"/>
    <w:rsid w:val="00A8002B"/>
    <w:rsid w:val="00A8142E"/>
    <w:rsid w:val="00A81F52"/>
    <w:rsid w:val="00A8228D"/>
    <w:rsid w:val="00A82434"/>
    <w:rsid w:val="00A82FDF"/>
    <w:rsid w:val="00A839CC"/>
    <w:rsid w:val="00A83E8E"/>
    <w:rsid w:val="00A8644E"/>
    <w:rsid w:val="00A901B5"/>
    <w:rsid w:val="00A94319"/>
    <w:rsid w:val="00A94748"/>
    <w:rsid w:val="00A94D92"/>
    <w:rsid w:val="00A9554B"/>
    <w:rsid w:val="00AA1BB5"/>
    <w:rsid w:val="00AA275F"/>
    <w:rsid w:val="00AA5BAE"/>
    <w:rsid w:val="00AA5C91"/>
    <w:rsid w:val="00AB021B"/>
    <w:rsid w:val="00AB06E9"/>
    <w:rsid w:val="00AB1C90"/>
    <w:rsid w:val="00AB1E9B"/>
    <w:rsid w:val="00AB27D5"/>
    <w:rsid w:val="00AB5EB3"/>
    <w:rsid w:val="00AB6545"/>
    <w:rsid w:val="00AB6B66"/>
    <w:rsid w:val="00AB7069"/>
    <w:rsid w:val="00AB74CC"/>
    <w:rsid w:val="00AB7681"/>
    <w:rsid w:val="00AC31DE"/>
    <w:rsid w:val="00AC3817"/>
    <w:rsid w:val="00AC4BCA"/>
    <w:rsid w:val="00AC4EB6"/>
    <w:rsid w:val="00AC680B"/>
    <w:rsid w:val="00AC6A95"/>
    <w:rsid w:val="00AC6B6F"/>
    <w:rsid w:val="00AC6D5D"/>
    <w:rsid w:val="00AC7350"/>
    <w:rsid w:val="00AC73C0"/>
    <w:rsid w:val="00AD0811"/>
    <w:rsid w:val="00AD318F"/>
    <w:rsid w:val="00AD42ED"/>
    <w:rsid w:val="00AD4DC6"/>
    <w:rsid w:val="00AD6C7C"/>
    <w:rsid w:val="00AD7771"/>
    <w:rsid w:val="00AE0759"/>
    <w:rsid w:val="00AE092A"/>
    <w:rsid w:val="00AE2F85"/>
    <w:rsid w:val="00AE3FE9"/>
    <w:rsid w:val="00AE4497"/>
    <w:rsid w:val="00AE4D48"/>
    <w:rsid w:val="00AE5F5E"/>
    <w:rsid w:val="00AE5FB5"/>
    <w:rsid w:val="00AE672B"/>
    <w:rsid w:val="00AE6834"/>
    <w:rsid w:val="00AE7B00"/>
    <w:rsid w:val="00AF0FA5"/>
    <w:rsid w:val="00AF20D8"/>
    <w:rsid w:val="00AF6589"/>
    <w:rsid w:val="00AF6B6F"/>
    <w:rsid w:val="00AF6F8A"/>
    <w:rsid w:val="00AF74C0"/>
    <w:rsid w:val="00B00CC4"/>
    <w:rsid w:val="00B019C3"/>
    <w:rsid w:val="00B039CD"/>
    <w:rsid w:val="00B03CA7"/>
    <w:rsid w:val="00B04855"/>
    <w:rsid w:val="00B05A5C"/>
    <w:rsid w:val="00B07825"/>
    <w:rsid w:val="00B100CD"/>
    <w:rsid w:val="00B115A2"/>
    <w:rsid w:val="00B125B6"/>
    <w:rsid w:val="00B12659"/>
    <w:rsid w:val="00B12940"/>
    <w:rsid w:val="00B12E97"/>
    <w:rsid w:val="00B13B52"/>
    <w:rsid w:val="00B13B99"/>
    <w:rsid w:val="00B143F1"/>
    <w:rsid w:val="00B15118"/>
    <w:rsid w:val="00B17AA3"/>
    <w:rsid w:val="00B20F5B"/>
    <w:rsid w:val="00B2177B"/>
    <w:rsid w:val="00B22273"/>
    <w:rsid w:val="00B22C75"/>
    <w:rsid w:val="00B22E81"/>
    <w:rsid w:val="00B25BB0"/>
    <w:rsid w:val="00B26B0C"/>
    <w:rsid w:val="00B27634"/>
    <w:rsid w:val="00B3106A"/>
    <w:rsid w:val="00B312C7"/>
    <w:rsid w:val="00B3136E"/>
    <w:rsid w:val="00B317B7"/>
    <w:rsid w:val="00B32948"/>
    <w:rsid w:val="00B32F4F"/>
    <w:rsid w:val="00B335A8"/>
    <w:rsid w:val="00B33C1B"/>
    <w:rsid w:val="00B35B55"/>
    <w:rsid w:val="00B35E0A"/>
    <w:rsid w:val="00B36874"/>
    <w:rsid w:val="00B368E3"/>
    <w:rsid w:val="00B377D3"/>
    <w:rsid w:val="00B407C5"/>
    <w:rsid w:val="00B4188E"/>
    <w:rsid w:val="00B41CAD"/>
    <w:rsid w:val="00B4210D"/>
    <w:rsid w:val="00B4416C"/>
    <w:rsid w:val="00B46016"/>
    <w:rsid w:val="00B47BD1"/>
    <w:rsid w:val="00B504CC"/>
    <w:rsid w:val="00B51773"/>
    <w:rsid w:val="00B51F77"/>
    <w:rsid w:val="00B5434D"/>
    <w:rsid w:val="00B56548"/>
    <w:rsid w:val="00B57D7F"/>
    <w:rsid w:val="00B60408"/>
    <w:rsid w:val="00B61FAE"/>
    <w:rsid w:val="00B65871"/>
    <w:rsid w:val="00B677BB"/>
    <w:rsid w:val="00B70F1A"/>
    <w:rsid w:val="00B72761"/>
    <w:rsid w:val="00B74C20"/>
    <w:rsid w:val="00B768DD"/>
    <w:rsid w:val="00B771E9"/>
    <w:rsid w:val="00B773C7"/>
    <w:rsid w:val="00B80768"/>
    <w:rsid w:val="00B80DBF"/>
    <w:rsid w:val="00B815F1"/>
    <w:rsid w:val="00B82640"/>
    <w:rsid w:val="00B8368E"/>
    <w:rsid w:val="00B856BE"/>
    <w:rsid w:val="00B86028"/>
    <w:rsid w:val="00B8798B"/>
    <w:rsid w:val="00B901EA"/>
    <w:rsid w:val="00B90643"/>
    <w:rsid w:val="00B90F15"/>
    <w:rsid w:val="00B91622"/>
    <w:rsid w:val="00B91B93"/>
    <w:rsid w:val="00B91D56"/>
    <w:rsid w:val="00B926FA"/>
    <w:rsid w:val="00B92D9F"/>
    <w:rsid w:val="00B95D31"/>
    <w:rsid w:val="00B970AA"/>
    <w:rsid w:val="00BA014C"/>
    <w:rsid w:val="00BA1B5F"/>
    <w:rsid w:val="00BA202D"/>
    <w:rsid w:val="00BA3719"/>
    <w:rsid w:val="00BA5E77"/>
    <w:rsid w:val="00BB0140"/>
    <w:rsid w:val="00BB15CA"/>
    <w:rsid w:val="00BB1DA8"/>
    <w:rsid w:val="00BB1F73"/>
    <w:rsid w:val="00BB2C31"/>
    <w:rsid w:val="00BB3199"/>
    <w:rsid w:val="00BB3562"/>
    <w:rsid w:val="00BB4FD0"/>
    <w:rsid w:val="00BB504F"/>
    <w:rsid w:val="00BB6540"/>
    <w:rsid w:val="00BB7870"/>
    <w:rsid w:val="00BC05DC"/>
    <w:rsid w:val="00BC0C3A"/>
    <w:rsid w:val="00BC10B7"/>
    <w:rsid w:val="00BC1CE4"/>
    <w:rsid w:val="00BC3624"/>
    <w:rsid w:val="00BC4DFF"/>
    <w:rsid w:val="00BC57BE"/>
    <w:rsid w:val="00BC6F5A"/>
    <w:rsid w:val="00BD2312"/>
    <w:rsid w:val="00BD23F9"/>
    <w:rsid w:val="00BD2E1F"/>
    <w:rsid w:val="00BD370E"/>
    <w:rsid w:val="00BD3C06"/>
    <w:rsid w:val="00BD441D"/>
    <w:rsid w:val="00BD64E9"/>
    <w:rsid w:val="00BD7CE6"/>
    <w:rsid w:val="00BE0D70"/>
    <w:rsid w:val="00BE11DF"/>
    <w:rsid w:val="00BE381C"/>
    <w:rsid w:val="00BE507A"/>
    <w:rsid w:val="00BE560E"/>
    <w:rsid w:val="00BE67E6"/>
    <w:rsid w:val="00BE771C"/>
    <w:rsid w:val="00BF279A"/>
    <w:rsid w:val="00BF2CCC"/>
    <w:rsid w:val="00BF3F3D"/>
    <w:rsid w:val="00BF42F5"/>
    <w:rsid w:val="00BF5D8B"/>
    <w:rsid w:val="00BF6950"/>
    <w:rsid w:val="00C00DD9"/>
    <w:rsid w:val="00C01225"/>
    <w:rsid w:val="00C02744"/>
    <w:rsid w:val="00C04980"/>
    <w:rsid w:val="00C04B02"/>
    <w:rsid w:val="00C0545E"/>
    <w:rsid w:val="00C05CFC"/>
    <w:rsid w:val="00C06F39"/>
    <w:rsid w:val="00C11E9D"/>
    <w:rsid w:val="00C1209B"/>
    <w:rsid w:val="00C13F4A"/>
    <w:rsid w:val="00C14988"/>
    <w:rsid w:val="00C16365"/>
    <w:rsid w:val="00C1763F"/>
    <w:rsid w:val="00C177D4"/>
    <w:rsid w:val="00C20408"/>
    <w:rsid w:val="00C216DF"/>
    <w:rsid w:val="00C21EE0"/>
    <w:rsid w:val="00C242E7"/>
    <w:rsid w:val="00C26062"/>
    <w:rsid w:val="00C26629"/>
    <w:rsid w:val="00C307FF"/>
    <w:rsid w:val="00C32048"/>
    <w:rsid w:val="00C32AA4"/>
    <w:rsid w:val="00C32DED"/>
    <w:rsid w:val="00C339E8"/>
    <w:rsid w:val="00C34805"/>
    <w:rsid w:val="00C348AF"/>
    <w:rsid w:val="00C37BE4"/>
    <w:rsid w:val="00C4086D"/>
    <w:rsid w:val="00C41241"/>
    <w:rsid w:val="00C4156C"/>
    <w:rsid w:val="00C44EEC"/>
    <w:rsid w:val="00C454D5"/>
    <w:rsid w:val="00C45DCF"/>
    <w:rsid w:val="00C4605F"/>
    <w:rsid w:val="00C470AA"/>
    <w:rsid w:val="00C4731D"/>
    <w:rsid w:val="00C50A75"/>
    <w:rsid w:val="00C53099"/>
    <w:rsid w:val="00C5652C"/>
    <w:rsid w:val="00C60299"/>
    <w:rsid w:val="00C623DE"/>
    <w:rsid w:val="00C64312"/>
    <w:rsid w:val="00C64B3F"/>
    <w:rsid w:val="00C65300"/>
    <w:rsid w:val="00C662EA"/>
    <w:rsid w:val="00C66679"/>
    <w:rsid w:val="00C70C7D"/>
    <w:rsid w:val="00C7135E"/>
    <w:rsid w:val="00C717E4"/>
    <w:rsid w:val="00C7282C"/>
    <w:rsid w:val="00C7449D"/>
    <w:rsid w:val="00C74D8E"/>
    <w:rsid w:val="00C75336"/>
    <w:rsid w:val="00C75525"/>
    <w:rsid w:val="00C7696C"/>
    <w:rsid w:val="00C771A6"/>
    <w:rsid w:val="00C77C7A"/>
    <w:rsid w:val="00C77DC7"/>
    <w:rsid w:val="00C80231"/>
    <w:rsid w:val="00C811E6"/>
    <w:rsid w:val="00C82283"/>
    <w:rsid w:val="00C827BA"/>
    <w:rsid w:val="00C83538"/>
    <w:rsid w:val="00C849E2"/>
    <w:rsid w:val="00C8589E"/>
    <w:rsid w:val="00C864AE"/>
    <w:rsid w:val="00C87112"/>
    <w:rsid w:val="00C90DF3"/>
    <w:rsid w:val="00C916FE"/>
    <w:rsid w:val="00C91C2A"/>
    <w:rsid w:val="00C92164"/>
    <w:rsid w:val="00C9313C"/>
    <w:rsid w:val="00C932C1"/>
    <w:rsid w:val="00C953D0"/>
    <w:rsid w:val="00C95F2B"/>
    <w:rsid w:val="00CA009B"/>
    <w:rsid w:val="00CA00AD"/>
    <w:rsid w:val="00CA2516"/>
    <w:rsid w:val="00CA34E5"/>
    <w:rsid w:val="00CA4DBD"/>
    <w:rsid w:val="00CA4DD7"/>
    <w:rsid w:val="00CA54B9"/>
    <w:rsid w:val="00CA5D43"/>
    <w:rsid w:val="00CB0B26"/>
    <w:rsid w:val="00CB122C"/>
    <w:rsid w:val="00CB2684"/>
    <w:rsid w:val="00CB2926"/>
    <w:rsid w:val="00CB2DA9"/>
    <w:rsid w:val="00CB362B"/>
    <w:rsid w:val="00CB39F3"/>
    <w:rsid w:val="00CB556C"/>
    <w:rsid w:val="00CC0431"/>
    <w:rsid w:val="00CC31B0"/>
    <w:rsid w:val="00CC3628"/>
    <w:rsid w:val="00CC519E"/>
    <w:rsid w:val="00CC5DD0"/>
    <w:rsid w:val="00CD106B"/>
    <w:rsid w:val="00CD1B92"/>
    <w:rsid w:val="00CD2DD0"/>
    <w:rsid w:val="00CD37EB"/>
    <w:rsid w:val="00CD3F86"/>
    <w:rsid w:val="00CD4A6E"/>
    <w:rsid w:val="00CD6A9B"/>
    <w:rsid w:val="00CD6C7C"/>
    <w:rsid w:val="00CE258E"/>
    <w:rsid w:val="00CE4058"/>
    <w:rsid w:val="00CE44DF"/>
    <w:rsid w:val="00CE67BD"/>
    <w:rsid w:val="00CF00DB"/>
    <w:rsid w:val="00CF0696"/>
    <w:rsid w:val="00CF147B"/>
    <w:rsid w:val="00CF40D0"/>
    <w:rsid w:val="00CF4719"/>
    <w:rsid w:val="00CF5ADA"/>
    <w:rsid w:val="00CF7D9B"/>
    <w:rsid w:val="00D0074B"/>
    <w:rsid w:val="00D017A4"/>
    <w:rsid w:val="00D03AC5"/>
    <w:rsid w:val="00D04C00"/>
    <w:rsid w:val="00D04D32"/>
    <w:rsid w:val="00D0723F"/>
    <w:rsid w:val="00D10E5B"/>
    <w:rsid w:val="00D11410"/>
    <w:rsid w:val="00D11F55"/>
    <w:rsid w:val="00D131BB"/>
    <w:rsid w:val="00D13ECE"/>
    <w:rsid w:val="00D1485D"/>
    <w:rsid w:val="00D167C4"/>
    <w:rsid w:val="00D17A75"/>
    <w:rsid w:val="00D21C28"/>
    <w:rsid w:val="00D22E47"/>
    <w:rsid w:val="00D24290"/>
    <w:rsid w:val="00D264A9"/>
    <w:rsid w:val="00D2760C"/>
    <w:rsid w:val="00D27720"/>
    <w:rsid w:val="00D27C54"/>
    <w:rsid w:val="00D31DAC"/>
    <w:rsid w:val="00D3243D"/>
    <w:rsid w:val="00D3269F"/>
    <w:rsid w:val="00D32E80"/>
    <w:rsid w:val="00D331B6"/>
    <w:rsid w:val="00D33E0F"/>
    <w:rsid w:val="00D347FA"/>
    <w:rsid w:val="00D36F53"/>
    <w:rsid w:val="00D3717C"/>
    <w:rsid w:val="00D379F9"/>
    <w:rsid w:val="00D407A6"/>
    <w:rsid w:val="00D4287D"/>
    <w:rsid w:val="00D42D70"/>
    <w:rsid w:val="00D42DBE"/>
    <w:rsid w:val="00D42EA3"/>
    <w:rsid w:val="00D442CD"/>
    <w:rsid w:val="00D449AC"/>
    <w:rsid w:val="00D451CC"/>
    <w:rsid w:val="00D45388"/>
    <w:rsid w:val="00D46B7B"/>
    <w:rsid w:val="00D47952"/>
    <w:rsid w:val="00D5072B"/>
    <w:rsid w:val="00D51755"/>
    <w:rsid w:val="00D521B2"/>
    <w:rsid w:val="00D52F36"/>
    <w:rsid w:val="00D53F45"/>
    <w:rsid w:val="00D5469C"/>
    <w:rsid w:val="00D55090"/>
    <w:rsid w:val="00D554A2"/>
    <w:rsid w:val="00D560C8"/>
    <w:rsid w:val="00D56C86"/>
    <w:rsid w:val="00D57BBC"/>
    <w:rsid w:val="00D60BE9"/>
    <w:rsid w:val="00D6261F"/>
    <w:rsid w:val="00D67C3B"/>
    <w:rsid w:val="00D7033D"/>
    <w:rsid w:val="00D71360"/>
    <w:rsid w:val="00D717DB"/>
    <w:rsid w:val="00D743BE"/>
    <w:rsid w:val="00D775A6"/>
    <w:rsid w:val="00D77660"/>
    <w:rsid w:val="00D77AC9"/>
    <w:rsid w:val="00D77B71"/>
    <w:rsid w:val="00D812BD"/>
    <w:rsid w:val="00D82E9E"/>
    <w:rsid w:val="00D835A2"/>
    <w:rsid w:val="00D844F1"/>
    <w:rsid w:val="00D84780"/>
    <w:rsid w:val="00D84A06"/>
    <w:rsid w:val="00D850BD"/>
    <w:rsid w:val="00D858AE"/>
    <w:rsid w:val="00D91771"/>
    <w:rsid w:val="00D91967"/>
    <w:rsid w:val="00D93464"/>
    <w:rsid w:val="00D93FC2"/>
    <w:rsid w:val="00D940A7"/>
    <w:rsid w:val="00D94279"/>
    <w:rsid w:val="00D95524"/>
    <w:rsid w:val="00D95B5C"/>
    <w:rsid w:val="00D97B77"/>
    <w:rsid w:val="00DA003E"/>
    <w:rsid w:val="00DA11FC"/>
    <w:rsid w:val="00DA1C7F"/>
    <w:rsid w:val="00DA3143"/>
    <w:rsid w:val="00DA3A88"/>
    <w:rsid w:val="00DA3BB4"/>
    <w:rsid w:val="00DA4F02"/>
    <w:rsid w:val="00DA531F"/>
    <w:rsid w:val="00DA6AB1"/>
    <w:rsid w:val="00DB0653"/>
    <w:rsid w:val="00DB11EE"/>
    <w:rsid w:val="00DB127A"/>
    <w:rsid w:val="00DB1EB1"/>
    <w:rsid w:val="00DB331F"/>
    <w:rsid w:val="00DB3336"/>
    <w:rsid w:val="00DB3699"/>
    <w:rsid w:val="00DB3A39"/>
    <w:rsid w:val="00DB7220"/>
    <w:rsid w:val="00DB7A38"/>
    <w:rsid w:val="00DC161B"/>
    <w:rsid w:val="00DC17B3"/>
    <w:rsid w:val="00DC1B2E"/>
    <w:rsid w:val="00DC1DB9"/>
    <w:rsid w:val="00DC2E45"/>
    <w:rsid w:val="00DC3F84"/>
    <w:rsid w:val="00DC4803"/>
    <w:rsid w:val="00DC6266"/>
    <w:rsid w:val="00DC794D"/>
    <w:rsid w:val="00DD1008"/>
    <w:rsid w:val="00DD1691"/>
    <w:rsid w:val="00DD1A63"/>
    <w:rsid w:val="00DD25C3"/>
    <w:rsid w:val="00DD26A9"/>
    <w:rsid w:val="00DD537A"/>
    <w:rsid w:val="00DD67C5"/>
    <w:rsid w:val="00DD7B0F"/>
    <w:rsid w:val="00DE03D1"/>
    <w:rsid w:val="00DE0880"/>
    <w:rsid w:val="00DE66A1"/>
    <w:rsid w:val="00DE695D"/>
    <w:rsid w:val="00DF04CE"/>
    <w:rsid w:val="00DF0B3C"/>
    <w:rsid w:val="00DF2A50"/>
    <w:rsid w:val="00DF2ECA"/>
    <w:rsid w:val="00DF47D8"/>
    <w:rsid w:val="00DF4E46"/>
    <w:rsid w:val="00DF4FD9"/>
    <w:rsid w:val="00DF519D"/>
    <w:rsid w:val="00DF54A7"/>
    <w:rsid w:val="00DF55CF"/>
    <w:rsid w:val="00DF56C8"/>
    <w:rsid w:val="00DF5AB1"/>
    <w:rsid w:val="00DF6B78"/>
    <w:rsid w:val="00DF718B"/>
    <w:rsid w:val="00E01A45"/>
    <w:rsid w:val="00E01AE2"/>
    <w:rsid w:val="00E01BCE"/>
    <w:rsid w:val="00E028C7"/>
    <w:rsid w:val="00E040D6"/>
    <w:rsid w:val="00E04267"/>
    <w:rsid w:val="00E04BB2"/>
    <w:rsid w:val="00E05F20"/>
    <w:rsid w:val="00E107CB"/>
    <w:rsid w:val="00E11441"/>
    <w:rsid w:val="00E121EE"/>
    <w:rsid w:val="00E13644"/>
    <w:rsid w:val="00E14E42"/>
    <w:rsid w:val="00E1606F"/>
    <w:rsid w:val="00E17BED"/>
    <w:rsid w:val="00E20040"/>
    <w:rsid w:val="00E20B13"/>
    <w:rsid w:val="00E2242F"/>
    <w:rsid w:val="00E22595"/>
    <w:rsid w:val="00E2368B"/>
    <w:rsid w:val="00E27F14"/>
    <w:rsid w:val="00E309CC"/>
    <w:rsid w:val="00E31F14"/>
    <w:rsid w:val="00E336BA"/>
    <w:rsid w:val="00E3374B"/>
    <w:rsid w:val="00E33AB2"/>
    <w:rsid w:val="00E33F62"/>
    <w:rsid w:val="00E34522"/>
    <w:rsid w:val="00E34CF3"/>
    <w:rsid w:val="00E36603"/>
    <w:rsid w:val="00E373C7"/>
    <w:rsid w:val="00E374E1"/>
    <w:rsid w:val="00E4216D"/>
    <w:rsid w:val="00E435AF"/>
    <w:rsid w:val="00E4452D"/>
    <w:rsid w:val="00E44AA7"/>
    <w:rsid w:val="00E4565D"/>
    <w:rsid w:val="00E4632F"/>
    <w:rsid w:val="00E46357"/>
    <w:rsid w:val="00E47DB5"/>
    <w:rsid w:val="00E47EAE"/>
    <w:rsid w:val="00E53C8A"/>
    <w:rsid w:val="00E556B7"/>
    <w:rsid w:val="00E57827"/>
    <w:rsid w:val="00E60DDD"/>
    <w:rsid w:val="00E6158F"/>
    <w:rsid w:val="00E623FF"/>
    <w:rsid w:val="00E71439"/>
    <w:rsid w:val="00E72234"/>
    <w:rsid w:val="00E73166"/>
    <w:rsid w:val="00E74FF6"/>
    <w:rsid w:val="00E75491"/>
    <w:rsid w:val="00E80AB7"/>
    <w:rsid w:val="00E812EE"/>
    <w:rsid w:val="00E8134D"/>
    <w:rsid w:val="00E82979"/>
    <w:rsid w:val="00E831FC"/>
    <w:rsid w:val="00E862B5"/>
    <w:rsid w:val="00E90749"/>
    <w:rsid w:val="00E90D4A"/>
    <w:rsid w:val="00E91245"/>
    <w:rsid w:val="00E925CE"/>
    <w:rsid w:val="00E97D65"/>
    <w:rsid w:val="00EA03DF"/>
    <w:rsid w:val="00EA1169"/>
    <w:rsid w:val="00EA22C6"/>
    <w:rsid w:val="00EA5761"/>
    <w:rsid w:val="00EA72F3"/>
    <w:rsid w:val="00EA7642"/>
    <w:rsid w:val="00EB0553"/>
    <w:rsid w:val="00EB1FFB"/>
    <w:rsid w:val="00EB50C1"/>
    <w:rsid w:val="00EB7EA9"/>
    <w:rsid w:val="00EC0DE1"/>
    <w:rsid w:val="00EC1295"/>
    <w:rsid w:val="00EC1DCB"/>
    <w:rsid w:val="00EC1E01"/>
    <w:rsid w:val="00EC2564"/>
    <w:rsid w:val="00EC3843"/>
    <w:rsid w:val="00EC3CB3"/>
    <w:rsid w:val="00EC4823"/>
    <w:rsid w:val="00EC6347"/>
    <w:rsid w:val="00EC6719"/>
    <w:rsid w:val="00ED0B1C"/>
    <w:rsid w:val="00ED1371"/>
    <w:rsid w:val="00ED175A"/>
    <w:rsid w:val="00ED2CD5"/>
    <w:rsid w:val="00ED2DE8"/>
    <w:rsid w:val="00ED311E"/>
    <w:rsid w:val="00ED329A"/>
    <w:rsid w:val="00ED4923"/>
    <w:rsid w:val="00EE0606"/>
    <w:rsid w:val="00EE41D2"/>
    <w:rsid w:val="00EE4D78"/>
    <w:rsid w:val="00EE4FB0"/>
    <w:rsid w:val="00EE6278"/>
    <w:rsid w:val="00EF06F4"/>
    <w:rsid w:val="00EF1A20"/>
    <w:rsid w:val="00EF1C42"/>
    <w:rsid w:val="00EF2048"/>
    <w:rsid w:val="00EF259C"/>
    <w:rsid w:val="00EF3C81"/>
    <w:rsid w:val="00EF4E16"/>
    <w:rsid w:val="00EF58B4"/>
    <w:rsid w:val="00EF7675"/>
    <w:rsid w:val="00F015E6"/>
    <w:rsid w:val="00F02966"/>
    <w:rsid w:val="00F02D02"/>
    <w:rsid w:val="00F039CF"/>
    <w:rsid w:val="00F03A74"/>
    <w:rsid w:val="00F04E72"/>
    <w:rsid w:val="00F05366"/>
    <w:rsid w:val="00F058E3"/>
    <w:rsid w:val="00F05E6F"/>
    <w:rsid w:val="00F06FE8"/>
    <w:rsid w:val="00F071FE"/>
    <w:rsid w:val="00F11447"/>
    <w:rsid w:val="00F115E7"/>
    <w:rsid w:val="00F11708"/>
    <w:rsid w:val="00F11CD5"/>
    <w:rsid w:val="00F16384"/>
    <w:rsid w:val="00F177B4"/>
    <w:rsid w:val="00F21164"/>
    <w:rsid w:val="00F21538"/>
    <w:rsid w:val="00F2268C"/>
    <w:rsid w:val="00F227E3"/>
    <w:rsid w:val="00F2344D"/>
    <w:rsid w:val="00F276B6"/>
    <w:rsid w:val="00F3069C"/>
    <w:rsid w:val="00F3073E"/>
    <w:rsid w:val="00F325A0"/>
    <w:rsid w:val="00F328FC"/>
    <w:rsid w:val="00F33EF6"/>
    <w:rsid w:val="00F35EC5"/>
    <w:rsid w:val="00F35EF6"/>
    <w:rsid w:val="00F3642D"/>
    <w:rsid w:val="00F401EF"/>
    <w:rsid w:val="00F42797"/>
    <w:rsid w:val="00F446C6"/>
    <w:rsid w:val="00F45A2F"/>
    <w:rsid w:val="00F462BC"/>
    <w:rsid w:val="00F46BF5"/>
    <w:rsid w:val="00F505E2"/>
    <w:rsid w:val="00F50CBD"/>
    <w:rsid w:val="00F50EC0"/>
    <w:rsid w:val="00F518C3"/>
    <w:rsid w:val="00F52167"/>
    <w:rsid w:val="00F52E86"/>
    <w:rsid w:val="00F54F68"/>
    <w:rsid w:val="00F57A1C"/>
    <w:rsid w:val="00F61927"/>
    <w:rsid w:val="00F61DEC"/>
    <w:rsid w:val="00F626FF"/>
    <w:rsid w:val="00F62B5B"/>
    <w:rsid w:val="00F62C9D"/>
    <w:rsid w:val="00F635B9"/>
    <w:rsid w:val="00F63602"/>
    <w:rsid w:val="00F6381B"/>
    <w:rsid w:val="00F649CE"/>
    <w:rsid w:val="00F6503B"/>
    <w:rsid w:val="00F65255"/>
    <w:rsid w:val="00F6599C"/>
    <w:rsid w:val="00F659CD"/>
    <w:rsid w:val="00F667EB"/>
    <w:rsid w:val="00F66C14"/>
    <w:rsid w:val="00F66D62"/>
    <w:rsid w:val="00F674C1"/>
    <w:rsid w:val="00F70CB5"/>
    <w:rsid w:val="00F719A3"/>
    <w:rsid w:val="00F72FC3"/>
    <w:rsid w:val="00F73322"/>
    <w:rsid w:val="00F73637"/>
    <w:rsid w:val="00F74790"/>
    <w:rsid w:val="00F77715"/>
    <w:rsid w:val="00F82458"/>
    <w:rsid w:val="00F8271B"/>
    <w:rsid w:val="00F83391"/>
    <w:rsid w:val="00F83DFE"/>
    <w:rsid w:val="00F84079"/>
    <w:rsid w:val="00F846E0"/>
    <w:rsid w:val="00F85336"/>
    <w:rsid w:val="00F879AA"/>
    <w:rsid w:val="00F9136D"/>
    <w:rsid w:val="00F935F9"/>
    <w:rsid w:val="00F9473D"/>
    <w:rsid w:val="00F94761"/>
    <w:rsid w:val="00F96BD9"/>
    <w:rsid w:val="00F97FC7"/>
    <w:rsid w:val="00FA1364"/>
    <w:rsid w:val="00FA1F81"/>
    <w:rsid w:val="00FA4F4F"/>
    <w:rsid w:val="00FA53B2"/>
    <w:rsid w:val="00FA5962"/>
    <w:rsid w:val="00FA732F"/>
    <w:rsid w:val="00FA7C35"/>
    <w:rsid w:val="00FB071E"/>
    <w:rsid w:val="00FB1D8F"/>
    <w:rsid w:val="00FB1E1F"/>
    <w:rsid w:val="00FB2663"/>
    <w:rsid w:val="00FB2F07"/>
    <w:rsid w:val="00FB542E"/>
    <w:rsid w:val="00FB5F68"/>
    <w:rsid w:val="00FB7DD6"/>
    <w:rsid w:val="00FC12F3"/>
    <w:rsid w:val="00FC1456"/>
    <w:rsid w:val="00FC168D"/>
    <w:rsid w:val="00FC2E41"/>
    <w:rsid w:val="00FC33E0"/>
    <w:rsid w:val="00FC42FB"/>
    <w:rsid w:val="00FC4EF0"/>
    <w:rsid w:val="00FC6B63"/>
    <w:rsid w:val="00FD02FF"/>
    <w:rsid w:val="00FD1A76"/>
    <w:rsid w:val="00FD22E6"/>
    <w:rsid w:val="00FD2B6E"/>
    <w:rsid w:val="00FD3E06"/>
    <w:rsid w:val="00FD47DC"/>
    <w:rsid w:val="00FD4DE9"/>
    <w:rsid w:val="00FD528D"/>
    <w:rsid w:val="00FD5C37"/>
    <w:rsid w:val="00FD61A7"/>
    <w:rsid w:val="00FD761D"/>
    <w:rsid w:val="00FE091D"/>
    <w:rsid w:val="00FE12E0"/>
    <w:rsid w:val="00FE2C66"/>
    <w:rsid w:val="00FE304D"/>
    <w:rsid w:val="00FE42B0"/>
    <w:rsid w:val="00FE59AF"/>
    <w:rsid w:val="00FE5B5C"/>
    <w:rsid w:val="00FE601B"/>
    <w:rsid w:val="00FE78AD"/>
    <w:rsid w:val="00FE7DED"/>
    <w:rsid w:val="00FF042C"/>
    <w:rsid w:val="00FF085B"/>
    <w:rsid w:val="00FF24E4"/>
    <w:rsid w:val="00FF3400"/>
    <w:rsid w:val="00FF4E46"/>
    <w:rsid w:val="00FF5546"/>
    <w:rsid w:val="00FF55F0"/>
    <w:rsid w:val="00FF591F"/>
    <w:rsid w:val="00FF6A96"/>
    <w:rsid w:val="00FF7A87"/>
    <w:rsid w:val="00FF7B0A"/>
    <w:rsid w:val="3B3BBD7C"/>
    <w:rsid w:val="74F33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none [1300]" strokecolor="none [1604]">
      <v:fill color="none [1300]"/>
      <v:stroke color="none [1604]"/>
    </o:shapedefaults>
    <o:shapelayout v:ext="edit">
      <o:idmap v:ext="edit" data="2"/>
    </o:shapelayout>
  </w:shapeDefaults>
  <w:decimalSymbol w:val=","/>
  <w:listSeparator w:val=";"/>
  <w14:docId w14:val="640322BD"/>
  <w15:chartTrackingRefBased/>
  <w15:docId w15:val="{0D83EF81-B3C7-41F8-94AC-11C5D1663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44EC"/>
  </w:style>
  <w:style w:type="paragraph" w:styleId="Nagwek1">
    <w:name w:val="heading 1"/>
    <w:aliases w:val="H1"/>
    <w:basedOn w:val="Normalny"/>
    <w:next w:val="Normalny"/>
    <w:link w:val="Nagwek1Znak"/>
    <w:qFormat/>
    <w:pPr>
      <w:keepNext/>
      <w:numPr>
        <w:numId w:val="9"/>
      </w:numPr>
      <w:spacing w:line="360" w:lineRule="auto"/>
      <w:jc w:val="both"/>
      <w:outlineLvl w:val="0"/>
    </w:pPr>
    <w:rPr>
      <w:b/>
      <w:sz w:val="32"/>
      <w:u w:val="single"/>
      <w14:shadow w14:blurRad="50800" w14:dist="38100" w14:dir="2700000" w14:sx="100000" w14:sy="100000" w14:kx="0" w14:ky="0" w14:algn="tl">
        <w14:srgbClr w14:val="000000">
          <w14:alpha w14:val="60000"/>
        </w14:srgbClr>
      </w14:shadow>
    </w:rPr>
  </w:style>
  <w:style w:type="paragraph" w:styleId="Nagwek2">
    <w:name w:val="heading 2"/>
    <w:aliases w:val="h2,A.B.C.,l2,heading 2"/>
    <w:basedOn w:val="Normalny"/>
    <w:next w:val="Normalny"/>
    <w:link w:val="Nagwek2Znak"/>
    <w:qFormat/>
    <w:pPr>
      <w:keepNext/>
      <w:jc w:val="center"/>
      <w:outlineLvl w:val="1"/>
    </w:pPr>
    <w:rPr>
      <w:b/>
      <w:sz w:val="32"/>
    </w:rPr>
  </w:style>
  <w:style w:type="paragraph" w:styleId="Nagwek3">
    <w:name w:val="heading 3"/>
    <w:basedOn w:val="Normalny"/>
    <w:next w:val="Normalny"/>
    <w:qFormat/>
    <w:pPr>
      <w:keepNext/>
      <w:spacing w:before="240" w:after="60"/>
      <w:jc w:val="both"/>
      <w:outlineLvl w:val="2"/>
    </w:pPr>
    <w:rPr>
      <w:b/>
      <w:sz w:val="24"/>
    </w:rPr>
  </w:style>
  <w:style w:type="paragraph" w:styleId="Nagwek4">
    <w:name w:val="heading 4"/>
    <w:aliases w:val="h4"/>
    <w:basedOn w:val="Normalny"/>
    <w:next w:val="Normalny"/>
    <w:qFormat/>
    <w:pPr>
      <w:keepNext/>
      <w:jc w:val="both"/>
      <w:outlineLvl w:val="3"/>
    </w:pPr>
    <w:rPr>
      <w:b/>
      <w:sz w:val="28"/>
    </w:rPr>
  </w:style>
  <w:style w:type="paragraph" w:styleId="Nagwek5">
    <w:name w:val="heading 5"/>
    <w:basedOn w:val="Normalny"/>
    <w:next w:val="Normalny"/>
    <w:qFormat/>
    <w:pPr>
      <w:keepNext/>
      <w:numPr>
        <w:numId w:val="1"/>
      </w:numPr>
      <w:jc w:val="both"/>
      <w:outlineLvl w:val="4"/>
    </w:pPr>
    <w:rPr>
      <w:b/>
      <w:sz w:val="28"/>
    </w:rPr>
  </w:style>
  <w:style w:type="paragraph" w:styleId="Nagwek6">
    <w:name w:val="heading 6"/>
    <w:basedOn w:val="Normalny"/>
    <w:next w:val="Normalny"/>
    <w:qFormat/>
    <w:pPr>
      <w:keepNext/>
      <w:ind w:left="285"/>
      <w:jc w:val="both"/>
      <w:outlineLvl w:val="5"/>
    </w:pPr>
    <w:rPr>
      <w:rFonts w:ascii="Arial" w:hAnsi="Arial"/>
      <w:b/>
      <w:sz w:val="24"/>
    </w:rPr>
  </w:style>
  <w:style w:type="paragraph" w:styleId="Nagwek7">
    <w:name w:val="heading 7"/>
    <w:basedOn w:val="Normalny"/>
    <w:next w:val="Normalny"/>
    <w:qFormat/>
    <w:pPr>
      <w:keepNext/>
      <w:numPr>
        <w:numId w:val="2"/>
      </w:numPr>
      <w:jc w:val="both"/>
      <w:outlineLvl w:val="6"/>
    </w:pPr>
    <w:rPr>
      <w:b/>
      <w:sz w:val="28"/>
      <w:u w:val="single"/>
    </w:rPr>
  </w:style>
  <w:style w:type="paragraph" w:styleId="Nagwek8">
    <w:name w:val="heading 8"/>
    <w:basedOn w:val="Normalny"/>
    <w:next w:val="Normalny"/>
    <w:qFormat/>
    <w:pPr>
      <w:keepNext/>
      <w:widowControl w:val="0"/>
      <w:ind w:left="7788" w:firstLine="708"/>
      <w:outlineLvl w:val="7"/>
    </w:pPr>
    <w:rPr>
      <w:b/>
      <w:sz w:val="24"/>
    </w:rPr>
  </w:style>
  <w:style w:type="paragraph" w:styleId="Nagwek9">
    <w:name w:val="heading 9"/>
    <w:basedOn w:val="Normalny"/>
    <w:next w:val="Normalny"/>
    <w:qFormat/>
    <w:pPr>
      <w:keepNext/>
      <w:widowControl w:val="0"/>
      <w:jc w:val="right"/>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rPr>
      <w:b/>
      <w:sz w:val="28"/>
    </w:rPr>
  </w:style>
  <w:style w:type="character" w:styleId="Numerstrony">
    <w:name w:val="page number"/>
    <w:basedOn w:val="Domylnaczcionkaakapitu"/>
  </w:style>
  <w:style w:type="paragraph" w:styleId="Nagwek">
    <w:name w:val="header"/>
    <w:aliases w:val="Nagłówek Znak1,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link w:val="TekstpodstawowyZnak"/>
    <w:pPr>
      <w:numPr>
        <w:ilvl w:val="12"/>
      </w:numPr>
      <w:spacing w:line="360" w:lineRule="auto"/>
      <w:jc w:val="both"/>
    </w:pPr>
    <w:rPr>
      <w:sz w:val="24"/>
    </w:rPr>
  </w:style>
  <w:style w:type="paragraph" w:styleId="Tekstpodstawowywcity">
    <w:name w:val="Body Text Indent"/>
    <w:basedOn w:val="Normalny"/>
    <w:pPr>
      <w:ind w:left="1560" w:hanging="1560"/>
      <w:jc w:val="both"/>
    </w:pPr>
    <w:rPr>
      <w:b/>
      <w:sz w:val="36"/>
    </w:rPr>
  </w:style>
  <w:style w:type="paragraph" w:styleId="Tekstpodstawowy2">
    <w:name w:val="Body Text 2"/>
    <w:basedOn w:val="Normalny"/>
    <w:rPr>
      <w:b/>
      <w:i/>
      <w:sz w:val="32"/>
    </w:rPr>
  </w:style>
  <w:style w:type="paragraph" w:styleId="Tekstpodstawowywcity2">
    <w:name w:val="Body Text Indent 2"/>
    <w:basedOn w:val="Normalny"/>
    <w:pPr>
      <w:spacing w:line="360" w:lineRule="auto"/>
      <w:ind w:left="567" w:hanging="567"/>
      <w:jc w:val="both"/>
    </w:pPr>
    <w:rPr>
      <w:b/>
      <w:sz w:val="24"/>
    </w:rPr>
  </w:style>
  <w:style w:type="paragraph" w:styleId="Tekstpodstawowywcity3">
    <w:name w:val="Body Text Indent 3"/>
    <w:basedOn w:val="Normalny"/>
    <w:pPr>
      <w:spacing w:line="360" w:lineRule="auto"/>
      <w:ind w:left="567" w:hanging="567"/>
    </w:pPr>
    <w:rPr>
      <w:b/>
      <w:sz w:val="24"/>
    </w:rPr>
  </w:style>
  <w:style w:type="paragraph" w:customStyle="1" w:styleId="Wylicz1">
    <w:name w:val="Wylicz1"/>
    <w:basedOn w:val="Normalny"/>
    <w:pPr>
      <w:ind w:left="1468" w:right="1133" w:hanging="283"/>
      <w:jc w:val="both"/>
    </w:pPr>
    <w:rPr>
      <w:sz w:val="24"/>
    </w:rPr>
  </w:style>
  <w:style w:type="paragraph" w:customStyle="1" w:styleId="BodyText22">
    <w:name w:val="Body Text 22"/>
    <w:basedOn w:val="Normalny"/>
    <w:pPr>
      <w:jc w:val="both"/>
    </w:pPr>
    <w:rPr>
      <w:sz w:val="24"/>
    </w:rPr>
  </w:style>
  <w:style w:type="paragraph" w:customStyle="1" w:styleId="BodyText21">
    <w:name w:val="Body Text 21"/>
    <w:basedOn w:val="Normalny"/>
    <w:pPr>
      <w:jc w:val="both"/>
    </w:pPr>
    <w:rPr>
      <w:rFonts w:ascii="Arial" w:hAnsi="Arial"/>
      <w:color w:val="FFFF00"/>
      <w:sz w:val="24"/>
    </w:rPr>
  </w:style>
  <w:style w:type="paragraph" w:customStyle="1" w:styleId="Tresc">
    <w:name w:val="Tresc"/>
    <w:basedOn w:val="Normalny"/>
    <w:pPr>
      <w:ind w:left="1134" w:right="1133"/>
      <w:jc w:val="both"/>
    </w:pPr>
    <w:rPr>
      <w:sz w:val="24"/>
    </w:rPr>
  </w:style>
  <w:style w:type="paragraph" w:customStyle="1" w:styleId="BodyText31">
    <w:name w:val="Body Text 31"/>
    <w:basedOn w:val="Normalny"/>
    <w:pPr>
      <w:jc w:val="both"/>
    </w:pPr>
    <w:rPr>
      <w:rFonts w:ascii="Arial" w:hAnsi="Arial"/>
      <w:b/>
      <w:sz w:val="24"/>
    </w:rPr>
  </w:style>
  <w:style w:type="paragraph" w:customStyle="1" w:styleId="BodyTextIndent21">
    <w:name w:val="Body Text Indent 21"/>
    <w:basedOn w:val="Normalny"/>
    <w:pPr>
      <w:widowControl w:val="0"/>
      <w:ind w:left="5103"/>
      <w:jc w:val="right"/>
    </w:pPr>
    <w:rPr>
      <w:sz w:val="24"/>
    </w:rPr>
  </w:style>
  <w:style w:type="paragraph" w:styleId="Legenda">
    <w:name w:val="caption"/>
    <w:basedOn w:val="Normalny"/>
    <w:next w:val="Normalny"/>
    <w:uiPriority w:val="99"/>
    <w:qFormat/>
    <w:pPr>
      <w:numPr>
        <w:ilvl w:val="12"/>
      </w:numPr>
      <w:jc w:val="both"/>
    </w:pPr>
    <w:rPr>
      <w:b/>
      <w:i/>
      <w:sz w:val="24"/>
    </w:rPr>
  </w:style>
  <w:style w:type="paragraph" w:styleId="Tytu">
    <w:name w:val="Title"/>
    <w:basedOn w:val="Normalny"/>
    <w:link w:val="TytuZnak"/>
    <w:uiPriority w:val="10"/>
    <w:qFormat/>
    <w:pPr>
      <w:jc w:val="center"/>
    </w:pPr>
    <w:rPr>
      <w:b/>
      <w:sz w:val="32"/>
    </w:rPr>
  </w:style>
  <w:style w:type="paragraph" w:styleId="Tekstpodstawowy3">
    <w:name w:val="Body Text 3"/>
    <w:basedOn w:val="Normalny"/>
    <w:pPr>
      <w:jc w:val="both"/>
    </w:pPr>
    <w:rPr>
      <w:b/>
      <w:sz w:val="28"/>
    </w:rPr>
  </w:style>
  <w:style w:type="paragraph" w:customStyle="1" w:styleId="OfferText">
    <w:name w:val="Offer Text"/>
    <w:basedOn w:val="Normalny"/>
    <w:pPr>
      <w:tabs>
        <w:tab w:val="left" w:pos="2552"/>
        <w:tab w:val="left" w:pos="3402"/>
        <w:tab w:val="left" w:pos="4253"/>
        <w:tab w:val="left" w:pos="5103"/>
        <w:tab w:val="left" w:pos="5954"/>
        <w:tab w:val="left" w:pos="6804"/>
        <w:tab w:val="left" w:pos="7655"/>
        <w:tab w:val="left" w:pos="8505"/>
      </w:tabs>
      <w:spacing w:before="120" w:after="120"/>
      <w:ind w:left="1701"/>
      <w:jc w:val="both"/>
    </w:pPr>
    <w:rPr>
      <w:sz w:val="22"/>
    </w:rPr>
  </w:style>
  <w:style w:type="character" w:styleId="Odwoaniedokomentarza">
    <w:name w:val="annotation reference"/>
    <w:semiHidden/>
    <w:rPr>
      <w:sz w:val="16"/>
    </w:rPr>
  </w:style>
  <w:style w:type="paragraph" w:styleId="Tekstkomentarza">
    <w:name w:val="annotation text"/>
    <w:basedOn w:val="Normalny"/>
    <w:link w:val="TekstkomentarzaZnak"/>
    <w:uiPriority w:val="99"/>
  </w:style>
  <w:style w:type="paragraph" w:styleId="Spistreci1">
    <w:name w:val="toc 1"/>
    <w:basedOn w:val="Normalny"/>
    <w:next w:val="Normalny"/>
    <w:autoRedefine/>
    <w:uiPriority w:val="39"/>
    <w:qFormat/>
    <w:pPr>
      <w:tabs>
        <w:tab w:val="left" w:pos="567"/>
        <w:tab w:val="right" w:leader="dot" w:pos="9347"/>
      </w:tabs>
      <w:spacing w:before="120" w:after="120"/>
    </w:pPr>
    <w:rPr>
      <w:b/>
      <w:bCs/>
      <w:caps/>
    </w:rPr>
  </w:style>
  <w:style w:type="paragraph" w:styleId="Spistreci2">
    <w:name w:val="toc 2"/>
    <w:basedOn w:val="Normalny"/>
    <w:next w:val="Normalny"/>
    <w:autoRedefine/>
    <w:uiPriority w:val="39"/>
    <w:qFormat/>
    <w:pPr>
      <w:ind w:left="200"/>
    </w:pPr>
    <w:rPr>
      <w:smallCaps/>
    </w:rPr>
  </w:style>
  <w:style w:type="paragraph" w:styleId="Spistreci3">
    <w:name w:val="toc 3"/>
    <w:basedOn w:val="Normalny"/>
    <w:next w:val="Normalny"/>
    <w:autoRedefine/>
    <w:uiPriority w:val="39"/>
    <w:qFormat/>
    <w:rsid w:val="00111500"/>
    <w:pPr>
      <w:numPr>
        <w:numId w:val="65"/>
      </w:numPr>
      <w:tabs>
        <w:tab w:val="right" w:leader="dot" w:pos="10206"/>
      </w:tabs>
      <w:spacing w:after="240" w:line="480" w:lineRule="auto"/>
      <w:contextualSpacing/>
    </w:pPr>
    <w:rPr>
      <w:i/>
      <w:iCs/>
    </w:rPr>
  </w:style>
  <w:style w:type="paragraph" w:styleId="Spistreci4">
    <w:name w:val="toc 4"/>
    <w:basedOn w:val="Normalny"/>
    <w:next w:val="Normalny"/>
    <w:autoRedefine/>
    <w:semiHidden/>
    <w:pPr>
      <w:ind w:left="600"/>
    </w:pPr>
    <w:rPr>
      <w:sz w:val="18"/>
      <w:szCs w:val="18"/>
    </w:rPr>
  </w:style>
  <w:style w:type="paragraph" w:styleId="Spistreci5">
    <w:name w:val="toc 5"/>
    <w:basedOn w:val="Normalny"/>
    <w:next w:val="Normalny"/>
    <w:autoRedefine/>
    <w:semiHidden/>
    <w:pPr>
      <w:ind w:left="800"/>
    </w:pPr>
    <w:rPr>
      <w:sz w:val="18"/>
      <w:szCs w:val="18"/>
    </w:rPr>
  </w:style>
  <w:style w:type="paragraph" w:styleId="Spistreci6">
    <w:name w:val="toc 6"/>
    <w:basedOn w:val="Normalny"/>
    <w:next w:val="Normalny"/>
    <w:autoRedefine/>
    <w:semiHidden/>
    <w:pPr>
      <w:ind w:left="1000"/>
    </w:pPr>
    <w:rPr>
      <w:sz w:val="18"/>
      <w:szCs w:val="18"/>
    </w:rPr>
  </w:style>
  <w:style w:type="paragraph" w:styleId="Spistreci7">
    <w:name w:val="toc 7"/>
    <w:basedOn w:val="Normalny"/>
    <w:next w:val="Normalny"/>
    <w:autoRedefine/>
    <w:semiHidden/>
    <w:pPr>
      <w:ind w:left="1200"/>
    </w:pPr>
    <w:rPr>
      <w:sz w:val="18"/>
      <w:szCs w:val="18"/>
    </w:rPr>
  </w:style>
  <w:style w:type="paragraph" w:styleId="Spistreci8">
    <w:name w:val="toc 8"/>
    <w:basedOn w:val="Normalny"/>
    <w:next w:val="Normalny"/>
    <w:autoRedefine/>
    <w:semiHidden/>
    <w:pPr>
      <w:ind w:left="1400"/>
    </w:pPr>
    <w:rPr>
      <w:sz w:val="18"/>
      <w:szCs w:val="18"/>
    </w:rPr>
  </w:style>
  <w:style w:type="paragraph" w:styleId="Spistreci9">
    <w:name w:val="toc 9"/>
    <w:basedOn w:val="Normalny"/>
    <w:next w:val="Normalny"/>
    <w:autoRedefine/>
    <w:semiHidden/>
    <w:pPr>
      <w:ind w:left="1600"/>
    </w:pPr>
    <w:rPr>
      <w:sz w:val="18"/>
      <w:szCs w:val="18"/>
    </w:rPr>
  </w:style>
  <w:style w:type="paragraph" w:styleId="Listanumerowana">
    <w:name w:val="List Number"/>
    <w:basedOn w:val="Normalny"/>
    <w:pPr>
      <w:ind w:left="283" w:hanging="283"/>
      <w:jc w:val="both"/>
    </w:pPr>
    <w:rPr>
      <w:sz w:val="24"/>
    </w:rPr>
  </w:style>
  <w:style w:type="paragraph" w:styleId="Tekstdymka">
    <w:name w:val="Balloon Text"/>
    <w:basedOn w:val="Normalny"/>
    <w:semiHidden/>
    <w:rPr>
      <w:rFonts w:ascii="Tahoma" w:hAnsi="Tahoma" w:cs="Courier New"/>
      <w:sz w:val="16"/>
      <w:szCs w:val="16"/>
    </w:rPr>
  </w:style>
  <w:style w:type="paragraph" w:customStyle="1" w:styleId="Blockquote">
    <w:name w:val="Blockquote"/>
    <w:basedOn w:val="Normalny"/>
    <w:pPr>
      <w:spacing w:before="100" w:after="100"/>
      <w:ind w:left="360" w:right="360"/>
    </w:pPr>
    <w:rPr>
      <w:snapToGrid w:val="0"/>
      <w:sz w:val="24"/>
    </w:rPr>
  </w:style>
  <w:style w:type="paragraph" w:customStyle="1" w:styleId="H2">
    <w:name w:val="H2"/>
    <w:basedOn w:val="Normalny"/>
    <w:next w:val="Normalny"/>
    <w:pPr>
      <w:keepNext/>
      <w:spacing w:before="100" w:after="100"/>
      <w:outlineLvl w:val="2"/>
    </w:pPr>
    <w:rPr>
      <w:b/>
      <w:snapToGrid w:val="0"/>
      <w:sz w:val="36"/>
    </w:rPr>
  </w:style>
  <w:style w:type="paragraph" w:customStyle="1" w:styleId="FR1">
    <w:name w:val="FR1"/>
    <w:pPr>
      <w:widowControl w:val="0"/>
      <w:spacing w:before="560"/>
    </w:pPr>
    <w:rPr>
      <w:rFonts w:ascii="Arial" w:hAnsi="Arial"/>
      <w:sz w:val="12"/>
    </w:rPr>
  </w:style>
  <w:style w:type="paragraph" w:styleId="Tekstblokowy">
    <w:name w:val="Block Text"/>
    <w:basedOn w:val="Normalny"/>
    <w:pPr>
      <w:widowControl w:val="0"/>
      <w:spacing w:line="520" w:lineRule="auto"/>
      <w:ind w:left="200" w:right="6000"/>
      <w:jc w:val="both"/>
    </w:pPr>
    <w:rPr>
      <w:rFonts w:ascii="Arial" w:hAnsi="Arial"/>
      <w:sz w:val="16"/>
    </w:rPr>
  </w:style>
  <w:style w:type="character" w:styleId="Hipercze">
    <w:name w:val="Hyperlink"/>
    <w:uiPriority w:val="99"/>
    <w:rPr>
      <w:color w:val="0000FF"/>
      <w:u w:val="single"/>
    </w:rPr>
  </w:style>
  <w:style w:type="paragraph" w:customStyle="1" w:styleId="1">
    <w:name w:val="1"/>
    <w:basedOn w:val="Normalny"/>
    <w:next w:val="Nagwek"/>
    <w:pPr>
      <w:tabs>
        <w:tab w:val="center" w:pos="4536"/>
        <w:tab w:val="right" w:pos="9072"/>
      </w:tabs>
    </w:pPr>
  </w:style>
  <w:style w:type="character" w:customStyle="1" w:styleId="Nagwek1Znak">
    <w:name w:val="Nagłówek 1 Znak"/>
    <w:aliases w:val="H1 Znak"/>
    <w:link w:val="Nagwek1"/>
    <w:rPr>
      <w:b/>
      <w:sz w:val="32"/>
      <w:u w:val="single"/>
      <w14:shadow w14:blurRad="50800" w14:dist="38100" w14:dir="2700000" w14:sx="100000" w14:sy="100000" w14:kx="0" w14:ky="0" w14:algn="tl">
        <w14:srgbClr w14:val="000000">
          <w14:alpha w14:val="60000"/>
        </w14:srgbClr>
      </w14:shadow>
    </w:rPr>
  </w:style>
  <w:style w:type="paragraph" w:styleId="Tekstprzypisudolnego">
    <w:name w:val="footnote text"/>
    <w:basedOn w:val="Normalny"/>
    <w:link w:val="TekstprzypisudolnegoZnak"/>
    <w:uiPriority w:val="99"/>
    <w:semiHidden/>
  </w:style>
  <w:style w:type="character" w:styleId="Odwoanieprzypisudolnego">
    <w:name w:val="footnote reference"/>
    <w:uiPriority w:val="99"/>
    <w:semiHidden/>
    <w:rPr>
      <w:vertAlign w:val="superscript"/>
    </w:rPr>
  </w:style>
  <w:style w:type="character" w:customStyle="1" w:styleId="Nagwek1H1Znak">
    <w:name w:val="Nagłówek 1;H1 Znak"/>
    <w:rPr>
      <w:b/>
      <w:sz w:val="32"/>
      <w:u w:val="single"/>
      <w:lang w:val="pl-PL" w:eastAsia="pl-PL" w:bidi="ar-SA"/>
      <w14:shadow w14:blurRad="50800" w14:dist="38100" w14:dir="2700000" w14:sx="100000" w14:sy="100000" w14:kx="0" w14:ky="0" w14:algn="tl">
        <w14:srgbClr w14:val="000000">
          <w14:alpha w14:val="60000"/>
        </w14:srgbClr>
      </w14:shadow>
    </w:rPr>
  </w:style>
  <w:style w:type="paragraph" w:styleId="Zwykytekst">
    <w:name w:val="Plain Text"/>
    <w:basedOn w:val="Normalny"/>
    <w:link w:val="ZwykytekstZnak"/>
    <w:rPr>
      <w:rFonts w:ascii="Courier New" w:hAnsi="Courier New" w:cs="Courier New"/>
    </w:rPr>
  </w:style>
  <w:style w:type="paragraph" w:customStyle="1" w:styleId="Standard">
    <w:name w:val="Standard"/>
    <w:pPr>
      <w:widowControl w:val="0"/>
      <w:autoSpaceDE w:val="0"/>
      <w:autoSpaceDN w:val="0"/>
      <w:adjustRightInd w:val="0"/>
    </w:pPr>
    <w:rPr>
      <w:sz w:val="24"/>
      <w:szCs w:val="24"/>
    </w:rPr>
  </w:style>
  <w:style w:type="paragraph" w:customStyle="1" w:styleId="ZnakZnak1">
    <w:name w:val="Znak Znak1"/>
    <w:basedOn w:val="Normalny"/>
    <w:rPr>
      <w:rFonts w:ascii="Arial" w:hAnsi="Arial" w:cs="Arial"/>
      <w:sz w:val="24"/>
      <w:szCs w:val="24"/>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463AAA"/>
    <w:pPr>
      <w:shd w:val="clear" w:color="auto" w:fill="000080"/>
    </w:pPr>
    <w:rPr>
      <w:rFonts w:ascii="Tahoma" w:hAnsi="Tahoma" w:cs="Tahoma"/>
    </w:rPr>
  </w:style>
  <w:style w:type="paragraph" w:customStyle="1" w:styleId="a1">
    <w:name w:val="a1"/>
    <w:basedOn w:val="Normalny"/>
    <w:rsid w:val="00E60DDD"/>
    <w:pPr>
      <w:jc w:val="both"/>
    </w:pPr>
    <w:rPr>
      <w:sz w:val="24"/>
      <w:szCs w:val="24"/>
    </w:rPr>
  </w:style>
  <w:style w:type="character" w:customStyle="1" w:styleId="NagwekZnak">
    <w:name w:val="Nagłówek Znak"/>
    <w:aliases w:val="Nagłówek Znak1 Znak,Nagłówek Znak Znak Znak,Nagłówek strony Znak Znak Znak,Nagłówek Znak2 Znak Znak Znak,Nagłówek Znak1 Znak Znak Znak Znak,Nagłówek strony Znak Znak Znak Znak Znak,Nagłówek Znak Znak Znak Znak Znak Znak"/>
    <w:link w:val="Nagwek"/>
    <w:uiPriority w:val="99"/>
    <w:rsid w:val="0062166A"/>
  </w:style>
  <w:style w:type="paragraph" w:customStyle="1" w:styleId="opis">
    <w:name w:val="opis"/>
    <w:basedOn w:val="Normalny"/>
    <w:rsid w:val="000C53B6"/>
    <w:pPr>
      <w:widowControl w:val="0"/>
      <w:snapToGrid w:val="0"/>
      <w:spacing w:line="360" w:lineRule="auto"/>
      <w:ind w:left="170" w:right="170"/>
      <w:jc w:val="both"/>
    </w:pPr>
    <w:rPr>
      <w:rFonts w:ascii="Arial" w:hAnsi="Arial"/>
      <w:sz w:val="24"/>
    </w:rPr>
  </w:style>
  <w:style w:type="paragraph" w:styleId="Tekstprzypisukocowego">
    <w:name w:val="endnote text"/>
    <w:basedOn w:val="Normalny"/>
    <w:link w:val="TekstprzypisukocowegoZnak"/>
    <w:rsid w:val="00DD1008"/>
  </w:style>
  <w:style w:type="character" w:customStyle="1" w:styleId="TekstprzypisukocowegoZnak">
    <w:name w:val="Tekst przypisu końcowego Znak"/>
    <w:basedOn w:val="Domylnaczcionkaakapitu"/>
    <w:link w:val="Tekstprzypisukocowego"/>
    <w:rsid w:val="00DD1008"/>
  </w:style>
  <w:style w:type="character" w:styleId="Odwoanieprzypisukocowego">
    <w:name w:val="endnote reference"/>
    <w:rsid w:val="00DD1008"/>
    <w:rPr>
      <w:vertAlign w:val="superscript"/>
    </w:rPr>
  </w:style>
  <w:style w:type="character" w:customStyle="1" w:styleId="StopkaZnak">
    <w:name w:val="Stopka Znak"/>
    <w:link w:val="Stopka"/>
    <w:uiPriority w:val="99"/>
    <w:rsid w:val="00757D9C"/>
  </w:style>
  <w:style w:type="paragraph" w:styleId="Tematkomentarza">
    <w:name w:val="annotation subject"/>
    <w:basedOn w:val="Tekstkomentarza"/>
    <w:next w:val="Tekstkomentarza"/>
    <w:link w:val="TematkomentarzaZnak"/>
    <w:rsid w:val="00EB0553"/>
    <w:rPr>
      <w:b/>
      <w:bCs/>
    </w:rPr>
  </w:style>
  <w:style w:type="character" w:customStyle="1" w:styleId="TekstkomentarzaZnak">
    <w:name w:val="Tekst komentarza Znak"/>
    <w:basedOn w:val="Domylnaczcionkaakapitu"/>
    <w:link w:val="Tekstkomentarza"/>
    <w:uiPriority w:val="99"/>
    <w:rsid w:val="00EB0553"/>
  </w:style>
  <w:style w:type="character" w:customStyle="1" w:styleId="TematkomentarzaZnak">
    <w:name w:val="Temat komentarza Znak"/>
    <w:link w:val="Tematkomentarza"/>
    <w:rsid w:val="00EB0553"/>
    <w:rPr>
      <w:b/>
      <w:bCs/>
    </w:rPr>
  </w:style>
  <w:style w:type="paragraph" w:styleId="Akapitzlist">
    <w:name w:val="List Paragraph"/>
    <w:aliases w:val="RR PGE Akapit z listą,Preambuła,lp1,List Paragraph1,List Paragraph2,ISCG Numerowanie,Styl 1,CP-UC,CP-Punkty,Bullet List,List - bullets,Equipment,Bullet 1,List Paragraph Char Char,b1,Figure_name,Numbered Indented Text,List Paragraph11,Ref"/>
    <w:basedOn w:val="Normalny"/>
    <w:link w:val="AkapitzlistZnak"/>
    <w:uiPriority w:val="34"/>
    <w:qFormat/>
    <w:rsid w:val="006C7756"/>
    <w:pPr>
      <w:ind w:left="708"/>
    </w:pPr>
  </w:style>
  <w:style w:type="paragraph" w:customStyle="1" w:styleId="Tekstpodstawowy21">
    <w:name w:val="Tekst podstawowy 21"/>
    <w:basedOn w:val="Normalny"/>
    <w:rsid w:val="00836460"/>
    <w:pPr>
      <w:suppressAutoHyphens/>
      <w:overflowPunct w:val="0"/>
      <w:autoSpaceDE w:val="0"/>
      <w:jc w:val="both"/>
      <w:textAlignment w:val="baseline"/>
    </w:pPr>
    <w:rPr>
      <w:sz w:val="28"/>
      <w:lang w:eastAsia="ar-SA"/>
    </w:rPr>
  </w:style>
  <w:style w:type="paragraph" w:customStyle="1" w:styleId="WW-Tekstpodstawowy3">
    <w:name w:val="WW-Tekst podstawowy 3"/>
    <w:basedOn w:val="Normalny"/>
    <w:rsid w:val="00836460"/>
    <w:pPr>
      <w:tabs>
        <w:tab w:val="left" w:pos="1134"/>
      </w:tabs>
      <w:suppressAutoHyphens/>
      <w:spacing w:line="280" w:lineRule="atLeast"/>
      <w:jc w:val="both"/>
    </w:pPr>
    <w:rPr>
      <w:sz w:val="22"/>
      <w:lang w:eastAsia="ar-SA"/>
    </w:rPr>
  </w:style>
  <w:style w:type="paragraph" w:styleId="NormalnyWeb">
    <w:name w:val="Normal (Web)"/>
    <w:basedOn w:val="Normalny"/>
    <w:rsid w:val="00BB0140"/>
    <w:rPr>
      <w:sz w:val="24"/>
      <w:szCs w:val="24"/>
    </w:rPr>
  </w:style>
  <w:style w:type="table" w:customStyle="1" w:styleId="Tabela-Siatka1">
    <w:name w:val="Tabela - Siatka1"/>
    <w:basedOn w:val="Standardowy"/>
    <w:next w:val="Tabela-Siatka"/>
    <w:uiPriority w:val="59"/>
    <w:rsid w:val="009111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rsid w:val="000D5D13"/>
    <w:rPr>
      <w:sz w:val="24"/>
    </w:rPr>
  </w:style>
  <w:style w:type="character" w:customStyle="1" w:styleId="TekstprzypisudolnegoZnak">
    <w:name w:val="Tekst przypisu dolnego Znak"/>
    <w:link w:val="Tekstprzypisudolnego"/>
    <w:uiPriority w:val="99"/>
    <w:semiHidden/>
    <w:rsid w:val="00B60408"/>
  </w:style>
  <w:style w:type="paragraph" w:customStyle="1" w:styleId="pkt">
    <w:name w:val="pkt"/>
    <w:basedOn w:val="Normalny"/>
    <w:rsid w:val="00597013"/>
    <w:pPr>
      <w:autoSpaceDE w:val="0"/>
      <w:autoSpaceDN w:val="0"/>
      <w:spacing w:before="60" w:after="60" w:line="360" w:lineRule="auto"/>
      <w:ind w:left="851" w:hanging="295"/>
      <w:jc w:val="both"/>
    </w:pPr>
    <w:rPr>
      <w:rFonts w:ascii="Univers-PL" w:hAnsi="Univers-PL"/>
      <w:sz w:val="19"/>
      <w:szCs w:val="19"/>
    </w:rPr>
  </w:style>
  <w:style w:type="paragraph" w:styleId="Poprawka">
    <w:name w:val="Revision"/>
    <w:hidden/>
    <w:uiPriority w:val="99"/>
    <w:semiHidden/>
    <w:rsid w:val="00597013"/>
  </w:style>
  <w:style w:type="paragraph" w:customStyle="1" w:styleId="podpunkt-a">
    <w:name w:val="podpunkt-a"/>
    <w:basedOn w:val="opis"/>
    <w:rsid w:val="00B100CD"/>
    <w:pPr>
      <w:numPr>
        <w:numId w:val="15"/>
      </w:numPr>
      <w:tabs>
        <w:tab w:val="clear" w:pos="1134"/>
        <w:tab w:val="num" w:pos="357"/>
      </w:tabs>
      <w:snapToGrid/>
      <w:ind w:left="1418"/>
    </w:pPr>
    <w:rPr>
      <w:snapToGrid w:val="0"/>
    </w:rPr>
  </w:style>
  <w:style w:type="paragraph" w:customStyle="1" w:styleId="xl114">
    <w:name w:val="xl114"/>
    <w:basedOn w:val="Normalny"/>
    <w:rsid w:val="00F635B9"/>
    <w:pPr>
      <w:spacing w:before="100" w:beforeAutospacing="1" w:after="100" w:afterAutospacing="1"/>
    </w:pPr>
    <w:rPr>
      <w:rFonts w:eastAsia="Arial Unicode MS"/>
      <w:b/>
      <w:bCs/>
      <w:color w:val="FF0000"/>
      <w:sz w:val="24"/>
      <w:szCs w:val="24"/>
    </w:rPr>
  </w:style>
  <w:style w:type="table" w:customStyle="1" w:styleId="Tabela-Siatka2">
    <w:name w:val="Tabela - Siatka2"/>
    <w:basedOn w:val="Standardowy"/>
    <w:next w:val="Tabela-Siatka"/>
    <w:uiPriority w:val="59"/>
    <w:rsid w:val="005705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h2 Znak,A.B.C. Znak,l2 Znak,heading 2 Znak"/>
    <w:link w:val="Nagwek2"/>
    <w:rsid w:val="00805962"/>
    <w:rPr>
      <w:b/>
      <w:sz w:val="32"/>
    </w:rPr>
  </w:style>
  <w:style w:type="character" w:customStyle="1" w:styleId="ZwykytekstZnak">
    <w:name w:val="Zwykły tekst Znak"/>
    <w:link w:val="Zwykytekst"/>
    <w:rsid w:val="0080611B"/>
    <w:rPr>
      <w:rFonts w:ascii="Courier New" w:hAnsi="Courier New" w:cs="Courier New"/>
    </w:rPr>
  </w:style>
  <w:style w:type="paragraph" w:customStyle="1" w:styleId="Tekstpodstawowy211">
    <w:name w:val="Tekst podstawowy 211"/>
    <w:basedOn w:val="Normalny"/>
    <w:rsid w:val="0080611B"/>
    <w:pPr>
      <w:suppressAutoHyphens/>
      <w:overflowPunct w:val="0"/>
      <w:autoSpaceDE w:val="0"/>
      <w:jc w:val="both"/>
      <w:textAlignment w:val="baseline"/>
    </w:pPr>
    <w:rPr>
      <w:sz w:val="28"/>
      <w:lang w:eastAsia="ar-SA"/>
    </w:rPr>
  </w:style>
  <w:style w:type="paragraph" w:styleId="Nagwekspisutreci">
    <w:name w:val="TOC Heading"/>
    <w:basedOn w:val="Nagwek1"/>
    <w:next w:val="Normalny"/>
    <w:uiPriority w:val="39"/>
    <w:semiHidden/>
    <w:unhideWhenUsed/>
    <w:qFormat/>
    <w:rsid w:val="00D13ECE"/>
    <w:pPr>
      <w:keepLines/>
      <w:numPr>
        <w:numId w:val="0"/>
      </w:numPr>
      <w:spacing w:before="480" w:line="276" w:lineRule="auto"/>
      <w:jc w:val="left"/>
      <w:outlineLvl w:val="9"/>
    </w:pPr>
    <w:rPr>
      <w:rFonts w:ascii="Cambria" w:hAnsi="Cambria"/>
      <w:bCs/>
      <w:color w:val="365F91"/>
      <w:sz w:val="28"/>
      <w:szCs w:val="28"/>
      <w:u w:val="none"/>
      <w14:shadow w14:blurRad="0" w14:dist="0" w14:dir="0" w14:sx="0" w14:sy="0" w14:kx="0" w14:ky="0" w14:algn="none">
        <w14:srgbClr w14:val="000000"/>
      </w14:shadow>
    </w:rPr>
  </w:style>
  <w:style w:type="character" w:customStyle="1" w:styleId="AkapitzlistZnak">
    <w:name w:val="Akapit z listą Znak"/>
    <w:aliases w:val="RR PGE Akapit z listą Znak,Preambuła Znak,lp1 Znak,List Paragraph1 Znak,List Paragraph2 Znak,ISCG Numerowanie Znak,Styl 1 Znak,CP-UC Znak,CP-Punkty Znak,Bullet List Znak,List - bullets Znak,Equipment Znak,Bullet 1 Znak,b1 Znak"/>
    <w:link w:val="Akapitzlist"/>
    <w:uiPriority w:val="34"/>
    <w:qFormat/>
    <w:locked/>
    <w:rsid w:val="00727E5D"/>
  </w:style>
  <w:style w:type="character" w:styleId="UyteHipercze">
    <w:name w:val="FollowedHyperlink"/>
    <w:rsid w:val="009F58B6"/>
    <w:rPr>
      <w:color w:val="800080"/>
      <w:u w:val="single"/>
    </w:rPr>
  </w:style>
  <w:style w:type="paragraph" w:customStyle="1" w:styleId="Default">
    <w:name w:val="Default"/>
    <w:rsid w:val="005843DB"/>
    <w:pPr>
      <w:autoSpaceDE w:val="0"/>
      <w:autoSpaceDN w:val="0"/>
      <w:adjustRightInd w:val="0"/>
    </w:pPr>
    <w:rPr>
      <w:rFonts w:ascii="Calibri" w:hAnsi="Calibri" w:cs="Calibri"/>
      <w:color w:val="000000"/>
      <w:sz w:val="24"/>
      <w:szCs w:val="24"/>
    </w:rPr>
  </w:style>
  <w:style w:type="character" w:customStyle="1" w:styleId="CharStyle5">
    <w:name w:val="Char Style 5"/>
    <w:link w:val="Style4"/>
    <w:rsid w:val="00781BE4"/>
    <w:rPr>
      <w:rFonts w:ascii="Arial" w:eastAsia="Arial" w:hAnsi="Arial" w:cs="Arial"/>
    </w:rPr>
  </w:style>
  <w:style w:type="paragraph" w:customStyle="1" w:styleId="Style4">
    <w:name w:val="Style 4"/>
    <w:basedOn w:val="Normalny"/>
    <w:link w:val="CharStyle5"/>
    <w:rsid w:val="00781BE4"/>
    <w:pPr>
      <w:widowControl w:val="0"/>
      <w:spacing w:line="382" w:lineRule="auto"/>
    </w:pPr>
    <w:rPr>
      <w:rFonts w:ascii="Arial" w:eastAsia="Arial" w:hAnsi="Arial" w:cs="Arial"/>
    </w:rPr>
  </w:style>
  <w:style w:type="paragraph" w:styleId="Lista2">
    <w:name w:val="List 2"/>
    <w:basedOn w:val="Normalny"/>
    <w:rsid w:val="00672BE1"/>
    <w:pPr>
      <w:ind w:left="566" w:hanging="283"/>
      <w:contextualSpacing/>
    </w:pPr>
  </w:style>
  <w:style w:type="table" w:customStyle="1" w:styleId="Tabela-Siatka11">
    <w:name w:val="Tabela - Siatka11"/>
    <w:basedOn w:val="Standardowy"/>
    <w:next w:val="Tabela-Siatka"/>
    <w:uiPriority w:val="39"/>
    <w:rsid w:val="00815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B773C7"/>
    <w:pPr>
      <w:numPr>
        <w:numId w:val="70"/>
      </w:numPr>
    </w:pPr>
  </w:style>
  <w:style w:type="character" w:customStyle="1" w:styleId="cf01">
    <w:name w:val="cf01"/>
    <w:basedOn w:val="Domylnaczcionkaakapitu"/>
    <w:rsid w:val="008F1496"/>
    <w:rPr>
      <w:rFonts w:ascii="Segoe UI" w:hAnsi="Segoe UI" w:cs="Segoe UI" w:hint="default"/>
      <w:sz w:val="18"/>
      <w:szCs w:val="18"/>
    </w:rPr>
  </w:style>
  <w:style w:type="paragraph" w:customStyle="1" w:styleId="PODTYTU">
    <w:name w:val="PODTYTUŁ"/>
    <w:basedOn w:val="Normalny"/>
    <w:qFormat/>
    <w:rsid w:val="003C5464"/>
    <w:pPr>
      <w:spacing w:before="480" w:after="80"/>
    </w:pPr>
    <w:rPr>
      <w:rFonts w:asciiTheme="majorHAnsi" w:eastAsiaTheme="minorHAnsi" w:hAnsiTheme="majorHAnsi" w:cstheme="minorBidi"/>
      <w:sz w:val="32"/>
      <w:szCs w:val="22"/>
      <w:lang w:eastAsia="en-US"/>
    </w:rPr>
  </w:style>
  <w:style w:type="character" w:customStyle="1" w:styleId="TytuZnak">
    <w:name w:val="Tytuł Znak"/>
    <w:basedOn w:val="Domylnaczcionkaakapitu"/>
    <w:link w:val="Tytu"/>
    <w:uiPriority w:val="10"/>
    <w:rsid w:val="003C5464"/>
    <w:rPr>
      <w:b/>
      <w:sz w:val="32"/>
    </w:rPr>
  </w:style>
  <w:style w:type="paragraph" w:customStyle="1" w:styleId="tekst">
    <w:name w:val="tekst"/>
    <w:basedOn w:val="Normalny"/>
    <w:next w:val="Normalny"/>
    <w:link w:val="tekstZnak"/>
    <w:qFormat/>
    <w:rsid w:val="003C5464"/>
    <w:pPr>
      <w:spacing w:before="240" w:after="240"/>
      <w:jc w:val="both"/>
    </w:pPr>
    <w:rPr>
      <w:rFonts w:asciiTheme="minorHAnsi" w:eastAsiaTheme="minorHAnsi" w:hAnsiTheme="minorHAnsi" w:cstheme="minorBidi"/>
      <w:sz w:val="18"/>
      <w:szCs w:val="22"/>
      <w:lang w:eastAsia="en-US"/>
    </w:rPr>
  </w:style>
  <w:style w:type="character" w:customStyle="1" w:styleId="tekstZnak">
    <w:name w:val="tekst Znak"/>
    <w:basedOn w:val="Domylnaczcionkaakapitu"/>
    <w:link w:val="tekst"/>
    <w:rsid w:val="003C5464"/>
    <w:rPr>
      <w:rFonts w:asciiTheme="minorHAnsi" w:eastAsiaTheme="minorHAnsi" w:hAnsiTheme="minorHAnsi" w:cstheme="minorBid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88890">
      <w:bodyDiv w:val="1"/>
      <w:marLeft w:val="0"/>
      <w:marRight w:val="0"/>
      <w:marTop w:val="0"/>
      <w:marBottom w:val="0"/>
      <w:divBdr>
        <w:top w:val="none" w:sz="0" w:space="0" w:color="auto"/>
        <w:left w:val="none" w:sz="0" w:space="0" w:color="auto"/>
        <w:bottom w:val="none" w:sz="0" w:space="0" w:color="auto"/>
        <w:right w:val="none" w:sz="0" w:space="0" w:color="auto"/>
      </w:divBdr>
    </w:div>
    <w:div w:id="234171462">
      <w:bodyDiv w:val="1"/>
      <w:marLeft w:val="0"/>
      <w:marRight w:val="0"/>
      <w:marTop w:val="0"/>
      <w:marBottom w:val="0"/>
      <w:divBdr>
        <w:top w:val="none" w:sz="0" w:space="0" w:color="auto"/>
        <w:left w:val="none" w:sz="0" w:space="0" w:color="auto"/>
        <w:bottom w:val="none" w:sz="0" w:space="0" w:color="auto"/>
        <w:right w:val="none" w:sz="0" w:space="0" w:color="auto"/>
      </w:divBdr>
    </w:div>
    <w:div w:id="415788005">
      <w:bodyDiv w:val="1"/>
      <w:marLeft w:val="0"/>
      <w:marRight w:val="0"/>
      <w:marTop w:val="0"/>
      <w:marBottom w:val="0"/>
      <w:divBdr>
        <w:top w:val="none" w:sz="0" w:space="0" w:color="auto"/>
        <w:left w:val="none" w:sz="0" w:space="0" w:color="auto"/>
        <w:bottom w:val="none" w:sz="0" w:space="0" w:color="auto"/>
        <w:right w:val="none" w:sz="0" w:space="0" w:color="auto"/>
      </w:divBdr>
    </w:div>
    <w:div w:id="471335128">
      <w:bodyDiv w:val="1"/>
      <w:marLeft w:val="0"/>
      <w:marRight w:val="0"/>
      <w:marTop w:val="0"/>
      <w:marBottom w:val="0"/>
      <w:divBdr>
        <w:top w:val="none" w:sz="0" w:space="0" w:color="auto"/>
        <w:left w:val="none" w:sz="0" w:space="0" w:color="auto"/>
        <w:bottom w:val="none" w:sz="0" w:space="0" w:color="auto"/>
        <w:right w:val="none" w:sz="0" w:space="0" w:color="auto"/>
      </w:divBdr>
    </w:div>
    <w:div w:id="692000107">
      <w:bodyDiv w:val="1"/>
      <w:marLeft w:val="0"/>
      <w:marRight w:val="0"/>
      <w:marTop w:val="0"/>
      <w:marBottom w:val="0"/>
      <w:divBdr>
        <w:top w:val="none" w:sz="0" w:space="0" w:color="auto"/>
        <w:left w:val="none" w:sz="0" w:space="0" w:color="auto"/>
        <w:bottom w:val="none" w:sz="0" w:space="0" w:color="auto"/>
        <w:right w:val="none" w:sz="0" w:space="0" w:color="auto"/>
      </w:divBdr>
    </w:div>
    <w:div w:id="996421994">
      <w:bodyDiv w:val="1"/>
      <w:marLeft w:val="0"/>
      <w:marRight w:val="0"/>
      <w:marTop w:val="0"/>
      <w:marBottom w:val="0"/>
      <w:divBdr>
        <w:top w:val="none" w:sz="0" w:space="0" w:color="auto"/>
        <w:left w:val="none" w:sz="0" w:space="0" w:color="auto"/>
        <w:bottom w:val="none" w:sz="0" w:space="0" w:color="auto"/>
        <w:right w:val="none" w:sz="0" w:space="0" w:color="auto"/>
      </w:divBdr>
    </w:div>
    <w:div w:id="1157843193">
      <w:bodyDiv w:val="1"/>
      <w:marLeft w:val="0"/>
      <w:marRight w:val="0"/>
      <w:marTop w:val="0"/>
      <w:marBottom w:val="0"/>
      <w:divBdr>
        <w:top w:val="none" w:sz="0" w:space="0" w:color="auto"/>
        <w:left w:val="none" w:sz="0" w:space="0" w:color="auto"/>
        <w:bottom w:val="none" w:sz="0" w:space="0" w:color="auto"/>
        <w:right w:val="none" w:sz="0" w:space="0" w:color="auto"/>
      </w:divBdr>
    </w:div>
    <w:div w:id="1193882107">
      <w:bodyDiv w:val="1"/>
      <w:marLeft w:val="0"/>
      <w:marRight w:val="0"/>
      <w:marTop w:val="0"/>
      <w:marBottom w:val="0"/>
      <w:divBdr>
        <w:top w:val="none" w:sz="0" w:space="0" w:color="auto"/>
        <w:left w:val="none" w:sz="0" w:space="0" w:color="auto"/>
        <w:bottom w:val="none" w:sz="0" w:space="0" w:color="auto"/>
        <w:right w:val="none" w:sz="0" w:space="0" w:color="auto"/>
      </w:divBdr>
    </w:div>
    <w:div w:id="1267690670">
      <w:bodyDiv w:val="1"/>
      <w:marLeft w:val="0"/>
      <w:marRight w:val="0"/>
      <w:marTop w:val="0"/>
      <w:marBottom w:val="0"/>
      <w:divBdr>
        <w:top w:val="none" w:sz="0" w:space="0" w:color="auto"/>
        <w:left w:val="none" w:sz="0" w:space="0" w:color="auto"/>
        <w:bottom w:val="none" w:sz="0" w:space="0" w:color="auto"/>
        <w:right w:val="none" w:sz="0" w:space="0" w:color="auto"/>
      </w:divBdr>
    </w:div>
    <w:div w:id="1286423639">
      <w:bodyDiv w:val="1"/>
      <w:marLeft w:val="0"/>
      <w:marRight w:val="0"/>
      <w:marTop w:val="0"/>
      <w:marBottom w:val="0"/>
      <w:divBdr>
        <w:top w:val="none" w:sz="0" w:space="0" w:color="auto"/>
        <w:left w:val="none" w:sz="0" w:space="0" w:color="auto"/>
        <w:bottom w:val="none" w:sz="0" w:space="0" w:color="auto"/>
        <w:right w:val="none" w:sz="0" w:space="0" w:color="auto"/>
      </w:divBdr>
    </w:div>
    <w:div w:id="1491095192">
      <w:bodyDiv w:val="1"/>
      <w:marLeft w:val="0"/>
      <w:marRight w:val="0"/>
      <w:marTop w:val="0"/>
      <w:marBottom w:val="0"/>
      <w:divBdr>
        <w:top w:val="none" w:sz="0" w:space="0" w:color="auto"/>
        <w:left w:val="none" w:sz="0" w:space="0" w:color="auto"/>
        <w:bottom w:val="none" w:sz="0" w:space="0" w:color="auto"/>
        <w:right w:val="none" w:sz="0" w:space="0" w:color="auto"/>
      </w:divBdr>
    </w:div>
    <w:div w:id="1498114432">
      <w:bodyDiv w:val="1"/>
      <w:marLeft w:val="0"/>
      <w:marRight w:val="0"/>
      <w:marTop w:val="0"/>
      <w:marBottom w:val="0"/>
      <w:divBdr>
        <w:top w:val="none" w:sz="0" w:space="0" w:color="auto"/>
        <w:left w:val="none" w:sz="0" w:space="0" w:color="auto"/>
        <w:bottom w:val="none" w:sz="0" w:space="0" w:color="auto"/>
        <w:right w:val="none" w:sz="0" w:space="0" w:color="auto"/>
      </w:divBdr>
    </w:div>
    <w:div w:id="1604919503">
      <w:bodyDiv w:val="1"/>
      <w:marLeft w:val="0"/>
      <w:marRight w:val="0"/>
      <w:marTop w:val="0"/>
      <w:marBottom w:val="0"/>
      <w:divBdr>
        <w:top w:val="none" w:sz="0" w:space="0" w:color="auto"/>
        <w:left w:val="none" w:sz="0" w:space="0" w:color="auto"/>
        <w:bottom w:val="none" w:sz="0" w:space="0" w:color="auto"/>
        <w:right w:val="none" w:sz="0" w:space="0" w:color="auto"/>
      </w:divBdr>
    </w:div>
    <w:div w:id="173500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www.gkpge.pl/grupa-pge/przetargi/zakupy/dokumenty/pge-obro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Siwz%20-%20komp.doc.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 2, 6,7 do SWZ_System do wycen.docx</dmsv2BaseFileName>
    <dmsv2BaseDisplayName xmlns="http://schemas.microsoft.com/sharepoint/v3">Zał. 1, 2, 6,7 do SWZ_System do wycen</dmsv2BaseDisplayName>
    <dmsv2SWPP2ObjectNumber xmlns="http://schemas.microsoft.com/sharepoint/v3">POST/OBR/OBR/DZZ/00065/2025                       </dmsv2SWPP2ObjectNumber>
    <dmsv2SWPP2SumMD5 xmlns="http://schemas.microsoft.com/sharepoint/v3">7963ce22b308b4a113225dae2a72b16a</dmsv2SWPP2SumMD5>
    <dmsv2BaseMoved xmlns="http://schemas.microsoft.com/sharepoint/v3">false</dmsv2BaseMoved>
    <dmsv2BaseIsSensitive xmlns="http://schemas.microsoft.com/sharepoint/v3">true</dmsv2BaseIsSensitive>
    <dmsv2SWPP2IDSWPP2 xmlns="http://schemas.microsoft.com/sharepoint/v3">700078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23897932</dmsv2BaseClientSystemDocumentID>
    <dmsv2BaseModifiedByID xmlns="http://schemas.microsoft.com/sharepoint/v3">12200420</dmsv2BaseModifiedByID>
    <dmsv2BaseCreatedByID xmlns="http://schemas.microsoft.com/sharepoint/v3">12200420</dmsv2BaseCreatedByID>
    <dmsv2SWPP2ObjectDepartment xmlns="http://schemas.microsoft.com/sharepoint/v3">0000000100060007000p0000</dmsv2SWPP2ObjectDepartment>
    <dmsv2SWPP2ObjectName xmlns="http://schemas.microsoft.com/sharepoint/v3">Postępowanie</dmsv2SWPP2ObjectName>
    <_dlc_DocId xmlns="a19cb1c7-c5c7-46d4-85ae-d83685407bba">JEUP5JKVCYQC-1440096624-9545</_dlc_DocId>
    <_dlc_DocIdUrl xmlns="a19cb1c7-c5c7-46d4-85ae-d83685407bba">
      <Url>https://swpp2.dms.gkpge.pl/sites/41/_layouts/15/DocIdRedir.aspx?ID=JEUP5JKVCYQC-1440096624-9545</Url>
      <Description>JEUP5JKVCYQC-1440096624-9545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C18E3E3-A1CB-4144-BD3B-387D73EAE49C}">
  <ds:schemaRefs>
    <ds:schemaRef ds:uri="http://schemas.microsoft.com/sharepoint/v3/contenttype/forms"/>
  </ds:schemaRefs>
</ds:datastoreItem>
</file>

<file path=customXml/itemProps2.xml><?xml version="1.0" encoding="utf-8"?>
<ds:datastoreItem xmlns:ds="http://schemas.openxmlformats.org/officeDocument/2006/customXml" ds:itemID="{791C0FAA-6FBB-4737-AF0C-02E3E967ABCE}">
  <ds:schemaRefs>
    <ds:schemaRef ds:uri="http://schemas.microsoft.com/office/2006/metadata/longProperties"/>
  </ds:schemaRefs>
</ds:datastoreItem>
</file>

<file path=customXml/itemProps3.xml><?xml version="1.0" encoding="utf-8"?>
<ds:datastoreItem xmlns:ds="http://schemas.openxmlformats.org/officeDocument/2006/customXml" ds:itemID="{99A9EC8E-5F24-4C74-8838-0D7886C2E8FE}">
  <ds:schemaRefs>
    <ds:schemaRef ds:uri="http://purl.org/dc/elements/1.1/"/>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f20255b2-1745-4130-96c9-da561cc8e2ac"/>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E62844E-3C55-42AC-B465-1AC09BE5AC35}">
  <ds:schemaRefs>
    <ds:schemaRef ds:uri="http://schemas.openxmlformats.org/officeDocument/2006/bibliography"/>
  </ds:schemaRefs>
</ds:datastoreItem>
</file>

<file path=customXml/itemProps5.xml><?xml version="1.0" encoding="utf-8"?>
<ds:datastoreItem xmlns:ds="http://schemas.openxmlformats.org/officeDocument/2006/customXml" ds:itemID="{A2925995-59D1-4C1B-9D16-765EBBF328EB}"/>
</file>

<file path=customXml/itemProps6.xml><?xml version="1.0" encoding="utf-8"?>
<ds:datastoreItem xmlns:ds="http://schemas.openxmlformats.org/officeDocument/2006/customXml" ds:itemID="{E7A8E472-C466-4BD1-AD00-C3A2D3424B4A}"/>
</file>

<file path=docProps/app.xml><?xml version="1.0" encoding="utf-8"?>
<Properties xmlns="http://schemas.openxmlformats.org/officeDocument/2006/extended-properties" xmlns:vt="http://schemas.openxmlformats.org/officeDocument/2006/docPropsVTypes">
  <Template>Siwz - komp.doc.dot</Template>
  <TotalTime>2</TotalTime>
  <Pages>8</Pages>
  <Words>1693</Words>
  <Characters>12328</Characters>
  <Application>Microsoft Office Word</Application>
  <DocSecurity>0</DocSecurity>
  <Lines>102</Lines>
  <Paragraphs>27</Paragraphs>
  <ScaleCrop>false</ScaleCrop>
  <HeadingPairs>
    <vt:vector size="2" baseType="variant">
      <vt:variant>
        <vt:lpstr>Tytuł</vt:lpstr>
      </vt:variant>
      <vt:variant>
        <vt:i4>1</vt:i4>
      </vt:variant>
    </vt:vector>
  </HeadingPairs>
  <TitlesOfParts>
    <vt:vector size="1" baseType="lpstr">
      <vt:lpstr>Rzeszów, 15.11.2008r</vt:lpstr>
    </vt:vector>
  </TitlesOfParts>
  <Company>PGE Systemy</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Rzeszów, 15.11.2008r</dc:title>
  <dc:subject/>
  <dc:creator>Jan Miąsik</dc:creator>
  <cp:keywords/>
  <dc:description/>
  <cp:lastModifiedBy>Wojciechowska Krystyna [PGE Obrót S.A.]</cp:lastModifiedBy>
  <cp:revision>3</cp:revision>
  <cp:lastPrinted>2019-10-22T08:55:00Z</cp:lastPrinted>
  <dcterms:created xsi:type="dcterms:W3CDTF">2025-12-02T12:25:00Z</dcterms:created>
  <dcterms:modified xsi:type="dcterms:W3CDTF">2025-12-02T12:26:00Z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MSIP_Label_66b5d990-821a-4d41-b503-280f184b2126_Enabled">
    <vt:lpwstr>true</vt:lpwstr>
  </property>
  <property fmtid="{D5CDD505-2E9C-101B-9397-08002B2CF9AE}" pid="5" name="MSIP_Label_66b5d990-821a-4d41-b503-280f184b2126_SetDate">
    <vt:lpwstr>2025-12-02T10:10:46Z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c478994d-f42e-4884-a97d-0370c616cb9e</vt:lpwstr>
  </property>
  <property fmtid="{D5CDD505-2E9C-101B-9397-08002B2CF9AE}" pid="10" name="MSIP_Label_66b5d990-821a-4d41-b503-280f184b2126_ContentBits">
    <vt:lpwstr>0</vt:lpwstr>
  </property>
  <property fmtid="{D5CDD505-2E9C-101B-9397-08002B2CF9AE}" pid="11" name="ContentTypeId">
    <vt:lpwstr>0x0101891000D82C8EAC8B9C6C4A8BEB0E6D9F50544E</vt:lpwstr>
  </property>
  <property fmtid="{D5CDD505-2E9C-101B-9397-08002B2CF9AE}" pid="12" name="_dlc_DocIdItemGuid">
    <vt:lpwstr>da5650ea-cb56-47aa-9ba5-78a4e1c4e5c1</vt:lpwstr>
  </property>
</Properties>
</file>